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67C" w:rsidRPr="004B70CE" w:rsidRDefault="0083167C" w:rsidP="00A40B32">
      <w:pPr>
        <w:rPr>
          <w:rFonts w:ascii="Nurhan Uz" w:hAnsi="Nurhan Uz"/>
          <w:sz w:val="72"/>
          <w:szCs w:val="72"/>
        </w:rPr>
      </w:pPr>
      <w:r>
        <w:rPr>
          <w:noProof/>
          <w:lang w:eastAsia="tr-T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Resim 360" o:spid="_x0000_s1026" type="#_x0000_t75" style="position:absolute;margin-left:561.4pt;margin-top:-39.6pt;width:35.4pt;height:135pt;flip:x y;z-index:251664896;visibility:visible">
            <v:imagedata r:id="rId5" o:title=""/>
          </v:shape>
        </w:pict>
      </w:r>
      <w:r>
        <w:rPr>
          <w:noProof/>
          <w:lang w:eastAsia="tr-TR"/>
        </w:rPr>
        <w:pict>
          <v:group id="_x0000_s1027" style="position:absolute;margin-left:2.95pt;margin-top:14.2pt;width:540pt;height:36pt;z-index:251649536" coordorigin="567,14787" coordsize="10800,720">
            <v:group id="_x0000_s1028" style="position:absolute;left:567;top:14787;width:10800;height:720" coordorigin="567,14787" coordsize="10800,720">
              <v:rect id="_x0000_s1029" style="position:absolute;left:567;top:15286;width:10800;height:221" filled="f" fillcolor="black" strokecolor="#3cc" strokeweight=".62pt">
                <v:stroke dashstyle="1 1" endcap="round"/>
                <v:path arrowok="t"/>
              </v:rect>
              <v:rect id="_x0000_s1030" style="position:absolute;left:567;top:15009;width:10800;height:277" filled="f" fillcolor="black" strokecolor="red" strokeweight=".62pt">
                <v:stroke dashstyle="1 1" endcap="round"/>
                <v:path arrowok="t"/>
              </v:rect>
              <v:rect id="_x0000_s1031" style="position:absolute;left:567;top:14787;width:10800;height:222" filled="f" fillcolor="black" strokecolor="#3cc" strokeweight=".62pt">
                <v:stroke dashstyle="1 1" endcap="round"/>
                <v:path arrowok="t"/>
              </v:rect>
            </v:group>
            <v:group id="_x0000_s1032" style="position:absolute;left:567;top:14787;width:10800;height:720" coordorigin="567,14787" coordsize="10800,720">
              <v:shape id="_x0000_s1033" style="position:absolute;left:56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34" style="position:absolute;left:110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35" style="position:absolute;left:83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36" style="position:absolute;left:137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37" style="position:absolute;left:1642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38" style="position:absolute;left:191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39" style="position:absolute;left:218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40" style="position:absolute;left:2448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41" style="position:absolute;left:272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42" style="position:absolute;left:298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43" style="position:absolute;left:325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44" style="position:absolute;left:352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45" style="position:absolute;left:3792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46" style="position:absolute;left:406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47" style="position:absolute;left:433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48" style="position:absolute;left:459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49" style="position:absolute;left:486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50" style="position:absolute;left:513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51" style="position:absolute;left:540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52" style="position:absolute;left:5674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53" style="position:absolute;left:5942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54" style="position:absolute;left:621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55" style="position:absolute;left:648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56" style="position:absolute;left:674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57" style="position:absolute;left:701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58" style="position:absolute;left:728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59" style="position:absolute;left:755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60" style="position:absolute;left:7824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61" style="position:absolute;left:809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62" style="position:absolute;left:836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63" style="position:absolute;left:863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64" style="position:absolute;left:889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65" style="position:absolute;left:9168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66" style="position:absolute;left:943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67" style="position:absolute;left:970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68" style="position:absolute;left:9974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69" style="position:absolute;left:1024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70" style="position:absolute;left:1051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71" style="position:absolute;left:1078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72" style="position:absolute;left:1104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</v:group>
          </v:group>
        </w:pict>
      </w:r>
      <w:r>
        <w:rPr>
          <w:rFonts w:ascii="Nurhan Uz" w:hAnsi="Nurhan Uz"/>
          <w:sz w:val="72"/>
          <w:szCs w:val="72"/>
        </w:rPr>
        <w:t xml:space="preserve"> c  c c c c c c c c c c c c c c c</w:t>
      </w:r>
    </w:p>
    <w:p w:rsidR="0083167C" w:rsidRPr="004B70CE" w:rsidRDefault="0083167C" w:rsidP="00A40B32">
      <w:pPr>
        <w:rPr>
          <w:rFonts w:ascii="Nurhan Uz" w:hAnsi="Nurhan Uz"/>
          <w:sz w:val="72"/>
          <w:szCs w:val="72"/>
        </w:rPr>
      </w:pPr>
      <w:r>
        <w:rPr>
          <w:noProof/>
          <w:lang w:eastAsia="tr-TR"/>
        </w:rPr>
        <w:pict>
          <v:shape id="Resim 358" o:spid="_x0000_s1073" type="#_x0000_t75" alt="çiçek" style="position:absolute;margin-left:-53.2pt;margin-top:3.2pt;width:8.45pt;height:9pt;z-index:251663872;visibility:visible">
            <v:imagedata r:id="rId6" o:title=""/>
          </v:shape>
        </w:pict>
      </w:r>
      <w:r>
        <w:rPr>
          <w:noProof/>
          <w:lang w:eastAsia="tr-TR"/>
        </w:rPr>
        <w:pict>
          <v:group id="_x0000_s1074" style="position:absolute;margin-left:2.95pt;margin-top:14.2pt;width:540pt;height:36pt;z-index:251650560" coordorigin="567,14787" coordsize="10800,720">
            <v:group id="_x0000_s1075" style="position:absolute;left:567;top:14787;width:10800;height:720" coordorigin="567,14787" coordsize="10800,720">
              <v:rect id="_x0000_s1076" style="position:absolute;left:567;top:15286;width:10800;height:221" filled="f" fillcolor="black" strokecolor="#3cc" strokeweight=".62pt">
                <v:stroke dashstyle="1 1" endcap="round"/>
                <v:path arrowok="t"/>
              </v:rect>
              <v:rect id="_x0000_s1077" style="position:absolute;left:567;top:15009;width:10800;height:277" filled="f" fillcolor="black" strokecolor="red" strokeweight=".62pt">
                <v:stroke dashstyle="1 1" endcap="round"/>
                <v:path arrowok="t"/>
              </v:rect>
              <v:rect id="_x0000_s1078" style="position:absolute;left:567;top:14787;width:10800;height:222" filled="f" fillcolor="black" strokecolor="#3cc" strokeweight=".62pt">
                <v:stroke dashstyle="1 1" endcap="round"/>
                <v:path arrowok="t"/>
              </v:rect>
            </v:group>
            <v:group id="_x0000_s1079" style="position:absolute;left:567;top:14787;width:10800;height:720" coordorigin="567,14787" coordsize="10800,720">
              <v:shape id="_x0000_s1080" style="position:absolute;left:56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81" style="position:absolute;left:110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82" style="position:absolute;left:83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83" style="position:absolute;left:137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84" style="position:absolute;left:1642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85" style="position:absolute;left:191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86" style="position:absolute;left:218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87" style="position:absolute;left:2448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88" style="position:absolute;left:272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89" style="position:absolute;left:298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90" style="position:absolute;left:325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91" style="position:absolute;left:352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92" style="position:absolute;left:3792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93" style="position:absolute;left:406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94" style="position:absolute;left:433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95" style="position:absolute;left:459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96" style="position:absolute;left:486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97" style="position:absolute;left:513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98" style="position:absolute;left:540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099" style="position:absolute;left:5674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00" style="position:absolute;left:5942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01" style="position:absolute;left:621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02" style="position:absolute;left:648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03" style="position:absolute;left:674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04" style="position:absolute;left:701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05" style="position:absolute;left:728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06" style="position:absolute;left:755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07" style="position:absolute;left:7824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08" style="position:absolute;left:809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09" style="position:absolute;left:836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10" style="position:absolute;left:863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11" style="position:absolute;left:889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12" style="position:absolute;left:9168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13" style="position:absolute;left:943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14" style="position:absolute;left:970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15" style="position:absolute;left:9974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16" style="position:absolute;left:1024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17" style="position:absolute;left:1051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18" style="position:absolute;left:1078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19" style="position:absolute;left:1104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</v:group>
          </v:group>
        </w:pict>
      </w:r>
      <w:r>
        <w:rPr>
          <w:rFonts w:ascii="Nurhan Uz" w:hAnsi="Nurhan Uz"/>
          <w:sz w:val="72"/>
          <w:szCs w:val="72"/>
        </w:rPr>
        <w:t xml:space="preserve">c c c c c c c c c c c c c c c c c </w:t>
      </w:r>
    </w:p>
    <w:p w:rsidR="0083167C" w:rsidRPr="00C4299D" w:rsidRDefault="0083167C" w:rsidP="00A40B32">
      <w:pPr>
        <w:rPr>
          <w:rFonts w:ascii="Nurhan Uz" w:hAnsi="Nurhan Uz"/>
          <w:sz w:val="72"/>
          <w:szCs w:val="72"/>
        </w:rPr>
      </w:pPr>
      <w:r>
        <w:rPr>
          <w:noProof/>
          <w:lang w:eastAsia="tr-TR"/>
        </w:rPr>
        <w:pict>
          <v:group id="_x0000_s1120" style="position:absolute;margin-left:2.95pt;margin-top:14.2pt;width:540pt;height:36pt;z-index:251651584" coordorigin="567,14787" coordsize="10800,720">
            <v:group id="_x0000_s1121" style="position:absolute;left:567;top:14787;width:10800;height:720" coordorigin="567,14787" coordsize="10800,720">
              <v:rect id="_x0000_s1122" style="position:absolute;left:567;top:15286;width:10800;height:221" filled="f" fillcolor="black" strokecolor="#3cc" strokeweight=".62pt">
                <v:stroke dashstyle="1 1" endcap="round"/>
                <v:path arrowok="t"/>
              </v:rect>
              <v:rect id="_x0000_s1123" style="position:absolute;left:567;top:15009;width:10800;height:277" filled="f" fillcolor="black" strokecolor="red" strokeweight=".62pt">
                <v:stroke dashstyle="1 1" endcap="round"/>
                <v:path arrowok="t"/>
              </v:rect>
              <v:rect id="_x0000_s1124" style="position:absolute;left:567;top:14787;width:10800;height:222" filled="f" fillcolor="black" strokecolor="#3cc" strokeweight=".62pt">
                <v:stroke dashstyle="1 1" endcap="round"/>
                <v:path arrowok="t"/>
              </v:rect>
            </v:group>
            <v:group id="_x0000_s1125" style="position:absolute;left:567;top:14787;width:10800;height:720" coordorigin="567,14787" coordsize="10800,720">
              <v:shape id="_x0000_s1126" style="position:absolute;left:56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27" style="position:absolute;left:110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28" style="position:absolute;left:83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29" style="position:absolute;left:137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30" style="position:absolute;left:1642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31" style="position:absolute;left:191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32" style="position:absolute;left:218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33" style="position:absolute;left:2448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34" style="position:absolute;left:272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35" style="position:absolute;left:298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36" style="position:absolute;left:325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37" style="position:absolute;left:352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38" style="position:absolute;left:3792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39" style="position:absolute;left:406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40" style="position:absolute;left:433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41" style="position:absolute;left:459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42" style="position:absolute;left:486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43" style="position:absolute;left:513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44" style="position:absolute;left:540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45" style="position:absolute;left:5674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46" style="position:absolute;left:5942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47" style="position:absolute;left:621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48" style="position:absolute;left:648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49" style="position:absolute;left:674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50" style="position:absolute;left:701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51" style="position:absolute;left:728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52" style="position:absolute;left:755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53" style="position:absolute;left:7824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54" style="position:absolute;left:809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55" style="position:absolute;left:836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56" style="position:absolute;left:863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57" style="position:absolute;left:889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58" style="position:absolute;left:9168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59" style="position:absolute;left:943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60" style="position:absolute;left:970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61" style="position:absolute;left:9974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62" style="position:absolute;left:1024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63" style="position:absolute;left:1051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64" style="position:absolute;left:1078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65" style="position:absolute;left:1104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</v:group>
          </v:group>
        </w:pict>
      </w:r>
      <w:r>
        <w:rPr>
          <w:rFonts w:ascii="Nurhan Uz" w:hAnsi="Nurhan Uz"/>
          <w:sz w:val="72"/>
          <w:szCs w:val="72"/>
        </w:rPr>
        <w:t xml:space="preserve"> C c c c c c c c c c c c c c c c c</w:t>
      </w:r>
    </w:p>
    <w:p w:rsidR="0083167C" w:rsidRPr="004B70CE" w:rsidRDefault="0083167C" w:rsidP="0087108F">
      <w:pPr>
        <w:ind w:left="-120"/>
        <w:rPr>
          <w:rFonts w:ascii="Nurhan Uz" w:hAnsi="Nurhan Uz"/>
          <w:sz w:val="72"/>
          <w:szCs w:val="72"/>
        </w:rPr>
      </w:pPr>
      <w:r>
        <w:rPr>
          <w:noProof/>
          <w:lang w:eastAsia="tr-TR"/>
        </w:rPr>
        <w:pict>
          <v:group id="_x0000_s1166" style="position:absolute;left:0;text-align:left;margin-left:-.9pt;margin-top:15.6pt;width:543.85pt;height:36pt;z-index:251656704" coordorigin="567,14787" coordsize="10800,720">
            <v:group id="_x0000_s1167" style="position:absolute;left:567;top:14787;width:10800;height:720" coordorigin="567,14787" coordsize="10800,720">
              <v:rect id="_x0000_s1168" style="position:absolute;left:567;top:15286;width:10800;height:221" filled="f" fillcolor="black" strokecolor="#3cc" strokeweight=".62pt">
                <v:stroke dashstyle="1 1" endcap="round"/>
                <v:path arrowok="t"/>
              </v:rect>
              <v:rect id="_x0000_s1169" style="position:absolute;left:567;top:15009;width:10800;height:277" filled="f" fillcolor="black" strokecolor="red" strokeweight=".62pt">
                <v:stroke dashstyle="1 1" endcap="round"/>
                <v:path arrowok="t"/>
              </v:rect>
              <v:rect id="_x0000_s1170" style="position:absolute;left:567;top:14787;width:10800;height:222" filled="f" fillcolor="black" strokecolor="#3cc" strokeweight=".62pt">
                <v:stroke dashstyle="1 1" endcap="round"/>
                <v:path arrowok="t"/>
              </v:rect>
            </v:group>
            <v:group id="_x0000_s1171" style="position:absolute;left:567;top:14787;width:10800;height:720" coordorigin="567,14787" coordsize="10800,720">
              <v:shape id="_x0000_s1172" style="position:absolute;left:56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73" style="position:absolute;left:110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74" style="position:absolute;left:83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75" style="position:absolute;left:137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76" style="position:absolute;left:1642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77" style="position:absolute;left:191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78" style="position:absolute;left:218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79" style="position:absolute;left:2448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80" style="position:absolute;left:272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81" style="position:absolute;left:298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82" style="position:absolute;left:325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83" style="position:absolute;left:352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84" style="position:absolute;left:3792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85" style="position:absolute;left:406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86" style="position:absolute;left:433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87" style="position:absolute;left:459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88" style="position:absolute;left:486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89" style="position:absolute;left:513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90" style="position:absolute;left:540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91" style="position:absolute;left:5674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92" style="position:absolute;left:5942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93" style="position:absolute;left:621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94" style="position:absolute;left:648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95" style="position:absolute;left:674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96" style="position:absolute;left:701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97" style="position:absolute;left:728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98" style="position:absolute;left:755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199" style="position:absolute;left:7824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00" style="position:absolute;left:809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01" style="position:absolute;left:836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02" style="position:absolute;left:863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03" style="position:absolute;left:889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04" style="position:absolute;left:9168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05" style="position:absolute;left:943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06" style="position:absolute;left:970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07" style="position:absolute;left:9974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08" style="position:absolute;left:1024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09" style="position:absolute;left:1051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10" style="position:absolute;left:1078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11" style="position:absolute;left:1104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</v:group>
          </v:group>
        </w:pict>
      </w:r>
      <w:r>
        <w:rPr>
          <w:rFonts w:ascii="Nurhan Uz" w:hAnsi="Nurhan Uz"/>
          <w:sz w:val="72"/>
          <w:szCs w:val="72"/>
        </w:rPr>
        <w:t xml:space="preserve"> C c c c c c c c c c c c c c c c c </w:t>
      </w:r>
    </w:p>
    <w:p w:rsidR="0083167C" w:rsidRPr="004B70CE" w:rsidRDefault="0083167C" w:rsidP="00A40B32">
      <w:pPr>
        <w:rPr>
          <w:rFonts w:ascii="Nurhan Uz" w:hAnsi="Nurhan Uz"/>
          <w:sz w:val="72"/>
          <w:szCs w:val="72"/>
        </w:rPr>
      </w:pPr>
      <w:r>
        <w:rPr>
          <w:noProof/>
          <w:lang w:eastAsia="tr-TR"/>
        </w:rPr>
        <w:pict>
          <v:group id="_x0000_s1212" style="position:absolute;margin-left:2.95pt;margin-top:14.2pt;width:540pt;height:36pt;z-index:251652608" coordorigin="567,14787" coordsize="10800,720">
            <v:group id="_x0000_s1213" style="position:absolute;left:567;top:14787;width:10800;height:720" coordorigin="567,14787" coordsize="10800,720">
              <v:rect id="_x0000_s1214" style="position:absolute;left:567;top:15286;width:10800;height:221" filled="f" fillcolor="black" strokecolor="#3cc" strokeweight=".62pt">
                <v:stroke dashstyle="1 1" endcap="round"/>
                <v:path arrowok="t"/>
              </v:rect>
              <v:rect id="_x0000_s1215" style="position:absolute;left:567;top:15009;width:10800;height:277" filled="f" fillcolor="black" strokecolor="red" strokeweight=".62pt">
                <v:stroke dashstyle="1 1" endcap="round"/>
                <v:path arrowok="t"/>
              </v:rect>
              <v:rect id="_x0000_s1216" style="position:absolute;left:567;top:14787;width:10800;height:222" filled="f" fillcolor="black" strokecolor="#3cc" strokeweight=".62pt">
                <v:stroke dashstyle="1 1" endcap="round"/>
                <v:path arrowok="t"/>
              </v:rect>
            </v:group>
            <v:group id="_x0000_s1217" style="position:absolute;left:567;top:14787;width:10800;height:720" coordorigin="567,14787" coordsize="10800,720">
              <v:shape id="_x0000_s1218" style="position:absolute;left:56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19" style="position:absolute;left:110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20" style="position:absolute;left:83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21" style="position:absolute;left:137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22" style="position:absolute;left:1642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23" style="position:absolute;left:191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24" style="position:absolute;left:218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25" style="position:absolute;left:2448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26" style="position:absolute;left:272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27" style="position:absolute;left:298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28" style="position:absolute;left:325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29" style="position:absolute;left:352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30" style="position:absolute;left:3792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31" style="position:absolute;left:406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32" style="position:absolute;left:433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33" style="position:absolute;left:459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34" style="position:absolute;left:486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35" style="position:absolute;left:513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36" style="position:absolute;left:540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37" style="position:absolute;left:5674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38" style="position:absolute;left:5942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39" style="position:absolute;left:621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40" style="position:absolute;left:648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41" style="position:absolute;left:674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42" style="position:absolute;left:701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43" style="position:absolute;left:728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44" style="position:absolute;left:755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45" style="position:absolute;left:7824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46" style="position:absolute;left:809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47" style="position:absolute;left:836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48" style="position:absolute;left:863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49" style="position:absolute;left:889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50" style="position:absolute;left:9168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51" style="position:absolute;left:943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52" style="position:absolute;left:970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53" style="position:absolute;left:9974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54" style="position:absolute;left:1024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55" style="position:absolute;left:1051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56" style="position:absolute;left:1078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57" style="position:absolute;left:1104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</v:group>
          </v:group>
        </w:pict>
      </w:r>
      <w:r>
        <w:rPr>
          <w:rFonts w:ascii="Nurhan Uz" w:hAnsi="Nurhan Uz"/>
          <w:sz w:val="72"/>
          <w:szCs w:val="72"/>
        </w:rPr>
        <w:t xml:space="preserve"> C c c c c c c c c c c c c c c c c</w:t>
      </w:r>
    </w:p>
    <w:p w:rsidR="0083167C" w:rsidRPr="00C4299D" w:rsidRDefault="0083167C" w:rsidP="00AD6CCD">
      <w:pPr>
        <w:rPr>
          <w:rFonts w:ascii="Nurhan Uz" w:hAnsi="Nurhan Uz"/>
          <w:sz w:val="72"/>
          <w:szCs w:val="72"/>
        </w:rPr>
      </w:pPr>
      <w:r>
        <w:rPr>
          <w:noProof/>
          <w:lang w:eastAsia="tr-TR"/>
        </w:rPr>
        <w:pict>
          <v:group id="_x0000_s1258" style="position:absolute;margin-left:2.95pt;margin-top:14.2pt;width:540pt;height:36pt;z-index:251657728" coordorigin="567,14787" coordsize="10800,720">
            <v:group id="_x0000_s1259" style="position:absolute;left:567;top:14787;width:10800;height:720" coordorigin="567,14787" coordsize="10800,720">
              <v:rect id="_x0000_s1260" style="position:absolute;left:567;top:15286;width:10800;height:221" filled="f" fillcolor="black" strokecolor="#3cc" strokeweight=".62pt">
                <v:stroke dashstyle="1 1" endcap="round"/>
                <v:path arrowok="t"/>
              </v:rect>
              <v:rect id="_x0000_s1261" style="position:absolute;left:567;top:15009;width:10800;height:277" filled="f" fillcolor="black" strokecolor="red" strokeweight=".62pt">
                <v:stroke dashstyle="1 1" endcap="round"/>
                <v:path arrowok="t"/>
              </v:rect>
              <v:rect id="_x0000_s1262" style="position:absolute;left:567;top:14787;width:10800;height:222" filled="f" fillcolor="black" strokecolor="#3cc" strokeweight=".62pt">
                <v:stroke dashstyle="1 1" endcap="round"/>
                <v:path arrowok="t"/>
              </v:rect>
            </v:group>
            <v:group id="_x0000_s1263" style="position:absolute;left:567;top:14787;width:10800;height:720" coordorigin="567,14787" coordsize="10800,720">
              <v:shape id="_x0000_s1264" style="position:absolute;left:56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65" style="position:absolute;left:110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66" style="position:absolute;left:83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67" style="position:absolute;left:137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68" style="position:absolute;left:1642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69" style="position:absolute;left:191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70" style="position:absolute;left:218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71" style="position:absolute;left:2448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72" style="position:absolute;left:272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73" style="position:absolute;left:298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74" style="position:absolute;left:325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75" style="position:absolute;left:352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76" style="position:absolute;left:3792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77" style="position:absolute;left:406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78" style="position:absolute;left:433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79" style="position:absolute;left:459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80" style="position:absolute;left:486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81" style="position:absolute;left:513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82" style="position:absolute;left:540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83" style="position:absolute;left:5674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84" style="position:absolute;left:5942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85" style="position:absolute;left:621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86" style="position:absolute;left:648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87" style="position:absolute;left:674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88" style="position:absolute;left:701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89" style="position:absolute;left:728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90" style="position:absolute;left:755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91" style="position:absolute;left:7824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92" style="position:absolute;left:809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93" style="position:absolute;left:836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94" style="position:absolute;left:863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95" style="position:absolute;left:889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96" style="position:absolute;left:9168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97" style="position:absolute;left:943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98" style="position:absolute;left:970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299" style="position:absolute;left:9974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00" style="position:absolute;left:1024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01" style="position:absolute;left:1051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02" style="position:absolute;left:1078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03" style="position:absolute;left:1104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</v:group>
          </v:group>
        </w:pict>
      </w:r>
      <w:r>
        <w:rPr>
          <w:rFonts w:ascii="Nurhan Uz" w:hAnsi="Nurhan Uz"/>
          <w:sz w:val="72"/>
          <w:szCs w:val="72"/>
        </w:rPr>
        <w:t xml:space="preserve"> C C C C C C C C C C C C C C </w:t>
      </w:r>
    </w:p>
    <w:p w:rsidR="0083167C" w:rsidRPr="004B70CE" w:rsidRDefault="0083167C" w:rsidP="00A40B32">
      <w:pPr>
        <w:rPr>
          <w:rFonts w:ascii="Nurhan Uz" w:hAnsi="Nurhan Uz"/>
          <w:sz w:val="72"/>
          <w:szCs w:val="72"/>
        </w:rPr>
      </w:pPr>
      <w:r>
        <w:rPr>
          <w:noProof/>
          <w:lang w:eastAsia="tr-TR"/>
        </w:rPr>
        <w:pict>
          <v:group id="_x0000_s1304" style="position:absolute;margin-left:2.95pt;margin-top:14.2pt;width:540pt;height:36pt;z-index:251653632" coordorigin="567,14787" coordsize="10800,720">
            <v:group id="_x0000_s1305" style="position:absolute;left:567;top:14787;width:10800;height:720" coordorigin="567,14787" coordsize="10800,720">
              <v:rect id="_x0000_s1306" style="position:absolute;left:567;top:15286;width:10800;height:221" filled="f" fillcolor="black" strokecolor="#3cc" strokeweight=".62pt">
                <v:stroke dashstyle="1 1" endcap="round"/>
                <v:path arrowok="t"/>
              </v:rect>
              <v:rect id="_x0000_s1307" style="position:absolute;left:567;top:15009;width:10800;height:277" filled="f" fillcolor="black" strokecolor="red" strokeweight=".62pt">
                <v:stroke dashstyle="1 1" endcap="round"/>
                <v:path arrowok="t"/>
              </v:rect>
              <v:rect id="_x0000_s1308" style="position:absolute;left:567;top:14787;width:10800;height:222" filled="f" fillcolor="black" strokecolor="#3cc" strokeweight=".62pt">
                <v:stroke dashstyle="1 1" endcap="round"/>
                <v:path arrowok="t"/>
              </v:rect>
            </v:group>
            <v:group id="_x0000_s1309" style="position:absolute;left:567;top:14787;width:10800;height:720" coordorigin="567,14787" coordsize="10800,720">
              <v:shape id="_x0000_s1310" style="position:absolute;left:56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11" style="position:absolute;left:110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12" style="position:absolute;left:83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13" style="position:absolute;left:137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14" style="position:absolute;left:1642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15" style="position:absolute;left:191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16" style="position:absolute;left:218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17" style="position:absolute;left:2448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18" style="position:absolute;left:272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19" style="position:absolute;left:298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20" style="position:absolute;left:325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21" style="position:absolute;left:352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22" style="position:absolute;left:3792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23" style="position:absolute;left:406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24" style="position:absolute;left:433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25" style="position:absolute;left:459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26" style="position:absolute;left:486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27" style="position:absolute;left:513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28" style="position:absolute;left:540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29" style="position:absolute;left:5674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30" style="position:absolute;left:5942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31" style="position:absolute;left:621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32" style="position:absolute;left:648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33" style="position:absolute;left:674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34" style="position:absolute;left:701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35" style="position:absolute;left:728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36" style="position:absolute;left:755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37" style="position:absolute;left:7824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38" style="position:absolute;left:809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39" style="position:absolute;left:836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40" style="position:absolute;left:863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41" style="position:absolute;left:889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42" style="position:absolute;left:9168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43" style="position:absolute;left:943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44" style="position:absolute;left:970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45" style="position:absolute;left:9974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46" style="position:absolute;left:1024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47" style="position:absolute;left:1051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48" style="position:absolute;left:1078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49" style="position:absolute;left:1104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</v:group>
          </v:group>
        </w:pict>
      </w:r>
      <w:r>
        <w:rPr>
          <w:rFonts w:ascii="Nurhan Uz" w:hAnsi="Nurhan Uz"/>
          <w:sz w:val="72"/>
          <w:szCs w:val="72"/>
        </w:rPr>
        <w:t>C C C C C C C C C C C C C C C</w:t>
      </w:r>
    </w:p>
    <w:p w:rsidR="0083167C" w:rsidRPr="00A978D8" w:rsidRDefault="0083167C" w:rsidP="00A40B32">
      <w:pPr>
        <w:rPr>
          <w:rFonts w:ascii="Nurhan Uz" w:hAnsi="Nurhan Uz"/>
          <w:sz w:val="72"/>
          <w:szCs w:val="72"/>
        </w:rPr>
      </w:pPr>
      <w:r>
        <w:rPr>
          <w:noProof/>
          <w:lang w:eastAsia="tr-TR"/>
        </w:rPr>
        <w:pict>
          <v:group id="_x0000_s1350" style="position:absolute;margin-left:2.95pt;margin-top:14.2pt;width:540pt;height:36pt;z-index:251654656" coordorigin="567,14787" coordsize="10800,720">
            <v:group id="_x0000_s1351" style="position:absolute;left:567;top:14787;width:10800;height:720" coordorigin="567,14787" coordsize="10800,720">
              <v:rect id="_x0000_s1352" style="position:absolute;left:567;top:15286;width:10800;height:221" filled="f" fillcolor="black" strokecolor="#3cc" strokeweight=".62pt">
                <v:stroke dashstyle="1 1" endcap="round"/>
                <v:path arrowok="t"/>
              </v:rect>
              <v:rect id="_x0000_s1353" style="position:absolute;left:567;top:15009;width:10800;height:277" filled="f" fillcolor="black" strokecolor="red" strokeweight=".62pt">
                <v:stroke dashstyle="1 1" endcap="round"/>
                <v:path arrowok="t"/>
              </v:rect>
              <v:rect id="_x0000_s1354" style="position:absolute;left:567;top:14787;width:10800;height:222" filled="f" fillcolor="black" strokecolor="#3cc" strokeweight=".62pt">
                <v:stroke dashstyle="1 1" endcap="round"/>
                <v:path arrowok="t"/>
              </v:rect>
            </v:group>
            <v:group id="_x0000_s1355" style="position:absolute;left:567;top:14787;width:10800;height:720" coordorigin="567,14787" coordsize="10800,720">
              <v:shape id="_x0000_s1356" style="position:absolute;left:56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57" style="position:absolute;left:110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58" style="position:absolute;left:83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59" style="position:absolute;left:137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60" style="position:absolute;left:1642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61" style="position:absolute;left:191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62" style="position:absolute;left:218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63" style="position:absolute;left:2448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64" style="position:absolute;left:272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65" style="position:absolute;left:298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66" style="position:absolute;left:325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67" style="position:absolute;left:352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68" style="position:absolute;left:3792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69" style="position:absolute;left:406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70" style="position:absolute;left:433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71" style="position:absolute;left:459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72" style="position:absolute;left:486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73" style="position:absolute;left:513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74" style="position:absolute;left:540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75" style="position:absolute;left:5674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76" style="position:absolute;left:5942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77" style="position:absolute;left:621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78" style="position:absolute;left:648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79" style="position:absolute;left:674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80" style="position:absolute;left:701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81" style="position:absolute;left:728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82" style="position:absolute;left:755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83" style="position:absolute;left:7824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84" style="position:absolute;left:809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85" style="position:absolute;left:836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86" style="position:absolute;left:863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87" style="position:absolute;left:889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88" style="position:absolute;left:9168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89" style="position:absolute;left:943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90" style="position:absolute;left:970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91" style="position:absolute;left:9974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92" style="position:absolute;left:1024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93" style="position:absolute;left:1051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94" style="position:absolute;left:1078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395" style="position:absolute;left:1104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</v:group>
          </v:group>
        </w:pict>
      </w:r>
      <w:r>
        <w:rPr>
          <w:rFonts w:ascii="Nurhan Uz" w:hAnsi="Nurhan Uz"/>
          <w:sz w:val="72"/>
          <w:szCs w:val="72"/>
        </w:rPr>
        <w:t>C C C C C C C C C C C C C C C</w:t>
      </w:r>
    </w:p>
    <w:p w:rsidR="0083167C" w:rsidRDefault="0083167C" w:rsidP="00A40B32">
      <w:pPr>
        <w:rPr>
          <w:rFonts w:ascii="Nurhan Uz" w:hAnsi="Nurhan Uz"/>
          <w:sz w:val="72"/>
          <w:szCs w:val="72"/>
        </w:rPr>
      </w:pPr>
      <w:r>
        <w:rPr>
          <w:noProof/>
          <w:lang w:eastAsia="tr-TR"/>
        </w:rPr>
        <w:pict>
          <v:group id="_x0000_s1396" style="position:absolute;margin-left:2.95pt;margin-top:14.2pt;width:540pt;height:36pt;z-index:251655680" coordorigin="567,14787" coordsize="10800,720">
            <v:group id="_x0000_s1397" style="position:absolute;left:567;top:14787;width:10800;height:720" coordorigin="567,14787" coordsize="10800,720">
              <v:rect id="_x0000_s1398" style="position:absolute;left:567;top:15286;width:10800;height:221" filled="f" fillcolor="black" strokecolor="#3cc" strokeweight=".62pt">
                <v:stroke dashstyle="1 1" endcap="round"/>
                <v:path arrowok="t"/>
              </v:rect>
              <v:rect id="_x0000_s1399" style="position:absolute;left:567;top:15009;width:10800;height:277" filled="f" fillcolor="black" strokecolor="red" strokeweight=".62pt">
                <v:stroke dashstyle="1 1" endcap="round"/>
                <v:path arrowok="t"/>
              </v:rect>
              <v:rect id="_x0000_s1400" style="position:absolute;left:567;top:14787;width:10800;height:222" filled="f" fillcolor="black" strokecolor="#3cc" strokeweight=".62pt">
                <v:stroke dashstyle="1 1" endcap="round"/>
                <v:path arrowok="t"/>
              </v:rect>
            </v:group>
            <v:group id="_x0000_s1401" style="position:absolute;left:567;top:14787;width:10800;height:720" coordorigin="567,14787" coordsize="10800,720">
              <v:shape id="_x0000_s1402" style="position:absolute;left:56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03" style="position:absolute;left:110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04" style="position:absolute;left:83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05" style="position:absolute;left:137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06" style="position:absolute;left:1642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07" style="position:absolute;left:191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08" style="position:absolute;left:218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09" style="position:absolute;left:2448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10" style="position:absolute;left:272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11" style="position:absolute;left:298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12" style="position:absolute;left:325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13" style="position:absolute;left:352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14" style="position:absolute;left:3792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15" style="position:absolute;left:406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16" style="position:absolute;left:433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17" style="position:absolute;left:459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18" style="position:absolute;left:486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19" style="position:absolute;left:513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20" style="position:absolute;left:540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21" style="position:absolute;left:5674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22" style="position:absolute;left:5942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23" style="position:absolute;left:621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24" style="position:absolute;left:648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25" style="position:absolute;left:674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26" style="position:absolute;left:701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27" style="position:absolute;left:728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28" style="position:absolute;left:755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29" style="position:absolute;left:7824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30" style="position:absolute;left:809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31" style="position:absolute;left:836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32" style="position:absolute;left:863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33" style="position:absolute;left:889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34" style="position:absolute;left:9168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35" style="position:absolute;left:943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36" style="position:absolute;left:970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37" style="position:absolute;left:9974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38" style="position:absolute;left:1024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39" style="position:absolute;left:1051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40" style="position:absolute;left:1078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41" style="position:absolute;left:1104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</v:group>
          </v:group>
        </w:pict>
      </w:r>
      <w:r>
        <w:rPr>
          <w:rFonts w:ascii="Nurhan Uz" w:hAnsi="Nurhan Uz"/>
          <w:sz w:val="72"/>
          <w:szCs w:val="72"/>
        </w:rPr>
        <w:t xml:space="preserve">C C C C C C C C C C C C C C C </w:t>
      </w:r>
    </w:p>
    <w:p w:rsidR="0083167C" w:rsidRPr="00E40A0D" w:rsidRDefault="0083167C" w:rsidP="0087108F">
      <w:pPr>
        <w:rPr>
          <w:rFonts w:ascii="Nurhan Uz" w:hAnsi="Nurhan Uz"/>
          <w:sz w:val="72"/>
          <w:szCs w:val="72"/>
        </w:rPr>
      </w:pPr>
      <w:r>
        <w:rPr>
          <w:noProof/>
          <w:lang w:eastAsia="tr-TR"/>
        </w:rPr>
        <w:pict>
          <v:group id="_x0000_s1442" style="position:absolute;margin-left:0;margin-top:14.05pt;width:540pt;height:36pt;z-index:251658752" coordorigin="567,14787" coordsize="10800,720">
            <v:group id="_x0000_s1443" style="position:absolute;left:567;top:14787;width:10800;height:720" coordorigin="567,14787" coordsize="10800,720">
              <v:rect id="_x0000_s1444" style="position:absolute;left:567;top:15286;width:10800;height:221" filled="f" fillcolor="black" strokecolor="#3cc" strokeweight=".62pt">
                <v:stroke dashstyle="1 1" endcap="round"/>
                <v:path arrowok="t"/>
              </v:rect>
              <v:rect id="_x0000_s1445" style="position:absolute;left:567;top:15009;width:10800;height:277" filled="f" fillcolor="black" strokecolor="red" strokeweight=".62pt">
                <v:stroke dashstyle="1 1" endcap="round"/>
                <v:path arrowok="t"/>
              </v:rect>
              <v:rect id="_x0000_s1446" style="position:absolute;left:567;top:14787;width:10800;height:222" filled="f" fillcolor="black" strokecolor="#3cc" strokeweight=".62pt">
                <v:stroke dashstyle="1 1" endcap="round"/>
                <v:path arrowok="t"/>
              </v:rect>
            </v:group>
            <v:group id="_x0000_s1447" style="position:absolute;left:567;top:14787;width:10800;height:720" coordorigin="567,14787" coordsize="10800,720">
              <v:shape id="_x0000_s1448" style="position:absolute;left:56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49" style="position:absolute;left:110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50" style="position:absolute;left:83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51" style="position:absolute;left:137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52" style="position:absolute;left:1642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53" style="position:absolute;left:191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54" style="position:absolute;left:218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55" style="position:absolute;left:2448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56" style="position:absolute;left:272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57" style="position:absolute;left:298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58" style="position:absolute;left:325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59" style="position:absolute;left:352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60" style="position:absolute;left:3792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61" style="position:absolute;left:406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62" style="position:absolute;left:433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63" style="position:absolute;left:459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64" style="position:absolute;left:486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65" style="position:absolute;left:513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66" style="position:absolute;left:540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67" style="position:absolute;left:5674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68" style="position:absolute;left:5942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69" style="position:absolute;left:621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70" style="position:absolute;left:648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71" style="position:absolute;left:674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72" style="position:absolute;left:701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73" style="position:absolute;left:728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74" style="position:absolute;left:755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75" style="position:absolute;left:7824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76" style="position:absolute;left:809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77" style="position:absolute;left:836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78" style="position:absolute;left:863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79" style="position:absolute;left:889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80" style="position:absolute;left:9168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81" style="position:absolute;left:943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82" style="position:absolute;left:970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83" style="position:absolute;left:9974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84" style="position:absolute;left:1024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85" style="position:absolute;left:1051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86" style="position:absolute;left:1078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87" style="position:absolute;left:1104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</v:group>
          </v:group>
        </w:pict>
      </w:r>
      <w:r>
        <w:rPr>
          <w:rFonts w:ascii="Nurhan Uz" w:hAnsi="Nurhan Uz"/>
          <w:sz w:val="72"/>
          <w:szCs w:val="72"/>
        </w:rPr>
        <w:t>C C C C C C C C C C C C C C C</w:t>
      </w:r>
    </w:p>
    <w:p w:rsidR="0083167C" w:rsidRDefault="0083167C" w:rsidP="0087108F">
      <w:pPr>
        <w:rPr>
          <w:rFonts w:ascii="Nurhan Uz" w:hAnsi="Nurhan Uz"/>
          <w:sz w:val="72"/>
          <w:szCs w:val="72"/>
        </w:rPr>
      </w:pPr>
      <w:r>
        <w:rPr>
          <w:noProof/>
          <w:lang w:eastAsia="tr-TR"/>
        </w:rPr>
        <w:pict>
          <v:group id="_x0000_s1488" style="position:absolute;margin-left:0;margin-top:16.45pt;width:540pt;height:36pt;z-index:251659776" coordorigin="567,14787" coordsize="10800,720">
            <v:group id="_x0000_s1489" style="position:absolute;left:567;top:14787;width:10800;height:720" coordorigin="567,14787" coordsize="10800,720">
              <v:rect id="_x0000_s1490" style="position:absolute;left:567;top:15286;width:10800;height:221" filled="f" fillcolor="black" strokecolor="#3cc" strokeweight=".62pt">
                <v:stroke dashstyle="1 1" endcap="round"/>
                <v:path arrowok="t"/>
              </v:rect>
              <v:rect id="_x0000_s1491" style="position:absolute;left:567;top:15009;width:10800;height:277" filled="f" fillcolor="black" strokecolor="red" strokeweight=".62pt">
                <v:stroke dashstyle="1 1" endcap="round"/>
                <v:path arrowok="t"/>
              </v:rect>
              <v:rect id="_x0000_s1492" style="position:absolute;left:567;top:14787;width:10800;height:222" filled="f" fillcolor="black" strokecolor="#3cc" strokeweight=".62pt">
                <v:stroke dashstyle="1 1" endcap="round"/>
                <v:path arrowok="t"/>
              </v:rect>
            </v:group>
            <v:group id="_x0000_s1493" style="position:absolute;left:567;top:14787;width:10800;height:720" coordorigin="567,14787" coordsize="10800,720">
              <v:shape id="_x0000_s1494" style="position:absolute;left:56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95" style="position:absolute;left:110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96" style="position:absolute;left:83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97" style="position:absolute;left:137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98" style="position:absolute;left:1642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499" style="position:absolute;left:191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00" style="position:absolute;left:218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01" style="position:absolute;left:2448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02" style="position:absolute;left:272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03" style="position:absolute;left:298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04" style="position:absolute;left:325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05" style="position:absolute;left:352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06" style="position:absolute;left:3792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07" style="position:absolute;left:406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08" style="position:absolute;left:433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09" style="position:absolute;left:459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10" style="position:absolute;left:486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11" style="position:absolute;left:513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12" style="position:absolute;left:540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13" style="position:absolute;left:5674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14" style="position:absolute;left:5942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15" style="position:absolute;left:621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16" style="position:absolute;left:648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17" style="position:absolute;left:674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18" style="position:absolute;left:701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19" style="position:absolute;left:728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20" style="position:absolute;left:755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21" style="position:absolute;left:7824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22" style="position:absolute;left:809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23" style="position:absolute;left:836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24" style="position:absolute;left:863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25" style="position:absolute;left:889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26" style="position:absolute;left:9168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27" style="position:absolute;left:943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28" style="position:absolute;left:970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29" style="position:absolute;left:9974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30" style="position:absolute;left:1024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31" style="position:absolute;left:1051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32" style="position:absolute;left:1078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33" style="position:absolute;left:1104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</v:group>
          </v:group>
        </w:pict>
      </w:r>
      <w:r>
        <w:rPr>
          <w:rFonts w:ascii="Nurhan Uz" w:hAnsi="Nurhan Uz"/>
          <w:sz w:val="72"/>
          <w:szCs w:val="72"/>
        </w:rPr>
        <w:t xml:space="preserve"> Cc cc cc cc cc cc cc cc cc cc cc</w:t>
      </w:r>
    </w:p>
    <w:p w:rsidR="0083167C" w:rsidRPr="00E40A0D" w:rsidRDefault="0083167C" w:rsidP="0087108F">
      <w:pPr>
        <w:rPr>
          <w:rFonts w:ascii="Nurhan Uz" w:hAnsi="Nurhan Uz"/>
          <w:sz w:val="72"/>
          <w:szCs w:val="72"/>
        </w:rPr>
      </w:pPr>
      <w:r>
        <w:rPr>
          <w:noProof/>
          <w:lang w:eastAsia="tr-TR"/>
        </w:rPr>
        <w:pict>
          <v:group id="_x0000_s1534" style="position:absolute;margin-left:0;margin-top:16.45pt;width:540pt;height:36pt;z-index:251660800" coordorigin="567,14787" coordsize="10800,720">
            <v:group id="_x0000_s1535" style="position:absolute;left:567;top:14787;width:10800;height:720" coordorigin="567,14787" coordsize="10800,720">
              <v:rect id="_x0000_s1536" style="position:absolute;left:567;top:15286;width:10800;height:221" filled="f" fillcolor="black" strokecolor="#3cc" strokeweight=".62pt">
                <v:stroke dashstyle="1 1" endcap="round"/>
                <v:path arrowok="t"/>
              </v:rect>
              <v:rect id="_x0000_s1537" style="position:absolute;left:567;top:15009;width:10800;height:277" filled="f" fillcolor="black" strokecolor="red" strokeweight=".62pt">
                <v:stroke dashstyle="1 1" endcap="round"/>
                <v:path arrowok="t"/>
              </v:rect>
              <v:rect id="_x0000_s1538" style="position:absolute;left:567;top:14787;width:10800;height:222" filled="f" fillcolor="black" strokecolor="#3cc" strokeweight=".62pt">
                <v:stroke dashstyle="1 1" endcap="round"/>
                <v:path arrowok="t"/>
              </v:rect>
            </v:group>
            <v:group id="_x0000_s1539" style="position:absolute;left:567;top:14787;width:10800;height:720" coordorigin="567,14787" coordsize="10800,720">
              <v:shape id="_x0000_s1540" style="position:absolute;left:56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41" style="position:absolute;left:110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42" style="position:absolute;left:83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43" style="position:absolute;left:137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44" style="position:absolute;left:1642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45" style="position:absolute;left:191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46" style="position:absolute;left:218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47" style="position:absolute;left:2448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48" style="position:absolute;left:272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49" style="position:absolute;left:298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50" style="position:absolute;left:325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51" style="position:absolute;left:352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52" style="position:absolute;left:3792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53" style="position:absolute;left:406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54" style="position:absolute;left:433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55" style="position:absolute;left:459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56" style="position:absolute;left:486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57" style="position:absolute;left:513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58" style="position:absolute;left:540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59" style="position:absolute;left:5674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60" style="position:absolute;left:5942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61" style="position:absolute;left:621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62" style="position:absolute;left:648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63" style="position:absolute;left:674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64" style="position:absolute;left:701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65" style="position:absolute;left:728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66" style="position:absolute;left:755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67" style="position:absolute;left:7824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68" style="position:absolute;left:809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69" style="position:absolute;left:836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70" style="position:absolute;left:863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71" style="position:absolute;left:889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72" style="position:absolute;left:9168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73" style="position:absolute;left:943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74" style="position:absolute;left:970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75" style="position:absolute;left:9974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76" style="position:absolute;left:1024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77" style="position:absolute;left:1051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78" style="position:absolute;left:1078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79" style="position:absolute;left:1104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</v:group>
          </v:group>
        </w:pict>
      </w:r>
      <w:r>
        <w:rPr>
          <w:rFonts w:ascii="Nurhan Uz" w:hAnsi="Nurhan Uz"/>
          <w:sz w:val="72"/>
          <w:szCs w:val="72"/>
        </w:rPr>
        <w:t xml:space="preserve"> Cc cc cc cc cc cc cc cc cc cc cc </w:t>
      </w:r>
    </w:p>
    <w:p w:rsidR="0083167C" w:rsidRDefault="0083167C" w:rsidP="0047410B">
      <w:pPr>
        <w:rPr>
          <w:rFonts w:ascii="Nurhan Uz" w:hAnsi="Nurhan Uz"/>
          <w:sz w:val="72"/>
          <w:szCs w:val="72"/>
        </w:rPr>
      </w:pPr>
      <w:r>
        <w:rPr>
          <w:noProof/>
          <w:lang w:eastAsia="tr-TR"/>
        </w:rPr>
        <w:pict>
          <v:group id="_x0000_s1580" style="position:absolute;margin-left:0;margin-top:16.45pt;width:540pt;height:36pt;z-index:251661824" coordorigin="567,14787" coordsize="10800,720">
            <v:group id="_x0000_s1581" style="position:absolute;left:567;top:14787;width:10800;height:720" coordorigin="567,14787" coordsize="10800,720">
              <v:rect id="_x0000_s1582" style="position:absolute;left:567;top:15286;width:10800;height:221" filled="f" fillcolor="black" strokecolor="#3cc" strokeweight=".62pt">
                <v:stroke dashstyle="1 1" endcap="round"/>
                <v:path arrowok="t"/>
              </v:rect>
              <v:rect id="_x0000_s1583" style="position:absolute;left:567;top:15009;width:10800;height:277" filled="f" fillcolor="black" strokecolor="red" strokeweight=".62pt">
                <v:stroke dashstyle="1 1" endcap="round"/>
                <v:path arrowok="t"/>
              </v:rect>
              <v:rect id="_x0000_s1584" style="position:absolute;left:567;top:14787;width:10800;height:222" filled="f" fillcolor="black" strokecolor="#3cc" strokeweight=".62pt">
                <v:stroke dashstyle="1 1" endcap="round"/>
                <v:path arrowok="t"/>
              </v:rect>
            </v:group>
            <v:group id="_x0000_s1585" style="position:absolute;left:567;top:14787;width:10800;height:720" coordorigin="567,14787" coordsize="10800,720">
              <v:shape id="_x0000_s1586" style="position:absolute;left:56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87" style="position:absolute;left:110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88" style="position:absolute;left:83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89" style="position:absolute;left:137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90" style="position:absolute;left:1642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91" style="position:absolute;left:191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92" style="position:absolute;left:218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93" style="position:absolute;left:2448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94" style="position:absolute;left:272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95" style="position:absolute;left:298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96" style="position:absolute;left:325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97" style="position:absolute;left:352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98" style="position:absolute;left:3792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599" style="position:absolute;left:406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00" style="position:absolute;left:433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01" style="position:absolute;left:459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02" style="position:absolute;left:486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03" style="position:absolute;left:513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04" style="position:absolute;left:540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05" style="position:absolute;left:5674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06" style="position:absolute;left:5942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07" style="position:absolute;left:621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08" style="position:absolute;left:648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09" style="position:absolute;left:674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10" style="position:absolute;left:701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11" style="position:absolute;left:728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12" style="position:absolute;left:755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13" style="position:absolute;left:7824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14" style="position:absolute;left:809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15" style="position:absolute;left:836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16" style="position:absolute;left:863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17" style="position:absolute;left:889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18" style="position:absolute;left:9168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19" style="position:absolute;left:943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20" style="position:absolute;left:970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21" style="position:absolute;left:9974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22" style="position:absolute;left:1024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23" style="position:absolute;left:1051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24" style="position:absolute;left:1078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25" style="position:absolute;left:1104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</v:group>
          </v:group>
        </w:pict>
      </w:r>
      <w:r>
        <w:rPr>
          <w:rFonts w:ascii="Nurhan Uz" w:hAnsi="Nurhan Uz"/>
          <w:sz w:val="72"/>
          <w:szCs w:val="72"/>
        </w:rPr>
        <w:t xml:space="preserve"> Cc Cc Cc Cc Cc Cc Cc Cc Cc Cc</w:t>
      </w:r>
    </w:p>
    <w:p w:rsidR="0083167C" w:rsidRDefault="0083167C" w:rsidP="00333E76">
      <w:pPr>
        <w:rPr>
          <w:rFonts w:ascii="Nurhan Uz" w:hAnsi="Nurhan Uz"/>
          <w:sz w:val="72"/>
          <w:szCs w:val="72"/>
        </w:rPr>
      </w:pPr>
      <w:r>
        <w:rPr>
          <w:noProof/>
          <w:lang w:eastAsia="tr-TR"/>
        </w:rPr>
        <w:pict>
          <v:shape id="Resim 362" o:spid="_x0000_s1626" type="#_x0000_t75" alt="hammer_nicu_buculei_01" style="position:absolute;margin-left:579.6pt;margin-top:48.85pt;width:10.3pt;height:10pt;z-index:251665920;visibility:visible">
            <v:imagedata r:id="rId7" o:title=""/>
          </v:shape>
        </w:pict>
      </w:r>
      <w:r>
        <w:rPr>
          <w:noProof/>
          <w:lang w:eastAsia="tr-TR"/>
        </w:rPr>
        <w:pict>
          <v:group id="_x0000_s1627" style="position:absolute;margin-left:-8.4pt;margin-top:12.85pt;width:540pt;height:36pt;z-index:251662848" coordorigin="567,14787" coordsize="10800,720">
            <v:group id="_x0000_s1628" style="position:absolute;left:567;top:14787;width:10800;height:720" coordorigin="567,14787" coordsize="10800,720">
              <v:rect id="_x0000_s1629" style="position:absolute;left:567;top:15286;width:10800;height:221" filled="f" fillcolor="black" strokecolor="#3cc" strokeweight=".62pt">
                <v:stroke dashstyle="1 1" endcap="round"/>
                <v:path arrowok="t"/>
              </v:rect>
              <v:rect id="_x0000_s1630" style="position:absolute;left:567;top:15009;width:10800;height:277" filled="f" fillcolor="black" strokecolor="red" strokeweight=".62pt">
                <v:stroke dashstyle="1 1" endcap="round"/>
                <v:path arrowok="t"/>
              </v:rect>
              <v:rect id="_x0000_s1631" style="position:absolute;left:567;top:14787;width:10800;height:222" filled="f" fillcolor="black" strokecolor="#3cc" strokeweight=".62pt">
                <v:stroke dashstyle="1 1" endcap="round"/>
                <v:path arrowok="t"/>
              </v:rect>
            </v:group>
            <v:group id="_x0000_s1632" style="position:absolute;left:567;top:14787;width:10800;height:720" coordorigin="567,14787" coordsize="10800,720">
              <v:shape id="_x0000_s1633" style="position:absolute;left:56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34" style="position:absolute;left:110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35" style="position:absolute;left:83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36" style="position:absolute;left:137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37" style="position:absolute;left:1642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38" style="position:absolute;left:191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39" style="position:absolute;left:218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40" style="position:absolute;left:2448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41" style="position:absolute;left:272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42" style="position:absolute;left:298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43" style="position:absolute;left:325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44" style="position:absolute;left:352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45" style="position:absolute;left:3792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46" style="position:absolute;left:406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47" style="position:absolute;left:433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48" style="position:absolute;left:459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49" style="position:absolute;left:486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50" style="position:absolute;left:513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51" style="position:absolute;left:540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52" style="position:absolute;left:5674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53" style="position:absolute;left:5942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54" style="position:absolute;left:621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55" style="position:absolute;left:648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56" style="position:absolute;left:674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57" style="position:absolute;left:7017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58" style="position:absolute;left:728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59" style="position:absolute;left:755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60" style="position:absolute;left:7824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61" style="position:absolute;left:809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62" style="position:absolute;left:836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63" style="position:absolute;left:863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64" style="position:absolute;left:889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65" style="position:absolute;left:9168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66" style="position:absolute;left:9436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67" style="position:absolute;left:9705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68" style="position:absolute;left:9974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69" style="position:absolute;left:10243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70" style="position:absolute;left:10511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71" style="position:absolute;left:10780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  <v:shape id="_x0000_s1672" style="position:absolute;left:11049;top:14787;width:318;height:720;rotation:-479849fd;mso-position-horizontal:absolute;mso-position-vertical:absolute" coordsize="270,706" path="m270,l,706e" filled="f" fillcolor="black" strokecolor="#969696" strokeweight="1pt">
                <v:stroke dashstyle="1 1" endcap="round"/>
                <v:path arrowok="t"/>
              </v:shape>
            </v:group>
          </v:group>
        </w:pict>
      </w:r>
      <w:r>
        <w:rPr>
          <w:rFonts w:ascii="Nurhan Uz" w:hAnsi="Nurhan Uz"/>
          <w:sz w:val="72"/>
          <w:szCs w:val="72"/>
        </w:rPr>
        <w:t xml:space="preserve"> Cc Cc Cc Cc Cc Cc Cc Cc Cc</w:t>
      </w:r>
    </w:p>
    <w:sectPr w:rsidR="0083167C" w:rsidSect="00333E76">
      <w:pgSz w:w="11906" w:h="16838"/>
      <w:pgMar w:top="360" w:right="567" w:bottom="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Nurhan Uz">
    <w:panose1 w:val="000021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BEEBD1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A1C54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6CC7F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4542E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3F69A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BE87D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5C62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02CB7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26E85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53A5C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70CE"/>
    <w:rsid w:val="00060251"/>
    <w:rsid w:val="000E55FB"/>
    <w:rsid w:val="002D4AB9"/>
    <w:rsid w:val="002E5772"/>
    <w:rsid w:val="003071A1"/>
    <w:rsid w:val="00333E76"/>
    <w:rsid w:val="00372ADF"/>
    <w:rsid w:val="0037528E"/>
    <w:rsid w:val="003E1FDE"/>
    <w:rsid w:val="00414034"/>
    <w:rsid w:val="00415B15"/>
    <w:rsid w:val="00427433"/>
    <w:rsid w:val="0045679E"/>
    <w:rsid w:val="0047410B"/>
    <w:rsid w:val="00497407"/>
    <w:rsid w:val="004B70CE"/>
    <w:rsid w:val="005472CC"/>
    <w:rsid w:val="005D3ADB"/>
    <w:rsid w:val="006F71F4"/>
    <w:rsid w:val="00706904"/>
    <w:rsid w:val="00725CC9"/>
    <w:rsid w:val="00822D0A"/>
    <w:rsid w:val="00825BCF"/>
    <w:rsid w:val="0083167C"/>
    <w:rsid w:val="00842EC2"/>
    <w:rsid w:val="0087108F"/>
    <w:rsid w:val="008766DF"/>
    <w:rsid w:val="00885427"/>
    <w:rsid w:val="00924E22"/>
    <w:rsid w:val="00952CD9"/>
    <w:rsid w:val="00954CBA"/>
    <w:rsid w:val="00973CE6"/>
    <w:rsid w:val="009D6BC8"/>
    <w:rsid w:val="009F3E64"/>
    <w:rsid w:val="00A255B2"/>
    <w:rsid w:val="00A30137"/>
    <w:rsid w:val="00A40B32"/>
    <w:rsid w:val="00A616D1"/>
    <w:rsid w:val="00A9758C"/>
    <w:rsid w:val="00A978D8"/>
    <w:rsid w:val="00AB363D"/>
    <w:rsid w:val="00AD6CCD"/>
    <w:rsid w:val="00AE19E2"/>
    <w:rsid w:val="00B96672"/>
    <w:rsid w:val="00BA6D13"/>
    <w:rsid w:val="00BB4A06"/>
    <w:rsid w:val="00C4299D"/>
    <w:rsid w:val="00CA126E"/>
    <w:rsid w:val="00CF5069"/>
    <w:rsid w:val="00D56841"/>
    <w:rsid w:val="00D636EC"/>
    <w:rsid w:val="00DA6885"/>
    <w:rsid w:val="00DE1045"/>
    <w:rsid w:val="00E0292B"/>
    <w:rsid w:val="00E1245A"/>
    <w:rsid w:val="00E30349"/>
    <w:rsid w:val="00E40A0D"/>
    <w:rsid w:val="00E75ECC"/>
    <w:rsid w:val="00E93680"/>
    <w:rsid w:val="00E93A15"/>
    <w:rsid w:val="00ED0531"/>
    <w:rsid w:val="00F15D4A"/>
    <w:rsid w:val="00F31752"/>
    <w:rsid w:val="00F37DEB"/>
    <w:rsid w:val="00FF1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CD9"/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A6D1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A40B32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40B32"/>
    <w:rPr>
      <w:rFonts w:ascii="Tahoma" w:hAnsi="Tahoma"/>
      <w:sz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70</Words>
  <Characters>401</Characters>
  <Application>Microsoft Office Outlook</Application>
  <DocSecurity>0</DocSecurity>
  <Lines>0</Lines>
  <Paragraphs>0</Paragraphs>
  <ScaleCrop>false</ScaleCrop>
  <Company>By NeC ® 2010 | Katilimsiz.Com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 e E e E e E e E e E e E e E e</dc:title>
  <dc:subject/>
  <dc:creator>TOPRAK</dc:creator>
  <cp:keywords/>
  <dc:description/>
  <cp:lastModifiedBy>glsm</cp:lastModifiedBy>
  <cp:revision>2</cp:revision>
  <cp:lastPrinted>2014-01-07T20:59:00Z</cp:lastPrinted>
  <dcterms:created xsi:type="dcterms:W3CDTF">2014-01-07T20:59:00Z</dcterms:created>
  <dcterms:modified xsi:type="dcterms:W3CDTF">2014-01-07T20:59:00Z</dcterms:modified>
</cp:coreProperties>
</file>