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73" w:rsidRDefault="000A0A73" w:rsidP="00A07B4D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.65pt;margin-top:-31.7pt;width:513pt;height:35.25pt;z-index:251661312" stroked="f">
            <v:textbox>
              <w:txbxContent>
                <w:p w:rsidR="000A0A73" w:rsidRPr="0078098C" w:rsidRDefault="000A0A73" w:rsidP="0072339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78098C">
                    <w:rPr>
                      <w:rFonts w:ascii="Times New Roman" w:hAnsi="Times New Roman"/>
                    </w:rPr>
                    <w:t xml:space="preserve">2013—2014 EĞİTİM ÖĞRETİM YILI 2.DÖNEM FİZİK DERSİ 1.YAZILI </w:t>
                  </w:r>
                  <w:r w:rsidRPr="00D41081">
                    <w:rPr>
                      <w:rFonts w:ascii="Times New Roman" w:hAnsi="Times New Roman"/>
                      <w:b/>
                    </w:rPr>
                    <w:t>(TELAFİ)</w:t>
                  </w:r>
                  <w:r w:rsidRPr="0078098C">
                    <w:rPr>
                      <w:rFonts w:ascii="Times New Roman" w:hAnsi="Times New Roman"/>
                    </w:rPr>
                    <w:t xml:space="preserve"> SINAVI KÂĞIDIDIR</w:t>
                  </w:r>
                </w:p>
                <w:p w:rsidR="000A0A73" w:rsidRPr="0078098C" w:rsidRDefault="000A0A73" w:rsidP="00723398">
                  <w:pPr>
                    <w:rPr>
                      <w:rFonts w:ascii="Times New Roman" w:hAnsi="Times New Roman"/>
                    </w:rPr>
                  </w:pPr>
                  <w:r w:rsidRPr="0078098C">
                    <w:rPr>
                      <w:rFonts w:ascii="Times New Roman" w:hAnsi="Times New Roman"/>
                    </w:rPr>
                    <w:t>ADI—SOYADI:</w:t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  <w:t>NO:</w:t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 xml:space="preserve">       SINIF:9/ ...</w:t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</w:p>
                <w:p w:rsidR="000A0A73" w:rsidRPr="0078098C" w:rsidRDefault="000A0A73" w:rsidP="00723398">
                  <w:pPr>
                    <w:jc w:val="center"/>
                    <w:rPr>
                      <w:rFonts w:ascii="Times New Roman" w:hAnsi="Times New Roman"/>
                    </w:rPr>
                  </w:pPr>
                  <w:r w:rsidRPr="0078098C">
                    <w:rPr>
                      <w:rFonts w:ascii="Times New Roman" w:hAnsi="Times New Roman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</w:rPr>
        <w:t>1.soru:</w:t>
      </w:r>
      <w:r w:rsidRPr="000C4B29">
        <w:rPr>
          <w:rFonts w:ascii="Times New Roman" w:hAnsi="Times New Roman"/>
          <w:sz w:val="20"/>
        </w:rPr>
        <w:t xml:space="preserve"> </w:t>
      </w:r>
      <w:r w:rsidRPr="00AC4BD1">
        <w:rPr>
          <w:rFonts w:ascii="Times New Roman" w:hAnsi="Times New Roman"/>
          <w:sz w:val="20"/>
        </w:rPr>
        <w:t xml:space="preserve">Bir araca ait konum zaman grafiği </w:t>
      </w:r>
      <w:r>
        <w:rPr>
          <w:rFonts w:ascii="Times New Roman" w:hAnsi="Times New Roman"/>
          <w:sz w:val="20"/>
        </w:rPr>
        <w:t>aşağıda</w:t>
      </w:r>
      <w:r w:rsidRPr="00AC4BD1">
        <w:rPr>
          <w:rFonts w:ascii="Times New Roman" w:hAnsi="Times New Roman"/>
          <w:sz w:val="20"/>
        </w:rPr>
        <w:t xml:space="preserve">ki gibidir. </w:t>
      </w:r>
      <w:r w:rsidRPr="000C4B29">
        <w:rPr>
          <w:rFonts w:ascii="Times New Roman" w:hAnsi="Times New Roman"/>
          <w:bCs/>
          <w:i/>
          <w:sz w:val="20"/>
        </w:rPr>
        <w:t xml:space="preserve">Buna göre, aracın </w:t>
      </w:r>
      <w:r w:rsidRPr="00770369">
        <w:rPr>
          <w:rFonts w:ascii="Times New Roman" w:hAnsi="Times New Roman"/>
          <w:b/>
          <w:bCs/>
          <w:i/>
          <w:sz w:val="20"/>
        </w:rPr>
        <w:t>a</w:t>
      </w:r>
      <w:r w:rsidRPr="00770369">
        <w:rPr>
          <w:rFonts w:ascii="Times New Roman" w:hAnsi="Times New Roman"/>
          <w:b/>
          <w:i/>
          <w:sz w:val="20"/>
        </w:rPr>
        <w:t xml:space="preserve">,b,c,d </w:t>
      </w:r>
      <w:r w:rsidRPr="00770369">
        <w:rPr>
          <w:rFonts w:ascii="Times New Roman" w:hAnsi="Times New Roman"/>
          <w:bCs/>
          <w:i/>
          <w:sz w:val="20"/>
        </w:rPr>
        <w:t>ve</w:t>
      </w:r>
      <w:r w:rsidRPr="00770369">
        <w:rPr>
          <w:rFonts w:ascii="Times New Roman" w:hAnsi="Times New Roman"/>
          <w:b/>
          <w:bCs/>
          <w:i/>
          <w:sz w:val="20"/>
        </w:rPr>
        <w:t xml:space="preserve"> e</w:t>
      </w:r>
      <w:r w:rsidRPr="000C4B29">
        <w:rPr>
          <w:rFonts w:ascii="Times New Roman" w:hAnsi="Times New Roman"/>
          <w:i/>
          <w:sz w:val="20"/>
        </w:rPr>
        <w:t xml:space="preserve"> </w:t>
      </w:r>
      <w:r w:rsidRPr="000C4B29">
        <w:rPr>
          <w:rFonts w:ascii="Times New Roman" w:hAnsi="Times New Roman"/>
          <w:bCs/>
          <w:i/>
          <w:sz w:val="20"/>
        </w:rPr>
        <w:t>zaman aralıklarındaki hızını ve hareket yönünü tanımlayınız?</w:t>
      </w:r>
      <w:r>
        <w:rPr>
          <w:rFonts w:ascii="Times New Roman" w:hAnsi="Times New Roman"/>
          <w:b/>
        </w:rPr>
        <w:t xml:space="preserve"> </w:t>
      </w:r>
    </w:p>
    <w:p w:rsidR="000A0A73" w:rsidRDefault="000A0A73" w:rsidP="00A07B4D">
      <w:pPr>
        <w:autoSpaceDE w:val="0"/>
        <w:autoSpaceDN w:val="0"/>
        <w:adjustRightInd w:val="0"/>
        <w:spacing w:after="100" w:line="240" w:lineRule="auto"/>
        <w:jc w:val="center"/>
        <w:rPr>
          <w:rFonts w:ascii="Times New Roman" w:hAnsi="Times New Roman"/>
        </w:rPr>
      </w:pPr>
      <w:r w:rsidRPr="006309FC">
        <w:rPr>
          <w:rFonts w:ascii="Times New Roman" w:hAnsi="Times New Roman"/>
          <w:b/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2" o:spid="_x0000_i1025" type="#_x0000_t75" style="width:175.5pt;height:109.5pt;visibility:visible">
            <v:imagedata r:id="rId7" o:title=""/>
          </v:shape>
        </w:pict>
      </w:r>
    </w:p>
    <w:p w:rsidR="000A0A73" w:rsidRPr="00AC4BD1" w:rsidRDefault="000A0A73" w:rsidP="003072DB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>a</w:t>
      </w:r>
      <w:r>
        <w:rPr>
          <w:rFonts w:ascii="Times New Roman" w:hAnsi="Times New Roman"/>
          <w:sz w:val="20"/>
        </w:rPr>
        <w:t xml:space="preserve"> zaman aralığında : ……………................……………............</w:t>
      </w:r>
    </w:p>
    <w:p w:rsidR="000A0A73" w:rsidRDefault="000A0A73" w:rsidP="003072DB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b </w:t>
      </w:r>
      <w:r>
        <w:rPr>
          <w:rFonts w:ascii="Times New Roman" w:hAnsi="Times New Roman"/>
          <w:sz w:val="20"/>
        </w:rPr>
        <w:t xml:space="preserve"> zaman aralığında : ……………................……………...........</w:t>
      </w:r>
    </w:p>
    <w:p w:rsidR="000A0A73" w:rsidRPr="00AC4BD1" w:rsidRDefault="000A0A73" w:rsidP="003072DB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c </w:t>
      </w:r>
      <w:r>
        <w:rPr>
          <w:rFonts w:ascii="Times New Roman" w:hAnsi="Times New Roman"/>
          <w:sz w:val="20"/>
        </w:rPr>
        <w:t xml:space="preserve"> zaman aralığında : ……………................……………...........</w:t>
      </w:r>
    </w:p>
    <w:p w:rsidR="000A0A73" w:rsidRDefault="000A0A73" w:rsidP="003C7D38">
      <w:pPr>
        <w:autoSpaceDE w:val="0"/>
        <w:autoSpaceDN w:val="0"/>
        <w:adjustRightInd w:val="0"/>
        <w:spacing w:after="100" w:line="240" w:lineRule="auto"/>
        <w:ind w:right="-285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d </w:t>
      </w:r>
      <w:r w:rsidRPr="00AC4BD1">
        <w:rPr>
          <w:rFonts w:ascii="Times New Roman" w:hAnsi="Times New Roman"/>
          <w:sz w:val="20"/>
        </w:rPr>
        <w:t xml:space="preserve"> zaman aralığında :</w:t>
      </w:r>
      <w:r>
        <w:rPr>
          <w:rFonts w:ascii="Times New Roman" w:hAnsi="Times New Roman"/>
          <w:sz w:val="20"/>
        </w:rPr>
        <w:t xml:space="preserve"> ……………................……………............</w:t>
      </w:r>
    </w:p>
    <w:p w:rsidR="000A0A73" w:rsidRPr="00AC4BD1" w:rsidRDefault="000A0A73" w:rsidP="003C7D38">
      <w:pPr>
        <w:autoSpaceDE w:val="0"/>
        <w:autoSpaceDN w:val="0"/>
        <w:adjustRightInd w:val="0"/>
        <w:spacing w:after="100" w:line="240" w:lineRule="auto"/>
        <w:ind w:right="-28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e </w:t>
      </w:r>
      <w:r w:rsidRPr="00AC4BD1">
        <w:rPr>
          <w:rFonts w:ascii="Times New Roman" w:hAnsi="Times New Roman"/>
          <w:sz w:val="20"/>
        </w:rPr>
        <w:t xml:space="preserve"> zaman aralığında :</w:t>
      </w:r>
      <w:r w:rsidRPr="003C7D3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……………................……………............</w:t>
      </w:r>
    </w:p>
    <w:p w:rsidR="000A0A73" w:rsidRDefault="000A0A73" w:rsidP="00F301DA">
      <w:p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2.soru:</w:t>
      </w:r>
      <w:r w:rsidRPr="0004454E">
        <w:rPr>
          <w:rFonts w:ascii="Times New Roman" w:hAnsi="Times New Roman"/>
          <w:b/>
        </w:rPr>
        <w:t xml:space="preserve"> </w:t>
      </w:r>
      <w:r w:rsidRPr="00701FD6">
        <w:rPr>
          <w:rFonts w:ascii="Times New Roman" w:hAnsi="Times New Roman"/>
          <w:sz w:val="20"/>
          <w:szCs w:val="20"/>
        </w:rPr>
        <w:t xml:space="preserve">Aşağıdaki tabloda </w:t>
      </w:r>
      <w:r w:rsidRPr="00701FD6">
        <w:rPr>
          <w:rFonts w:ascii="Times New Roman" w:hAnsi="Times New Roman"/>
          <w:b/>
          <w:sz w:val="20"/>
          <w:szCs w:val="20"/>
        </w:rPr>
        <w:t xml:space="preserve">temel kuvvetler </w:t>
      </w:r>
      <w:r w:rsidRPr="00701FD6">
        <w:rPr>
          <w:rFonts w:ascii="Times New Roman" w:hAnsi="Times New Roman"/>
          <w:sz w:val="20"/>
          <w:szCs w:val="20"/>
        </w:rPr>
        <w:t>verilmiştir.</w:t>
      </w:r>
    </w:p>
    <w:tbl>
      <w:tblPr>
        <w:tblW w:w="5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9"/>
        <w:gridCol w:w="417"/>
        <w:gridCol w:w="2363"/>
      </w:tblGrid>
      <w:tr w:rsidR="000A0A73" w:rsidRPr="006309FC" w:rsidTr="006309FC">
        <w:trPr>
          <w:trHeight w:val="289"/>
        </w:trPr>
        <w:tc>
          <w:tcPr>
            <w:tcW w:w="24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1)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Güçlü Nükleer Kuvvet</w:t>
            </w:r>
          </w:p>
        </w:tc>
        <w:tc>
          <w:tcPr>
            <w:tcW w:w="417" w:type="dxa"/>
            <w:tcBorders>
              <w:top w:val="nil"/>
              <w:left w:val="triple" w:sz="4" w:space="0" w:color="auto"/>
              <w:bottom w:val="nil"/>
              <w:right w:val="triple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2)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Zayıf Nükleer Kuvvet</w:t>
            </w:r>
          </w:p>
        </w:tc>
      </w:tr>
      <w:tr w:rsidR="000A0A73" w:rsidRPr="006309FC" w:rsidTr="006309FC">
        <w:trPr>
          <w:trHeight w:val="122"/>
        </w:trPr>
        <w:tc>
          <w:tcPr>
            <w:tcW w:w="2469" w:type="dxa"/>
            <w:tcBorders>
              <w:top w:val="triple" w:sz="4" w:space="0" w:color="auto"/>
              <w:left w:val="nil"/>
              <w:bottom w:val="triple" w:sz="4" w:space="0" w:color="auto"/>
              <w:right w:val="nil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triple" w:sz="4" w:space="0" w:color="auto"/>
              <w:left w:val="nil"/>
              <w:bottom w:val="triple" w:sz="4" w:space="0" w:color="auto"/>
              <w:right w:val="nil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A0A73" w:rsidRPr="006309FC" w:rsidTr="006309FC">
        <w:trPr>
          <w:trHeight w:val="289"/>
        </w:trPr>
        <w:tc>
          <w:tcPr>
            <w:tcW w:w="246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3)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Elektromanyetik Kuvvet</w:t>
            </w:r>
          </w:p>
        </w:tc>
        <w:tc>
          <w:tcPr>
            <w:tcW w:w="417" w:type="dxa"/>
            <w:tcBorders>
              <w:top w:val="nil"/>
              <w:left w:val="triple" w:sz="4" w:space="0" w:color="auto"/>
              <w:bottom w:val="nil"/>
              <w:right w:val="triple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4)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Kütle Çekim Kuvveti</w:t>
            </w:r>
          </w:p>
        </w:tc>
      </w:tr>
    </w:tbl>
    <w:p w:rsidR="000A0A73" w:rsidRDefault="000A0A73" w:rsidP="00643DC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</w:t>
      </w:r>
      <w:r w:rsidRPr="00701FD6">
        <w:rPr>
          <w:rFonts w:ascii="Times New Roman" w:hAnsi="Times New Roman"/>
          <w:sz w:val="20"/>
          <w:szCs w:val="20"/>
        </w:rPr>
        <w:t>ablodaki numaraları kullanarak soruların cevabını yandaki küçük kutucuklara yazınız.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708"/>
      </w:tblGrid>
      <w:tr w:rsidR="000A0A73" w:rsidRPr="006309FC" w:rsidTr="006309FC">
        <w:tc>
          <w:tcPr>
            <w:tcW w:w="534" w:type="dxa"/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Şiddeti en büyük kuvvettir.</w:t>
            </w:r>
          </w:p>
        </w:tc>
      </w:tr>
      <w:tr w:rsidR="000A0A73" w:rsidRPr="006309FC" w:rsidTr="006309FC">
        <w:tc>
          <w:tcPr>
            <w:tcW w:w="534" w:type="dxa"/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6309FC">
              <w:rPr>
                <w:rFonts w:ascii="Times New Roman" w:hAnsi="Times New Roman"/>
                <w:sz w:val="18"/>
                <w:szCs w:val="20"/>
              </w:rPr>
              <w:t xml:space="preserve"> Bazı radyoaktif bozunum süreçlerinde ortaya çıkan kuvvettir.</w:t>
            </w:r>
          </w:p>
        </w:tc>
      </w:tr>
      <w:tr w:rsidR="000A0A73" w:rsidRPr="006309FC" w:rsidTr="006309FC">
        <w:tc>
          <w:tcPr>
            <w:tcW w:w="534" w:type="dxa"/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Cep telefonlarının çalışmasında etkili olan kuvvettir.</w:t>
            </w:r>
          </w:p>
        </w:tc>
      </w:tr>
      <w:tr w:rsidR="000A0A73" w:rsidRPr="006309FC" w:rsidTr="006309FC">
        <w:tc>
          <w:tcPr>
            <w:tcW w:w="534" w:type="dxa"/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6309FC">
              <w:rPr>
                <w:rFonts w:ascii="Times New Roman" w:hAnsi="Times New Roman"/>
                <w:sz w:val="18"/>
                <w:szCs w:val="20"/>
              </w:rPr>
              <w:t>Maddelerin kütlelerinden dolayı bir birine aguladığı kuvvettir.</w:t>
            </w:r>
          </w:p>
        </w:tc>
      </w:tr>
      <w:tr w:rsidR="000A0A73" w:rsidRPr="006309FC" w:rsidTr="006309FC">
        <w:tc>
          <w:tcPr>
            <w:tcW w:w="534" w:type="dxa"/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Şiddeti en küçük kuvvettir</w:t>
            </w:r>
          </w:p>
        </w:tc>
      </w:tr>
    </w:tbl>
    <w:p w:rsidR="000A0A73" w:rsidRDefault="000A0A73" w:rsidP="003072DB">
      <w:pPr>
        <w:spacing w:after="0"/>
        <w:rPr>
          <w:rFonts w:ascii="Times New Roman" w:hAnsi="Times New Roman"/>
          <w:b/>
        </w:rPr>
      </w:pPr>
    </w:p>
    <w:p w:rsidR="000A0A73" w:rsidRPr="00AB554B" w:rsidRDefault="000A0A73" w:rsidP="003072DB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</w:rPr>
        <w:t xml:space="preserve">3.soru: </w:t>
      </w:r>
      <w:r w:rsidRPr="00AB554B">
        <w:rPr>
          <w:rFonts w:ascii="Times New Roman" w:hAnsi="Times New Roman"/>
          <w:sz w:val="20"/>
        </w:rPr>
        <w:t xml:space="preserve">Doğada görülen bazı kuvvetler aşağıda verilmiştir. Bu kuvvetlerin </w:t>
      </w:r>
      <w:r w:rsidRPr="00AB554B">
        <w:rPr>
          <w:rFonts w:ascii="Times New Roman" w:hAnsi="Times New Roman"/>
          <w:b/>
          <w:sz w:val="20"/>
        </w:rPr>
        <w:t xml:space="preserve">temas kuvvetleri </w:t>
      </w:r>
      <w:r w:rsidRPr="00AB554B">
        <w:rPr>
          <w:rFonts w:ascii="Times New Roman" w:hAnsi="Times New Roman"/>
          <w:sz w:val="20"/>
        </w:rPr>
        <w:t xml:space="preserve">ya da </w:t>
      </w:r>
      <w:r w:rsidRPr="00AB554B">
        <w:rPr>
          <w:rFonts w:ascii="Times New Roman" w:hAnsi="Times New Roman"/>
          <w:b/>
          <w:sz w:val="20"/>
        </w:rPr>
        <w:t xml:space="preserve">alan kuvvetinden </w:t>
      </w:r>
      <w:r w:rsidRPr="00AB554B">
        <w:rPr>
          <w:rFonts w:ascii="Times New Roman" w:hAnsi="Times New Roman"/>
          <w:sz w:val="20"/>
        </w:rPr>
        <w:t>hangisine ait olduğunu belirleyerek yan</w:t>
      </w:r>
      <w:r>
        <w:rPr>
          <w:rFonts w:ascii="Times New Roman" w:hAnsi="Times New Roman"/>
          <w:sz w:val="20"/>
        </w:rPr>
        <w:t>ın</w:t>
      </w:r>
      <w:r w:rsidRPr="00AB554B">
        <w:rPr>
          <w:rFonts w:ascii="Times New Roman" w:hAnsi="Times New Roman"/>
          <w:sz w:val="20"/>
        </w:rPr>
        <w:t>daki kutulard</w:t>
      </w:r>
      <w:r>
        <w:rPr>
          <w:rFonts w:ascii="Times New Roman" w:hAnsi="Times New Roman"/>
          <w:sz w:val="20"/>
        </w:rPr>
        <w:t>an birine “X” işaretini koyarak cevaplayınız.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6"/>
        <w:gridCol w:w="652"/>
        <w:gridCol w:w="623"/>
      </w:tblGrid>
      <w:tr w:rsidR="000A0A73" w:rsidRPr="006309FC" w:rsidTr="006309FC">
        <w:trPr>
          <w:cantSplit/>
          <w:trHeight w:val="894"/>
        </w:trPr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Kuvvet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textDirection w:val="btLr"/>
          </w:tcPr>
          <w:p w:rsidR="000A0A73" w:rsidRPr="006309FC" w:rsidRDefault="000A0A73" w:rsidP="006309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Temas kuvveti</w:t>
            </w: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textDirection w:val="btLr"/>
          </w:tcPr>
          <w:p w:rsidR="000A0A73" w:rsidRPr="006309FC" w:rsidRDefault="000A0A73" w:rsidP="006309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Alan kuvveti</w:t>
            </w:r>
          </w:p>
        </w:tc>
      </w:tr>
      <w:tr w:rsidR="000A0A73" w:rsidRPr="006309FC" w:rsidTr="006309FC">
        <w:trPr>
          <w:trHeight w:val="283"/>
        </w:trPr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Açık havanın uyguladığı basınç kuvveti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rPr>
          <w:trHeight w:val="283"/>
        </w:trPr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Aşağı inen paraşüte etkiyen hava sürtünmesi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Sırasını çekmeye çalışanın uyguladığı kuvvet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Elektrik yüklerinin bir birini itmesi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Topa vuran futbolcu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4B2D20">
      <w:pPr>
        <w:spacing w:after="0"/>
        <w:ind w:right="-285"/>
        <w:rPr>
          <w:rFonts w:ascii="Times New Roman" w:hAnsi="Times New Roman"/>
          <w:sz w:val="20"/>
        </w:rPr>
      </w:pPr>
      <w:r>
        <w:rPr>
          <w:noProof/>
          <w:lang w:eastAsia="tr-TR"/>
        </w:rPr>
        <w:pict>
          <v:shape id="Resim 56" o:spid="_x0000_s1030" type="#_x0000_t75" alt="hidroelektrik" style="position:absolute;margin-left:1.65pt;margin-top:-.2pt;width:142.5pt;height:100.5pt;z-index:251655168;visibility:visible">
            <v:imagedata r:id="rId8" o:title=""/>
            <w10:wrap type="square"/>
          </v:shape>
        </w:pict>
      </w:r>
      <w:r w:rsidRPr="00800932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4.soru: H</w:t>
      </w:r>
      <w:r>
        <w:rPr>
          <w:rFonts w:ascii="Times New Roman" w:hAnsi="Times New Roman"/>
          <w:sz w:val="20"/>
        </w:rPr>
        <w:t>idroelektrik santralde elektrik elde edilmesi yanda resimlenmiştir. Buna göre aşağıda verilen ifadelerden doğru olanın önüne “</w:t>
      </w:r>
      <w:r w:rsidRPr="00CD0185">
        <w:rPr>
          <w:rFonts w:ascii="Times New Roman" w:hAnsi="Times New Roman"/>
          <w:b/>
          <w:sz w:val="20"/>
        </w:rPr>
        <w:t>D</w:t>
      </w:r>
      <w:r>
        <w:rPr>
          <w:rFonts w:ascii="Times New Roman" w:hAnsi="Times New Roman"/>
          <w:sz w:val="20"/>
        </w:rPr>
        <w:t>” , Yanlış olanınkine de “</w:t>
      </w:r>
      <w:r w:rsidRPr="00CD0185">
        <w:rPr>
          <w:rFonts w:ascii="Times New Roman" w:hAnsi="Times New Roman"/>
          <w:b/>
          <w:sz w:val="20"/>
        </w:rPr>
        <w:t>Y</w:t>
      </w:r>
      <w:r>
        <w:rPr>
          <w:rFonts w:ascii="Times New Roman" w:hAnsi="Times New Roman"/>
          <w:sz w:val="20"/>
        </w:rPr>
        <w:t>” yazarak cevaplayınız.</w:t>
      </w:r>
    </w:p>
    <w:p w:rsidR="000A0A73" w:rsidRPr="00C14B25" w:rsidRDefault="000A0A73" w:rsidP="00800932">
      <w:pPr>
        <w:spacing w:after="0"/>
        <w:rPr>
          <w:rFonts w:ascii="Times New Roman" w:hAnsi="Times New Roman"/>
          <w:sz w:val="20"/>
        </w:rPr>
      </w:pPr>
      <w:r w:rsidRPr="00C14B25">
        <w:rPr>
          <w:rFonts w:ascii="Times New Roman" w:hAnsi="Times New Roman"/>
          <w:sz w:val="20"/>
        </w:rPr>
        <w:t>(     ) Suya kazandırılan potansiyel enerji kinetik enerjiye dönüşür.</w:t>
      </w:r>
    </w:p>
    <w:p w:rsidR="000A0A73" w:rsidRPr="00C14B25" w:rsidRDefault="000A0A73" w:rsidP="00800932">
      <w:pPr>
        <w:spacing w:after="0"/>
        <w:rPr>
          <w:rFonts w:ascii="Times New Roman" w:hAnsi="Times New Roman"/>
          <w:sz w:val="20"/>
        </w:rPr>
      </w:pPr>
      <w:r w:rsidRPr="00C14B25">
        <w:rPr>
          <w:rFonts w:ascii="Times New Roman" w:hAnsi="Times New Roman"/>
          <w:sz w:val="20"/>
        </w:rPr>
        <w:t>(    ) Mekanik enerji Türbin yardımıyla elektrik enerjisine dönüşür.</w:t>
      </w:r>
    </w:p>
    <w:p w:rsidR="000A0A73" w:rsidRDefault="000A0A73" w:rsidP="00800932">
      <w:pPr>
        <w:spacing w:after="0"/>
        <w:rPr>
          <w:rFonts w:ascii="Times New Roman" w:hAnsi="Times New Roman"/>
          <w:sz w:val="20"/>
        </w:rPr>
      </w:pPr>
      <w:r w:rsidRPr="00C14B25">
        <w:rPr>
          <w:rFonts w:ascii="Times New Roman" w:hAnsi="Times New Roman"/>
          <w:sz w:val="20"/>
        </w:rPr>
        <w:t>(    ) Elektrik enerjisi fabrika ve evlerde ışık, ısı ve mekanik enerjiye dönüşür.</w:t>
      </w:r>
    </w:p>
    <w:p w:rsidR="000A0A73" w:rsidRPr="00942233" w:rsidRDefault="000A0A73" w:rsidP="00F578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42233">
        <w:rPr>
          <w:rFonts w:ascii="Times New Roman" w:hAnsi="Times New Roman"/>
          <w:b/>
          <w:sz w:val="20"/>
          <w:szCs w:val="20"/>
        </w:rPr>
        <w:t>5.soru:</w:t>
      </w:r>
      <w:r w:rsidRPr="00942233">
        <w:rPr>
          <w:rFonts w:ascii="Times New Roman" w:hAnsi="Times New Roman"/>
          <w:sz w:val="20"/>
          <w:szCs w:val="20"/>
        </w:rPr>
        <w:t xml:space="preserve"> Aşağıda verilen görsellerde bulunan enerji cinsini altında bulunan ilgili yerlere “X” işaretiyle işaretleyiniz.</w:t>
      </w:r>
      <w:r w:rsidRPr="00942233">
        <w:rPr>
          <w:rFonts w:ascii="Times New Roman" w:hAnsi="Times New Roman"/>
          <w:sz w:val="20"/>
          <w:szCs w:val="20"/>
        </w:rPr>
        <w:tab/>
      </w:r>
    </w:p>
    <w:p w:rsidR="000A0A73" w:rsidRPr="00942233" w:rsidRDefault="000A0A73" w:rsidP="00F578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42233">
        <w:rPr>
          <w:rFonts w:ascii="Times New Roman" w:hAnsi="Times New Roman"/>
          <w:sz w:val="20"/>
          <w:szCs w:val="20"/>
        </w:rPr>
        <w:t>( Potansiyel Enerji(</w:t>
      </w:r>
      <w:r w:rsidRPr="00942233">
        <w:rPr>
          <w:rFonts w:ascii="Times New Roman" w:hAnsi="Times New Roman"/>
          <w:b/>
          <w:sz w:val="20"/>
          <w:szCs w:val="20"/>
        </w:rPr>
        <w:t>PE</w:t>
      </w:r>
      <w:r w:rsidRPr="00942233">
        <w:rPr>
          <w:rFonts w:ascii="Times New Roman" w:hAnsi="Times New Roman"/>
          <w:sz w:val="20"/>
          <w:szCs w:val="20"/>
        </w:rPr>
        <w:t>), Kinetik Enerji (</w:t>
      </w:r>
      <w:r w:rsidRPr="00942233">
        <w:rPr>
          <w:rFonts w:ascii="Times New Roman" w:hAnsi="Times New Roman"/>
          <w:b/>
          <w:sz w:val="20"/>
          <w:szCs w:val="20"/>
        </w:rPr>
        <w:t>KE</w:t>
      </w:r>
      <w:r w:rsidRPr="00942233">
        <w:rPr>
          <w:rFonts w:ascii="Times New Roman" w:hAnsi="Times New Roman"/>
          <w:sz w:val="20"/>
          <w:szCs w:val="20"/>
        </w:rPr>
        <w:t xml:space="preserve">) </w:t>
      </w:r>
    </w:p>
    <w:tbl>
      <w:tblPr>
        <w:tblW w:w="5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704"/>
        <w:gridCol w:w="1852"/>
      </w:tblGrid>
      <w:tr w:rsidR="000A0A73" w:rsidRPr="006309FC" w:rsidTr="006309FC">
        <w:trPr>
          <w:cantSplit/>
          <w:trHeight w:val="173"/>
        </w:trPr>
        <w:tc>
          <w:tcPr>
            <w:tcW w:w="18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65" o:spid="_x0000_i1026" type="#_x0000_t75" alt="https://encrypted-tbn0.gstatic.com/images?q=tbn:ANd9GcRumJQfRlT-TXnXy6i06OPqgm053WC3qhx95p0mufRFghpDaVmgVxqx1Fw" href="https://www.google.com.tr/url?q=http://www.arabamodelleri.biz/page/4&amp;sa=U&amp;ei=NxVJU5noF4ud7QbXrYFg&amp;ved=0CC4Q9QEwAQ&amp;usg=AFQjCNE4VTB-DWhHqrBnfQEcf3Wmj0kj" style="width:91.5pt;height:85.5pt;visibility:visible" o:button="t">
                    <v:fill o:detectmouseclick="t"/>
                    <v:imagedata r:id="rId10" o:title=""/>
                  </v:shape>
                </w:pict>
              </w:r>
            </w:hyperlink>
            <w:r w:rsidRPr="006309FC">
              <w:rPr>
                <w:rFonts w:ascii="Times New Roman" w:hAnsi="Times New Roman"/>
                <w:sz w:val="20"/>
                <w:szCs w:val="20"/>
              </w:rPr>
              <w:t>Hızla giden otomobil</w:t>
            </w:r>
          </w:p>
        </w:tc>
        <w:tc>
          <w:tcPr>
            <w:tcW w:w="170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71" o:spid="_x0000_i1027" type="#_x0000_t75" alt="https://encrypted-tbn0.gstatic.com/images?q=tbn:ANd9GcSdlBXbKZHy5Rfb3D6ybNT9HWDUfA-rQUhGwSo9wWn2OwctIeT80JyXBuEp" href="https://www.google.com.tr/url?q=http://www.bahceaydinlatma.net/aydinlatma/aydinlatma-diregi.php&amp;sa=U&amp;ei=vRZJU7G5I4ey7AaZmYDADQ&amp;ved=0CFIQ9QEwEw&amp;usg=AFQjCNFhkHrQTuIZOvXP7jiIe_Dc7eNI" style="width:81.75pt;height:86.25pt;visibility:visible" o:button="t">
                    <v:fill o:detectmouseclick="t"/>
                    <v:imagedata r:id="rId12" o:title=""/>
                  </v:shape>
                </w:pict>
              </w:r>
            </w:hyperlink>
            <w:r w:rsidRPr="006309FC">
              <w:rPr>
                <w:rFonts w:ascii="Times New Roman" w:hAnsi="Times New Roman"/>
                <w:sz w:val="20"/>
                <w:szCs w:val="20"/>
              </w:rPr>
              <w:t>Direkte duran lamba</w:t>
            </w:r>
          </w:p>
        </w:tc>
        <w:tc>
          <w:tcPr>
            <w:tcW w:w="18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hanging="111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68" o:spid="_x0000_i1028" type="#_x0000_t75" alt="https://encrypted-tbn0.gstatic.com/images?q=tbn:ANd9GcQw0Mx3WMX9BBvMwgBW0fSdN4MUbn7XcT9PECoCJEuvUzFC6s4PFA2txWo" href="https://www.google.com.tr/url?q=http://trwat.com/ucuz-ucak-biletleri/&amp;sa=U&amp;ei=HRZJU7DuC8iO7QabroDgDQ&amp;ved=0CDAQ9QEwAg&amp;usg=AFQjCNHoMRztzq9Z676TkCGbQODzLLcE" style="width:90pt;height:85.5pt;visibility:visible" o:button="t">
                    <v:fill o:detectmouseclick="t"/>
                    <v:imagedata r:id="rId14" o:title=""/>
                  </v:shape>
                </w:pict>
              </w:r>
            </w:hyperlink>
            <w:r w:rsidRPr="006309FC">
              <w:rPr>
                <w:rFonts w:ascii="Times New Roman" w:hAnsi="Times New Roman"/>
                <w:sz w:val="20"/>
                <w:szCs w:val="20"/>
              </w:rPr>
              <w:t>Havada uçmakta olan uçak</w:t>
            </w:r>
          </w:p>
        </w:tc>
      </w:tr>
      <w:tr w:rsidR="000A0A73" w:rsidRPr="006309FC" w:rsidTr="006309FC">
        <w:trPr>
          <w:cantSplit/>
          <w:trHeight w:val="173"/>
        </w:trPr>
        <w:tc>
          <w:tcPr>
            <w:tcW w:w="18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 w:firstLine="142"/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PE(     )     KE(   )</w:t>
            </w:r>
          </w:p>
        </w:tc>
        <w:tc>
          <w:tcPr>
            <w:tcW w:w="170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 w:firstLine="142"/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PE(     )     KE(   )</w:t>
            </w:r>
          </w:p>
        </w:tc>
        <w:tc>
          <w:tcPr>
            <w:tcW w:w="18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 w:firstLine="142"/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PE(     )       KE(   )</w:t>
            </w:r>
          </w:p>
        </w:tc>
      </w:tr>
    </w:tbl>
    <w:p w:rsidR="000A0A73" w:rsidRDefault="000A0A73" w:rsidP="005D5E09">
      <w:pPr>
        <w:spacing w:after="0"/>
        <w:rPr>
          <w:rFonts w:ascii="Times New Roman" w:hAnsi="Times New Roman"/>
          <w:b/>
        </w:rPr>
      </w:pPr>
    </w:p>
    <w:p w:rsidR="000A0A73" w:rsidRPr="00642AB8" w:rsidRDefault="000A0A73" w:rsidP="005D5E09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</w:rPr>
        <w:t xml:space="preserve">6.soru: </w:t>
      </w:r>
      <w:r w:rsidRPr="00EC6F26">
        <w:rPr>
          <w:rFonts w:ascii="Times New Roman" w:hAnsi="Times New Roman"/>
          <w:b/>
          <w:sz w:val="20"/>
        </w:rPr>
        <w:t>“</w:t>
      </w:r>
      <w:r w:rsidRPr="00EC6F26">
        <w:rPr>
          <w:rFonts w:ascii="Times New Roman" w:hAnsi="Times New Roman"/>
          <w:sz w:val="20"/>
        </w:rPr>
        <w:t>Yatay düzlem üzerinde hareket ettirilen cisimler yatay düzlem değiştirildiğinde (Tahta, Beton, Mermer, Cam vb.) cisme etki eden sürtünme kuvvetti de değişir.</w:t>
      </w:r>
      <w:r>
        <w:rPr>
          <w:rFonts w:ascii="Times New Roman" w:hAnsi="Times New Roman"/>
          <w:b/>
          <w:sz w:val="20"/>
        </w:rPr>
        <w:t>”Verilen hipotez cümlesine göre;</w:t>
      </w:r>
      <w:r w:rsidRPr="00E50795">
        <w:rPr>
          <w:rFonts w:ascii="Times New Roman" w:hAnsi="Times New Roman"/>
          <w:sz w:val="20"/>
        </w:rPr>
        <w:t xml:space="preserve"> aşağıda tabloda verilen ifadelerin karşısındaki boşlukları uygun şekilde doldurunuz.</w:t>
      </w:r>
    </w:p>
    <w:tbl>
      <w:tblPr>
        <w:tblW w:w="51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3260"/>
      </w:tblGrid>
      <w:tr w:rsidR="000A0A73" w:rsidRPr="006309FC" w:rsidTr="006309FC">
        <w:trPr>
          <w:trHeight w:val="495"/>
        </w:trPr>
        <w:tc>
          <w:tcPr>
            <w:tcW w:w="1843" w:type="dxa"/>
            <w:shd w:val="clear" w:color="auto" w:fill="D9D9D9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Değişken türü</w:t>
            </w:r>
          </w:p>
        </w:tc>
        <w:tc>
          <w:tcPr>
            <w:tcW w:w="3260" w:type="dxa"/>
            <w:shd w:val="clear" w:color="auto" w:fill="D9D9D9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Değişken adı</w:t>
            </w: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0A0A73" w:rsidRPr="006309FC" w:rsidTr="006309FC">
        <w:trPr>
          <w:trHeight w:val="510"/>
        </w:trPr>
        <w:tc>
          <w:tcPr>
            <w:tcW w:w="1843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Bağımsız değişken</w:t>
            </w:r>
          </w:p>
        </w:tc>
        <w:tc>
          <w:tcPr>
            <w:tcW w:w="3260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0A0A73" w:rsidRPr="006309FC" w:rsidTr="006309FC">
        <w:trPr>
          <w:trHeight w:val="495"/>
        </w:trPr>
        <w:tc>
          <w:tcPr>
            <w:tcW w:w="1843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Bağımlı değişken</w:t>
            </w:r>
          </w:p>
        </w:tc>
        <w:tc>
          <w:tcPr>
            <w:tcW w:w="3260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0A0A73" w:rsidRPr="006309FC" w:rsidTr="006309FC">
        <w:trPr>
          <w:trHeight w:val="510"/>
        </w:trPr>
        <w:tc>
          <w:tcPr>
            <w:tcW w:w="1843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Kontrol edilebilen değişken</w:t>
            </w:r>
          </w:p>
        </w:tc>
        <w:tc>
          <w:tcPr>
            <w:tcW w:w="3260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0A0A73" w:rsidRDefault="000A0A73" w:rsidP="00A230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</w:rPr>
      </w:pPr>
    </w:p>
    <w:p w:rsidR="000A0A73" w:rsidRPr="009177E3" w:rsidRDefault="000A0A73" w:rsidP="00A230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726B3">
        <w:rPr>
          <w:rFonts w:ascii="Times New Roman" w:hAnsi="Times New Roman"/>
          <w:b/>
          <w:sz w:val="20"/>
        </w:rPr>
        <w:t>7.soru:</w:t>
      </w:r>
      <w:r w:rsidRPr="00D726B3">
        <w:rPr>
          <w:rFonts w:ascii="Times New Roman" w:hAnsi="Times New Roman"/>
          <w:sz w:val="20"/>
        </w:rPr>
        <w:t xml:space="preserve"> Aşağıda bazı olaylar ve bu olaylar esnasında Fiziksel anlamda iş yapılıp yapılmadığını </w:t>
      </w:r>
      <w:r>
        <w:rPr>
          <w:rFonts w:ascii="Times New Roman" w:hAnsi="Times New Roman"/>
          <w:sz w:val="20"/>
        </w:rPr>
        <w:t>(     ) işareti</w:t>
      </w:r>
      <w:r w:rsidRPr="00D726B3">
        <w:rPr>
          <w:rFonts w:ascii="Times New Roman" w:hAnsi="Times New Roman"/>
          <w:sz w:val="20"/>
        </w:rPr>
        <w:t xml:space="preserve"> içerisine “X” işareti yazarak cevaplayınız</w:t>
      </w:r>
      <w:r w:rsidRPr="009177E3">
        <w:rPr>
          <w:rFonts w:ascii="Times New Roman" w:hAnsi="Times New Roman"/>
        </w:rPr>
        <w:t>.</w:t>
      </w:r>
    </w:p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701"/>
        <w:gridCol w:w="1843"/>
      </w:tblGrid>
      <w:tr w:rsidR="000A0A73" w:rsidRPr="006309FC" w:rsidTr="006309FC">
        <w:trPr>
          <w:trHeight w:val="57"/>
        </w:trPr>
        <w:tc>
          <w:tcPr>
            <w:tcW w:w="18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hyperlink r:id="rId15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119" o:spid="_x0000_i1029" type="#_x0000_t75" alt="https://encrypted-tbn0.gstatic.com/images?q=tbn:ANd9GcTORnAoU0bg-cjFIeqpeBmWCOsghy4tvxm8GmDneMwRxPkLkWmI9MG2pA" href="https://www.google.com.tr/url?q=http://www.netresim.net/img1695.search.htm&amp;sa=U&amp;ei=6x9JU4KFLubF7AbJkYDABQ&amp;ved=0CC4Q9QEwAQ&amp;usg=AFQjCNFA53eGT3oBVktw4_iCM9gWb0jl" style="width:82.5pt;height:82.5pt;visibility:visible" o:button="t">
                    <v:fill o:detectmouseclick="t"/>
                    <v:imagedata r:id="rId16" o:title=""/>
                  </v:shape>
                </w:pict>
              </w:r>
            </w:hyperlink>
            <w:r w:rsidRPr="006309FC">
              <w:t xml:space="preserve"> </w:t>
            </w:r>
            <w:r w:rsidRPr="006309FC">
              <w:rPr>
                <w:rFonts w:ascii="Times New Roman" w:hAnsi="Times New Roman"/>
              </w:rPr>
              <w:t>Sporcu halteri kaldırırken</w:t>
            </w: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hyperlink r:id="rId17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103" o:spid="_x0000_i1030" type="#_x0000_t75" alt="https://encrypted-tbn3.gstatic.com/images?q=tbn:ANd9GcSYljsU0MfKOPUQKqKAeyM-46JSVwCaJXdkfbKAm3b6Vp8gBxfijXW9jYYi" href="https://www.google.com.tr/url?q=http://www.medikal.nl/okul-cantalarina-dikkat&amp;sa=U&amp;ei=gxxJU_q-IeOP7AbQgoCADw&amp;ved=0CCwQ9QEwAA&amp;usg=AFQjCNGv-f0nQWA0tA8xBhZBKopj5u0V" style="width:81.75pt;height:81.75pt;visibility:visible" o:button="t">
                    <v:fill o:detectmouseclick="t"/>
                    <v:imagedata r:id="rId18" o:title=""/>
                  </v:shape>
                </w:pict>
              </w:r>
            </w:hyperlink>
            <w:r w:rsidRPr="006309FC">
              <w:t xml:space="preserve"> </w:t>
            </w:r>
            <w:r w:rsidRPr="006309FC">
              <w:rPr>
                <w:rFonts w:ascii="Times New Roman" w:hAnsi="Times New Roman"/>
              </w:rPr>
              <w:t>Öğrenci elinde kitap taşırken</w:t>
            </w:r>
          </w:p>
        </w:tc>
        <w:tc>
          <w:tcPr>
            <w:tcW w:w="184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hyperlink r:id="rId19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107" o:spid="_x0000_i1031" type="#_x0000_t75" alt="https://encrypted-tbn0.gstatic.com/images?q=tbn:ANd9GcTs3J5zSfVPjwZZqFhpMYIKLizXqTBU9_EeswGNSATvrtGkzj32VpncGQ" href="https://www.google.com.tr/url?q=http://nardisjazz.com/2010/01/ntv-radyoda-102-8-tulug-tirpan-art-of-trio-konseri-var/&amp;sa=U&amp;ei=1BxJU5uXMY-f7gbqv4HgCQ&amp;ved=0CCwQ9QEwAA&amp;usg=AFQjCNHBFjVyAe1xDakCmbPqg6GBC7X3" style="width:91.5pt;height:82.5pt;visibility:visible" o:button="t">
                    <v:fill o:detectmouseclick="t"/>
                    <v:imagedata r:id="rId20" o:title=""/>
                  </v:shape>
                </w:pict>
              </w:r>
            </w:hyperlink>
            <w:r w:rsidRPr="006309FC">
              <w:t xml:space="preserve"> </w:t>
            </w:r>
            <w:r w:rsidRPr="006309FC">
              <w:rPr>
                <w:rFonts w:ascii="Times New Roman" w:hAnsi="Times New Roman"/>
              </w:rPr>
              <w:t>Sanatçı piyano çalarken</w:t>
            </w:r>
          </w:p>
        </w:tc>
      </w:tr>
      <w:tr w:rsidR="000A0A73" w:rsidRPr="006309FC" w:rsidTr="006309FC">
        <w:trPr>
          <w:trHeight w:val="57"/>
        </w:trPr>
        <w:tc>
          <w:tcPr>
            <w:tcW w:w="18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yapılır (    )</w:t>
            </w:r>
          </w:p>
          <w:p w:rsidR="000A0A73" w:rsidRPr="006309FC" w:rsidRDefault="000A0A73" w:rsidP="006309FC">
            <w:pPr>
              <w:spacing w:after="0" w:line="240" w:lineRule="auto"/>
            </w:pPr>
            <w:r w:rsidRPr="006309FC">
              <w:rPr>
                <w:rFonts w:ascii="Times New Roman" w:hAnsi="Times New Roman"/>
              </w:rPr>
              <w:t>İş yapılmaz (   )</w:t>
            </w: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yapılır (    )</w:t>
            </w:r>
          </w:p>
          <w:p w:rsidR="000A0A73" w:rsidRPr="006309FC" w:rsidRDefault="000A0A73" w:rsidP="006309FC">
            <w:pPr>
              <w:spacing w:after="0" w:line="240" w:lineRule="auto"/>
            </w:pPr>
            <w:r w:rsidRPr="006309FC">
              <w:rPr>
                <w:rFonts w:ascii="Times New Roman" w:hAnsi="Times New Roman"/>
              </w:rPr>
              <w:t>İş yapılmaz (   )</w:t>
            </w:r>
          </w:p>
        </w:tc>
        <w:tc>
          <w:tcPr>
            <w:tcW w:w="184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yapılır (    )</w:t>
            </w:r>
          </w:p>
          <w:p w:rsidR="000A0A73" w:rsidRPr="006309FC" w:rsidRDefault="000A0A73" w:rsidP="006309FC">
            <w:pPr>
              <w:spacing w:after="0" w:line="240" w:lineRule="auto"/>
            </w:pPr>
            <w:r w:rsidRPr="006309FC">
              <w:rPr>
                <w:rFonts w:ascii="Times New Roman" w:hAnsi="Times New Roman"/>
              </w:rPr>
              <w:t>İş yapılmaz (   )</w:t>
            </w:r>
          </w:p>
        </w:tc>
      </w:tr>
    </w:tbl>
    <w:p w:rsidR="000A0A73" w:rsidRDefault="000A0A73" w:rsidP="00F910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0A0A73" w:rsidRDefault="000A0A73" w:rsidP="0022455A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8.soru: </w:t>
      </w:r>
      <w:r w:rsidRPr="00E30F26">
        <w:rPr>
          <w:rFonts w:ascii="Times New Roman" w:hAnsi="Times New Roman"/>
        </w:rPr>
        <w:t>Aşağıda verilen ifadeleri eşleştiriniz.</w:t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127"/>
      </w:tblGrid>
      <w:tr w:rsidR="000A0A73" w:rsidRPr="006309FC" w:rsidTr="006309FC">
        <w:trPr>
          <w:cantSplit/>
          <w:trHeight w:val="24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 xml:space="preserve">....  </w:t>
            </w:r>
            <w:r w:rsidRPr="006309FC">
              <w:rPr>
                <w:rFonts w:ascii="Times New Roman" w:hAnsi="Times New Roman"/>
                <w:sz w:val="20"/>
              </w:rPr>
              <w:fldChar w:fldCharType="begin"/>
            </w:r>
            <w:r w:rsidRPr="006309FC">
              <w:rPr>
                <w:rFonts w:ascii="Times New Roman" w:hAnsi="Times New Roman"/>
                <w:sz w:val="20"/>
              </w:rPr>
              <w:instrText xml:space="preserve"> QUOTE </w:instrText>
            </w:r>
            <w:r w:rsidRPr="006309FC">
              <w:pict>
                <v:shape id="_x0000_i1032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0400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950400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K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1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instrText xml:space="preserve"> </w:instrText>
            </w:r>
            <w:r w:rsidRPr="006309FC">
              <w:rPr>
                <w:rFonts w:ascii="Times New Roman" w:hAnsi="Times New Roman"/>
                <w:sz w:val="20"/>
              </w:rPr>
              <w:fldChar w:fldCharType="separate"/>
            </w:r>
            <w:r w:rsidRPr="006309FC">
              <w:pict>
                <v:shape id="_x0000_i1033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0400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950400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K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1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a)</w:t>
            </w:r>
            <w:r w:rsidRPr="006309FC">
              <w:rPr>
                <w:rFonts w:ascii="Times New Roman" w:hAnsi="Times New Roman"/>
                <w:sz w:val="20"/>
              </w:rPr>
              <w:fldChar w:fldCharType="begin"/>
            </w:r>
            <w:r w:rsidRPr="006309FC">
              <w:rPr>
                <w:rFonts w:ascii="Times New Roman" w:hAnsi="Times New Roman"/>
                <w:sz w:val="20"/>
              </w:rPr>
              <w:instrText xml:space="preserve"> QUOTE </w:instrText>
            </w:r>
            <w:r w:rsidRPr="006309FC">
              <w:pict>
                <v:shape id="_x0000_i1034" type="#_x0000_t75" style="width:4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5849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905849&quot;&gt;&lt;m:oMathPara&gt;&lt;m:oMath&gt;&lt;m:r&gt;&lt;w:rPr&gt;&lt;w:rFonts w:ascii=&quot;Cambria Math&quot; w:fareast=&quot;Calibri&quot; w:h-ansi=&quot;Cambria Math&quot;/&gt;&lt;wx:font wx:val=&quot;Cambria Math&quot;/&gt;&lt;w:i/&gt;&lt;w:sz w:val=&quot;20&quot;/&gt;&lt;/w:rPr&gt;&lt;m:t&gt;   &lt;/m:t&gt;&lt;/m:r&gt;&lt;m:r&gt;&lt;w:rPr&gt;&lt;w:rFonts w:ascii=&quot;Cambria Math&quot; w:h-ansi=&quot;Cambria Math&quot;/&gt;&lt;wx:font wx:val=&quot;Cambria Math&quot;/&gt;&lt;w:i/&gt;&lt;w:sz w:val=&quot;20&quot;/&gt;&lt;/w:rPr&gt;&lt;m:t&gt;k.m.g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2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instrText xml:space="preserve"> </w:instrText>
            </w:r>
            <w:r w:rsidRPr="006309FC">
              <w:rPr>
                <w:rFonts w:ascii="Times New Roman" w:hAnsi="Times New Roman"/>
                <w:sz w:val="20"/>
              </w:rPr>
              <w:fldChar w:fldCharType="separate"/>
            </w:r>
            <w:r w:rsidRPr="006309FC">
              <w:pict>
                <v:shape id="_x0000_i1035" type="#_x0000_t75" style="width:4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5849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905849&quot;&gt;&lt;m:oMathPara&gt;&lt;m:oMath&gt;&lt;m:r&gt;&lt;w:rPr&gt;&lt;w:rFonts w:ascii=&quot;Cambria Math&quot; w:fareast=&quot;Calibri&quot; w:h-ansi=&quot;Cambria Math&quot;/&gt;&lt;wx:font wx:val=&quot;Cambria Math&quot;/&gt;&lt;w:i/&gt;&lt;w:sz w:val=&quot;20&quot;/&gt;&lt;/w:rPr&gt;&lt;m:t&gt;   &lt;/m:t&gt;&lt;/m:r&gt;&lt;m:r&gt;&lt;w:rPr&gt;&lt;w:rFonts w:ascii=&quot;Cambria Math&quot; w:h-ansi=&quot;Cambria Math&quot;/&gt;&lt;wx:font wx:val=&quot;Cambria Math&quot;/&gt;&lt;w:i/&gt;&lt;w:sz w:val=&quot;20&quot;/&gt;&lt;/w:rPr&gt;&lt;m:t&gt;k.m.g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2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0A0A73" w:rsidRPr="006309FC" w:rsidTr="006309FC">
        <w:trPr>
          <w:trHeight w:val="8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 xml:space="preserve">... 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36" type="#_x0000_t75" style="width:13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2762F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2762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p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3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37" type="#_x0000_t75" style="width:13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2762F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2762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p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3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b)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38" type="#_x0000_t75" style="width:30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0F3C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AA0F3C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4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39" type="#_x0000_t75" style="width:30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0F3C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AA0F3C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4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</w:tr>
      <w:tr w:rsidR="000A0A73" w:rsidRPr="006309FC" w:rsidTr="006309FC">
        <w:trPr>
          <w:trHeight w:val="247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...   W</w:t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 xml:space="preserve">c) 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40" type="#_x0000_t75" style="width:22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A622F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6A622F&quot;&gt;&lt;m:oMathPara&gt;&lt;m:oMath&gt;&lt;m:r&gt;&lt;w:rPr&gt;&lt;w:rFonts w:ascii=&quot;Cambria Math&quot; w:fareast=&quot;Calibri&quot; w:h-ansi=&quot;Cambria Math&quot;/&gt;&lt;wx:font wx:val=&quot;Cambria Math&quot;/&gt;&lt;w:i/&gt;&lt;/w:rPr&gt;&lt;m:t&gt;F&lt;/m:t&gt;&lt;/m:r&gt;&lt;m:r&gt;&lt;w:rPr&gt;&lt;w:rFonts w:ascii=&quot;Cambria Math&quot; w:h-ansi=&quot;Cambria Math&quot;/&gt;&lt;wx:font wx:val=&quot;Cambria Math&quot;/&gt;&lt;w:i/&gt;&lt;/w:rPr&gt;&lt;m:t&gt;.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5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41" type="#_x0000_t75" style="width:22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A622F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6A622F&quot;&gt;&lt;m:oMathPara&gt;&lt;m:oMath&gt;&lt;m:r&gt;&lt;w:rPr&gt;&lt;w:rFonts w:ascii=&quot;Cambria Math&quot; w:fareast=&quot;Calibri&quot; w:h-ansi=&quot;Cambria Math&quot;/&gt;&lt;wx:font wx:val=&quot;Cambria Math&quot;/&gt;&lt;w:i/&gt;&lt;/w:rPr&gt;&lt;m:t&gt;F&lt;/m:t&gt;&lt;/m:r&gt;&lt;m:r&gt;&lt;w:rPr&gt;&lt;w:rFonts w:ascii=&quot;Cambria Math&quot; w:h-ansi=&quot;Cambria Math&quot;/&gt;&lt;wx:font wx:val=&quot;Cambria Math&quot;/&gt;&lt;w:i/&gt;&lt;/w:rPr&gt;&lt;m:t&gt;.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5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</w:tr>
      <w:tr w:rsidR="000A0A73" w:rsidRPr="006309FC" w:rsidTr="006309FC">
        <w:trPr>
          <w:trHeight w:val="24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 xml:space="preserve">... 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42" type="#_x0000_t75" style="width:12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2F2B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122F2B&quot;&gt;&lt;m:oMathPara&gt;&lt;m:oMath&gt;&lt;m:r&gt;&lt;w:rPr&gt;&lt;w:rFonts w:ascii=&quot;Cambria Math&quot; w:fareast=&quot;Calibri&quot; w:h-ansi=&quot;Cambria Math&quot;/&gt;&lt;wx:font wx:val=&quot;Cambria Math&quot;/&gt;&lt;w:i/&gt;&lt;/w:rPr&gt;&lt;m:t&gt;F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6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43" type="#_x0000_t75" style="width:12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2F2B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122F2B&quot;&gt;&lt;m:oMathPara&gt;&lt;m:oMath&gt;&lt;m:r&gt;&lt;w:rPr&gt;&lt;w:rFonts w:ascii=&quot;Cambria Math&quot; w:fareast=&quot;Calibri&quot; w:h-ansi=&quot;Cambria Math&quot;/&gt;&lt;wx:font wx:val=&quot;Cambria Math&quot;/&gt;&lt;w:i/&gt;&lt;/w:rPr&gt;&lt;m:t&gt;F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6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d)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44" type="#_x0000_t75" style="width:4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93C67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093C67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g.h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7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45" type="#_x0000_t75" style="width:4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93C67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093C67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g.h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7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</w:tr>
    </w:tbl>
    <w:tbl>
      <w:tblPr>
        <w:tblStyle w:val="TableGrid"/>
        <w:tblW w:w="4503" w:type="dxa"/>
        <w:tblLayout w:type="fixed"/>
        <w:tblLook w:val="00A0"/>
      </w:tblPr>
      <w:tblGrid>
        <w:gridCol w:w="2376"/>
        <w:gridCol w:w="2127"/>
      </w:tblGrid>
      <w:tr w:rsidR="000A0A73" w:rsidRPr="00E30F26" w:rsidTr="00DD6051">
        <w:trPr>
          <w:trHeight w:val="24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309FC">
              <w:rPr>
                <w:rFonts w:ascii="Times New Roman" w:hAnsi="Times New Roman"/>
                <w:sz w:val="22"/>
                <w:szCs w:val="22"/>
              </w:rPr>
              <w:t xml:space="preserve">... 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  <w:sz w:val="22"/>
                <w:szCs w:val="22"/>
              </w:rPr>
              <w:instrText xml:space="preserve"> QUOTE </w:instrText>
            </w:r>
            <w:r w:rsidRPr="006309FC">
              <w:pict>
                <v:shape id="_x0000_i1046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2F47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AB2F47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s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8" o:title="" chromakey="white"/>
                </v:shape>
              </w:pict>
            </w:r>
            <w:r w:rsidRPr="006309FC">
              <w:rPr>
                <w:rFonts w:ascii="Times New Roman" w:hAnsi="Times New Roman"/>
                <w:sz w:val="22"/>
                <w:szCs w:val="22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47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2F47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AB2F47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s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8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E30F26" w:rsidRDefault="000A0A73" w:rsidP="00AE5449">
            <w:pPr>
              <w:rPr>
                <w:rFonts w:ascii="Times New Roman" w:hAnsi="Times New Roman"/>
                <w:sz w:val="22"/>
                <w:szCs w:val="22"/>
              </w:rPr>
            </w:pPr>
            <w:r w:rsidRPr="006309FC">
              <w:rPr>
                <w:rFonts w:ascii="Times New Roman" w:hAnsi="Times New Roman"/>
                <w:sz w:val="22"/>
                <w:szCs w:val="22"/>
              </w:rPr>
              <w:t xml:space="preserve">e)  </w:t>
            </w:r>
          </w:p>
        </w:tc>
      </w:tr>
    </w:tbl>
    <w:p w:rsidR="000A0A73" w:rsidRDefault="000A0A73" w:rsidP="00F578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9.Soru:</w:t>
      </w:r>
      <w:r>
        <w:rPr>
          <w:rFonts w:ascii="Times New Roman" w:hAnsi="Times New Roman"/>
          <w:b/>
        </w:rPr>
        <w:tab/>
      </w:r>
    </w:p>
    <w:p w:rsidR="000A0A73" w:rsidRPr="00205CAD" w:rsidRDefault="000A0A73" w:rsidP="00205CAD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/>
          <w:sz w:val="20"/>
          <w:szCs w:val="24"/>
        </w:rPr>
      </w:pPr>
      <w:r>
        <w:rPr>
          <w:noProof/>
          <w:lang w:eastAsia="tr-TR"/>
        </w:rPr>
        <w:pict>
          <v:shape id="Resim 124" o:spid="_x0000_s1031" type="#_x0000_t75" style="position:absolute;margin-left:1.65pt;margin-top:.05pt;width:143.25pt;height:83.25pt;z-index:251656192;visibility:visible">
            <v:imagedata r:id="rId29" o:title=""/>
            <w10:wrap type="square"/>
          </v:shape>
        </w:pict>
      </w:r>
      <w:r>
        <w:rPr>
          <w:rFonts w:ascii="Times New Roman" w:hAnsi="Times New Roman"/>
          <w:b/>
        </w:rPr>
        <w:t xml:space="preserve"> </w:t>
      </w:r>
      <w:r w:rsidRPr="00A33006">
        <w:rPr>
          <w:rFonts w:ascii="Times New Roman" w:hAnsi="Times New Roman"/>
          <w:sz w:val="20"/>
          <w:szCs w:val="24"/>
        </w:rPr>
        <w:t>Sürtünmeli yatay düzlem üzerinde durmakta olan bir cismin kazandığı ivmenin uygulanan yatay kuvvete</w:t>
      </w:r>
      <w:r>
        <w:rPr>
          <w:rFonts w:ascii="Times New Roman" w:hAnsi="Times New Roman"/>
          <w:b/>
          <w:sz w:val="20"/>
          <w:szCs w:val="24"/>
        </w:rPr>
        <w:t xml:space="preserve"> b</w:t>
      </w:r>
      <w:r w:rsidRPr="00A33006">
        <w:rPr>
          <w:rFonts w:ascii="Times New Roman" w:hAnsi="Times New Roman"/>
          <w:sz w:val="20"/>
          <w:szCs w:val="24"/>
        </w:rPr>
        <w:t xml:space="preserve">ağlı değişim grafiği </w:t>
      </w:r>
      <w:r>
        <w:rPr>
          <w:rFonts w:ascii="Times New Roman" w:hAnsi="Times New Roman"/>
          <w:sz w:val="20"/>
          <w:szCs w:val="24"/>
        </w:rPr>
        <w:t>ş</w:t>
      </w:r>
      <w:r w:rsidRPr="00A33006">
        <w:rPr>
          <w:rFonts w:ascii="Times New Roman" w:hAnsi="Times New Roman"/>
          <w:sz w:val="20"/>
          <w:szCs w:val="24"/>
        </w:rPr>
        <w:t>ekildeki gibidir.</w:t>
      </w:r>
      <w:r w:rsidRPr="00A33006">
        <w:rPr>
          <w:rFonts w:ascii="Times New Roman" w:hAnsi="Times New Roman"/>
          <w:b/>
          <w:bCs/>
          <w:sz w:val="20"/>
          <w:szCs w:val="24"/>
        </w:rPr>
        <w:t xml:space="preserve"> </w:t>
      </w:r>
      <w:r w:rsidRPr="005A1970">
        <w:rPr>
          <w:rFonts w:ascii="Times New Roman" w:hAnsi="Times New Roman"/>
          <w:bCs/>
          <w:sz w:val="20"/>
          <w:szCs w:val="24"/>
        </w:rPr>
        <w:t xml:space="preserve">Buna göre, </w:t>
      </w:r>
      <w:r>
        <w:rPr>
          <w:rFonts w:ascii="Times New Roman" w:hAnsi="Times New Roman"/>
          <w:bCs/>
          <w:sz w:val="20"/>
          <w:szCs w:val="24"/>
        </w:rPr>
        <w:t>cismin kütlesi kaç kilogramdır?</w:t>
      </w:r>
    </w:p>
    <w:p w:rsidR="000A0A73" w:rsidRDefault="000A0A73" w:rsidP="00800932">
      <w:pPr>
        <w:spacing w:after="0"/>
        <w:rPr>
          <w:rFonts w:ascii="Times New Roman" w:hAnsi="Times New Roman"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6418B6">
      <w:pPr>
        <w:spacing w:after="0"/>
        <w:rPr>
          <w:rFonts w:ascii="Times New Roman" w:hAnsi="Times New Roman"/>
          <w:noProof/>
          <w:sz w:val="20"/>
          <w:szCs w:val="24"/>
          <w:lang w:eastAsia="tr-TR"/>
        </w:rPr>
      </w:pPr>
      <w:r>
        <w:rPr>
          <w:rFonts w:ascii="Times New Roman" w:hAnsi="Times New Roman"/>
          <w:b/>
          <w:noProof/>
          <w:sz w:val="20"/>
          <w:szCs w:val="24"/>
          <w:lang w:eastAsia="tr-TR"/>
        </w:rPr>
        <w:t xml:space="preserve">10.soru: 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V hızıyla harekete başlayan bir cismin xy,yz ve zt noktaları arasındaki </w:t>
      </w:r>
      <w:r w:rsidRPr="00490141">
        <w:rPr>
          <w:rFonts w:ascii="Times New Roman" w:hAnsi="Times New Roman"/>
          <w:b/>
          <w:i/>
          <w:noProof/>
          <w:sz w:val="20"/>
          <w:szCs w:val="24"/>
          <w:u w:val="single"/>
          <w:lang w:eastAsia="tr-TR"/>
        </w:rPr>
        <w:t xml:space="preserve">Potansiyel 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ve </w:t>
      </w:r>
      <w:r w:rsidRPr="00490141">
        <w:rPr>
          <w:rFonts w:ascii="Times New Roman" w:hAnsi="Times New Roman"/>
          <w:b/>
          <w:i/>
          <w:noProof/>
          <w:sz w:val="20"/>
          <w:szCs w:val="24"/>
          <w:u w:val="single"/>
          <w:lang w:eastAsia="tr-TR"/>
        </w:rPr>
        <w:t xml:space="preserve">Kinetik </w:t>
      </w:r>
      <w:r>
        <w:rPr>
          <w:rFonts w:ascii="Times New Roman" w:hAnsi="Times New Roman"/>
          <w:noProof/>
          <w:sz w:val="20"/>
          <w:szCs w:val="24"/>
          <w:lang w:eastAsia="tr-TR"/>
        </w:rPr>
        <w:t>enerji değişimlerini verilen boşluklara yazınız.</w:t>
      </w:r>
    </w:p>
    <w:p w:rsidR="000A0A73" w:rsidRDefault="000A0A73" w:rsidP="006453FE">
      <w:pPr>
        <w:spacing w:after="0"/>
        <w:jc w:val="center"/>
        <w:rPr>
          <w:rFonts w:ascii="Times New Roman" w:hAnsi="Times New Roman"/>
          <w:noProof/>
          <w:sz w:val="20"/>
          <w:szCs w:val="24"/>
          <w:lang w:eastAsia="tr-TR"/>
        </w:rPr>
      </w:pPr>
      <w:r w:rsidRPr="006309FC">
        <w:rPr>
          <w:rFonts w:ascii="Times New Roman" w:hAnsi="Times New Roman"/>
          <w:noProof/>
          <w:sz w:val="20"/>
          <w:szCs w:val="24"/>
          <w:lang w:eastAsia="tr-TR"/>
        </w:rPr>
        <w:pict>
          <v:shape id="Resim 137" o:spid="_x0000_i1048" type="#_x0000_t75" style="width:197.25pt;height:84pt;visibility:visible">
            <v:imagedata r:id="rId30" o:title=""/>
          </v:shape>
        </w:pict>
      </w:r>
    </w:p>
    <w:p w:rsidR="000A0A73" w:rsidRDefault="000A0A73" w:rsidP="006418B6">
      <w:pPr>
        <w:spacing w:after="0"/>
        <w:rPr>
          <w:rFonts w:ascii="Times New Roman" w:hAnsi="Times New Roman"/>
          <w:b/>
        </w:rPr>
      </w:pPr>
      <w:r w:rsidRPr="00790212">
        <w:rPr>
          <w:rFonts w:ascii="Times New Roman" w:hAnsi="Times New Roman"/>
          <w:b/>
          <w:noProof/>
          <w:sz w:val="20"/>
          <w:szCs w:val="24"/>
          <w:lang w:eastAsia="tr-TR"/>
        </w:rPr>
        <w:t>xy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aralığında;P:E:...........................,K.E:.......................</w:t>
      </w:r>
    </w:p>
    <w:p w:rsidR="000A0A73" w:rsidRDefault="000A0A73" w:rsidP="006418B6">
      <w:pPr>
        <w:spacing w:after="0"/>
        <w:rPr>
          <w:rFonts w:ascii="Times New Roman" w:hAnsi="Times New Roman"/>
          <w:noProof/>
          <w:sz w:val="20"/>
          <w:szCs w:val="24"/>
          <w:lang w:eastAsia="tr-TR"/>
        </w:rPr>
      </w:pPr>
      <w:r w:rsidRPr="00790212">
        <w:rPr>
          <w:rFonts w:ascii="Times New Roman" w:hAnsi="Times New Roman"/>
          <w:b/>
          <w:noProof/>
          <w:sz w:val="20"/>
          <w:szCs w:val="24"/>
          <w:lang w:eastAsia="tr-TR"/>
        </w:rPr>
        <w:t>yz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aralığında;P:E:...........................,K.E:.......................</w:t>
      </w:r>
      <w:r w:rsidRPr="0071057C">
        <w:rPr>
          <w:rFonts w:ascii="Times New Roman" w:hAnsi="Times New Roman"/>
          <w:noProof/>
          <w:sz w:val="20"/>
          <w:szCs w:val="24"/>
          <w:lang w:eastAsia="tr-TR"/>
        </w:rPr>
        <w:t xml:space="preserve"> </w:t>
      </w:r>
    </w:p>
    <w:p w:rsidR="000A0A73" w:rsidRDefault="000A0A73" w:rsidP="006418B6">
      <w:pPr>
        <w:spacing w:after="120"/>
        <w:rPr>
          <w:rFonts w:ascii="Times New Roman" w:hAnsi="Times New Roman"/>
          <w:b/>
        </w:rPr>
      </w:pPr>
      <w:r w:rsidRPr="00790212">
        <w:rPr>
          <w:rFonts w:ascii="Times New Roman" w:hAnsi="Times New Roman"/>
          <w:b/>
          <w:noProof/>
          <w:sz w:val="20"/>
          <w:szCs w:val="24"/>
          <w:lang w:eastAsia="tr-TR"/>
        </w:rPr>
        <w:t xml:space="preserve">zt 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aralığında;P:E:..........................,K.E:.......................</w:t>
      </w:r>
    </w:p>
    <w:p w:rsidR="000A0A73" w:rsidRPr="00662CCF" w:rsidRDefault="000A0A73" w:rsidP="00CF41CC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11</w:t>
      </w:r>
      <w:r w:rsidRPr="00662CCF">
        <w:rPr>
          <w:rFonts w:ascii="Times New Roman" w:hAnsi="Times New Roman"/>
          <w:b/>
          <w:sz w:val="20"/>
        </w:rPr>
        <w:t>.soru:</w:t>
      </w:r>
      <w:r w:rsidRPr="00662CCF">
        <w:rPr>
          <w:rFonts w:ascii="Times New Roman" w:hAnsi="Times New Roman"/>
          <w:sz w:val="20"/>
        </w:rPr>
        <w:t xml:space="preserve"> Aşağıdaki verilen kutunun içerisindeki </w:t>
      </w:r>
      <w:r w:rsidRPr="00662CCF">
        <w:rPr>
          <w:rFonts w:ascii="Times New Roman" w:hAnsi="Times New Roman"/>
          <w:b/>
          <w:sz w:val="20"/>
        </w:rPr>
        <w:t xml:space="preserve">potansiyel enerji </w:t>
      </w:r>
      <w:r w:rsidRPr="00662CCF">
        <w:rPr>
          <w:rFonts w:ascii="Times New Roman" w:hAnsi="Times New Roman"/>
          <w:sz w:val="20"/>
        </w:rPr>
        <w:t>ile ilgili kavramını boyayarak cevaplayınız.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5"/>
        <w:gridCol w:w="1295"/>
        <w:gridCol w:w="1295"/>
      </w:tblGrid>
      <w:tr w:rsidR="000A0A73" w:rsidRPr="006309FC" w:rsidTr="006309FC">
        <w:trPr>
          <w:trHeight w:val="547"/>
          <w:jc w:val="center"/>
        </w:trPr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49" type="#_x0000_t75" style="width:32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6229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F06229&quot;&gt;&lt;m:oMathPara&gt;&lt;m:oMath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sz w:val=&quot;20&quot;/&gt;&lt;/w:rPr&gt;&lt;m:t&gt;m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.g.h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1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50" type="#_x0000_t75" style="width:16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A722C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2A722C&quot;&gt;&lt;m:oMathPara&gt;&lt;m:oMath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sz w:val=&quot;20&quot;/&gt;&lt;/w:rPr&gt;&lt;m:t&gt;h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Ä±z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2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51" type="#_x0000_t75" style="width:26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0F19DE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0F19D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joule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3" o:title="" chromakey="white"/>
                </v:shape>
              </w:pict>
            </w:r>
          </w:p>
        </w:tc>
      </w:tr>
      <w:tr w:rsidR="000A0A73" w:rsidRPr="006309FC" w:rsidTr="006309FC">
        <w:trPr>
          <w:trHeight w:val="547"/>
          <w:jc w:val="center"/>
        </w:trPr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52" type="#_x0000_t75" style="width:38.25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396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426396&quot;&gt;&lt;m:oMathPara&gt;&lt;m:oMath&gt;&lt;m:f&gt;&lt;m:fPr&gt;&lt;m:ctrlPr&gt;&lt;w:rPr&gt;&lt;w:rFonts w:ascii=&quot;Cambria Math&quot; w:fareast=&quot;Calibri&quot; w:h-ansi=&quot;Cambria Math&quot;/&gt;&lt;wx:font wx:val=&quot;Cambria Math&quot;/&gt;&lt;w:b/&gt;&lt;w:i/&gt;&lt;w:sz w:val=&quot;20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1&lt;/m:t&gt;&lt;/m:r&gt;&lt;m:ctrlPr&gt;&lt;w:rPr&gt;&lt;w:rFonts w:ascii=&quot;Cambria Math&quot; w:h-ansi=&quot;Cambria Math&quot;/&gt;&lt;wx:font wx:val=&quot;Cambria Math&quot;/&gt;&lt;w:b/&gt;&lt;w:i/&gt;&lt;w:sz w:val=&quot;20&quot;/&gt;&lt;/w:rPr&gt;&lt;/m:ctrlP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2&lt;/m:t&gt;&lt;/m:r&gt;&lt;m:ctrlPr&gt;&lt;w:rPr&gt;&lt;w:rFonts w:ascii=&quot;Cambria Math&quot; w:h-ansi=&quot;Cambria Math&quot;/&gt;&lt;wx:font wx:val=&quot;Cambria Math&quot;/&gt;&lt;w:b/&gt;&lt;w:i/&gt;&lt;w:sz w:val=&quot;20&quot;/&gt;&lt;/w:rPr&gt;&lt;/m:ctrlP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.m.&lt;/m:t&gt;&lt;/m:r&gt;&lt;m:sSup&gt;&lt;m:sSupPr&gt;&lt;m:ctrlPr&gt;&lt;w:rPr&gt;&lt;w:rFonts w:ascii=&quot;Cambria Math&quot; w:h-ansi=&quot;Cambria Math&quot;/&gt;&lt;wx:font wx:val=&quot;Cambria Math&quot;/&gt;&lt;w:b/&gt;&lt;w:i/&gt;&lt;w:sz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V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4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53" type="#_x0000_t75" style="width:4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14E3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E414E3&quot;&gt;&lt;m:oMathPara&gt;&lt;m:oMath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20&quot;/&gt;&lt;/w:rPr&gt;&lt;m:t&gt;y&lt;/m:t&gt;&lt;/m:r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20&quot;/&gt;&lt;/w:rPr&gt;&lt;m:t&gt;Ã¼kseklik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5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54" type="#_x0000_t75" style="width:17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27A62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427A62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f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.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6" o:title="" chromakey="white"/>
                </v:shape>
              </w:pict>
            </w:r>
          </w:p>
        </w:tc>
      </w:tr>
    </w:tbl>
    <w:p w:rsidR="000A0A73" w:rsidRDefault="000A0A73" w:rsidP="00722F5C">
      <w:pPr>
        <w:spacing w:after="0"/>
        <w:rPr>
          <w:rFonts w:ascii="Times New Roman" w:hAnsi="Times New Roman"/>
          <w:b/>
          <w:sz w:val="20"/>
        </w:rPr>
      </w:pPr>
    </w:p>
    <w:p w:rsidR="000A0A73" w:rsidRDefault="000A0A73" w:rsidP="00722F5C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12.soru:</w:t>
      </w:r>
      <w:r w:rsidRPr="00722F5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0"/>
        </w:rPr>
        <w:t>F kuvveti etkisinde olan sistemin</w:t>
      </w:r>
      <w:r w:rsidRPr="00F223B3">
        <w:rPr>
          <w:rFonts w:ascii="Times New Roman" w:hAnsi="Times New Roman"/>
          <w:sz w:val="20"/>
        </w:rPr>
        <w:t xml:space="preserve"> serbest cisim diyagramını çiziniz. </w:t>
      </w:r>
    </w:p>
    <w:p w:rsidR="000A0A73" w:rsidRDefault="000A0A73" w:rsidP="009C58C5">
      <w:pPr>
        <w:spacing w:after="0"/>
        <w:ind w:firstLine="708"/>
        <w:rPr>
          <w:rFonts w:ascii="Times New Roman" w:hAnsi="Times New Roman"/>
          <w:sz w:val="20"/>
        </w:rPr>
      </w:pPr>
      <w:r w:rsidRPr="006309FC">
        <w:rPr>
          <w:rFonts w:ascii="Times New Roman" w:hAnsi="Times New Roman"/>
          <w:noProof/>
          <w:sz w:val="20"/>
          <w:lang w:eastAsia="tr-TR"/>
        </w:rPr>
        <w:pict>
          <v:shape id="Resim 135" o:spid="_x0000_i1055" type="#_x0000_t75" style="width:144.75pt;height:54pt;visibility:visible">
            <v:imagedata r:id="rId37" o:title=""/>
          </v:shape>
        </w:pict>
      </w:r>
    </w:p>
    <w:p w:rsidR="000A0A73" w:rsidRPr="00BC7C07" w:rsidRDefault="000A0A73" w:rsidP="00E50795">
      <w:pPr>
        <w:spacing w:after="0"/>
        <w:rPr>
          <w:rFonts w:ascii="Times New Roman" w:hAnsi="Times New Roman"/>
          <w:b/>
          <w:sz w:val="20"/>
        </w:rPr>
      </w:pPr>
    </w:p>
    <w:p w:rsidR="000A0A73" w:rsidRPr="005A6B8F" w:rsidRDefault="000A0A73" w:rsidP="00ED26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</w:rPr>
      </w:pPr>
      <w:r w:rsidRPr="00775F80">
        <w:rPr>
          <w:rFonts w:ascii="Times New Roman" w:hAnsi="Times New Roman"/>
          <w:b/>
          <w:color w:val="000000"/>
          <w:sz w:val="20"/>
        </w:rPr>
        <w:t>1</w:t>
      </w:r>
      <w:r>
        <w:rPr>
          <w:rFonts w:ascii="Times New Roman" w:hAnsi="Times New Roman"/>
          <w:b/>
          <w:color w:val="000000"/>
          <w:sz w:val="20"/>
        </w:rPr>
        <w:t>3</w:t>
      </w:r>
      <w:r w:rsidRPr="00775F80">
        <w:rPr>
          <w:rFonts w:ascii="Times New Roman" w:hAnsi="Times New Roman"/>
          <w:b/>
          <w:color w:val="000000"/>
          <w:sz w:val="20"/>
        </w:rPr>
        <w:t>.soru:</w:t>
      </w:r>
      <w:r w:rsidRPr="006309FC">
        <w:rPr>
          <w:rFonts w:ascii="Times New Roman" w:hAnsi="Times New Roman"/>
          <w:b/>
          <w:noProof/>
          <w:color w:val="000000"/>
          <w:sz w:val="20"/>
          <w:lang w:eastAsia="tr-TR"/>
        </w:rPr>
        <w:pict>
          <v:shape id="Resim 128" o:spid="_x0000_i1056" type="#_x0000_t75" style="width:234pt;height:69pt;visibility:visible">
            <v:imagedata r:id="rId38" o:title=""/>
          </v:shape>
        </w:pict>
      </w:r>
      <w:r w:rsidRPr="005A6B8F">
        <w:rPr>
          <w:rFonts w:ascii="Times New Roman" w:hAnsi="Times New Roman"/>
          <w:color w:val="000000"/>
          <w:sz w:val="20"/>
        </w:rPr>
        <w:t>Birbirine</w:t>
      </w:r>
      <w:r>
        <w:rPr>
          <w:rFonts w:ascii="Times New Roman" w:hAnsi="Times New Roman"/>
          <w:color w:val="000000"/>
          <w:sz w:val="20"/>
        </w:rPr>
        <w:t xml:space="preserve"> paralel raylarda hareket eden A</w:t>
      </w:r>
      <w:r w:rsidRPr="005A6B8F">
        <w:rPr>
          <w:rFonts w:ascii="Times New Roman" w:hAnsi="Times New Roman"/>
          <w:color w:val="000000"/>
          <w:sz w:val="20"/>
        </w:rPr>
        <w:t xml:space="preserve"> ve </w:t>
      </w:r>
      <w:r>
        <w:rPr>
          <w:rFonts w:ascii="Times New Roman" w:hAnsi="Times New Roman"/>
          <w:color w:val="000000"/>
          <w:sz w:val="20"/>
        </w:rPr>
        <w:t xml:space="preserve">B trenlerinin boyları </w:t>
      </w:r>
      <w:smartTag w:uri="urn:schemas-microsoft-com:office:smarttags" w:element="metricconverter">
        <w:smartTagPr>
          <w:attr w:name="ProductID" w:val="200 m"/>
        </w:smartTagPr>
        <w:r>
          <w:rPr>
            <w:rFonts w:ascii="Times New Roman" w:hAnsi="Times New Roman"/>
            <w:color w:val="000000"/>
            <w:sz w:val="20"/>
          </w:rPr>
          <w:t>200 m</w:t>
        </w:r>
      </w:smartTag>
      <w:r>
        <w:rPr>
          <w:rFonts w:ascii="Times New Roman" w:hAnsi="Times New Roman"/>
          <w:color w:val="000000"/>
          <w:sz w:val="20"/>
        </w:rPr>
        <w:t xml:space="preserve"> ve 300 m</w:t>
      </w:r>
      <w:r w:rsidRPr="005A6B8F">
        <w:rPr>
          <w:rFonts w:ascii="Times New Roman" w:hAnsi="Times New Roman"/>
          <w:color w:val="000000"/>
          <w:sz w:val="20"/>
        </w:rPr>
        <w:t>’dir. Bu trenlerin hızları ise şekildeki gibidir. Buna göre,</w:t>
      </w:r>
      <w:r w:rsidRPr="005A6B8F">
        <w:rPr>
          <w:rFonts w:ascii="Times New Roman" w:hAnsi="Times New Roman"/>
          <w:b/>
          <w:bCs/>
          <w:color w:val="FF00FF"/>
          <w:sz w:val="20"/>
        </w:rPr>
        <w:t xml:space="preserve"> </w:t>
      </w:r>
      <w:r>
        <w:rPr>
          <w:rFonts w:ascii="Times New Roman" w:hAnsi="Times New Roman"/>
          <w:b/>
          <w:bCs/>
          <w:sz w:val="20"/>
        </w:rPr>
        <w:t>trenler</w:t>
      </w:r>
      <w:r>
        <w:rPr>
          <w:rFonts w:ascii="Times New Roman" w:hAnsi="Times New Roman"/>
          <w:color w:val="000000"/>
          <w:sz w:val="20"/>
        </w:rPr>
        <w:t xml:space="preserve"> kaç saniye </w:t>
      </w:r>
      <w:r w:rsidRPr="005A6B8F">
        <w:rPr>
          <w:rFonts w:ascii="Times New Roman" w:hAnsi="Times New Roman"/>
          <w:color w:val="000000"/>
          <w:sz w:val="20"/>
        </w:rPr>
        <w:t xml:space="preserve">sonra </w:t>
      </w:r>
      <w:r>
        <w:rPr>
          <w:rFonts w:ascii="Times New Roman" w:hAnsi="Times New Roman"/>
          <w:color w:val="000000"/>
          <w:sz w:val="20"/>
        </w:rPr>
        <w:t xml:space="preserve">bir birlerini </w:t>
      </w:r>
      <w:r w:rsidRPr="005A6B8F">
        <w:rPr>
          <w:rFonts w:ascii="Times New Roman" w:hAnsi="Times New Roman"/>
          <w:color w:val="000000"/>
          <w:sz w:val="20"/>
        </w:rPr>
        <w:t>tamamen geçer?</w:t>
      </w:r>
    </w:p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sz w:val="20"/>
        </w:rPr>
      </w:pPr>
    </w:p>
    <w:p w:rsidR="000A0A73" w:rsidRDefault="000A0A73" w:rsidP="0064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0" w:type="auto"/>
        <w:tblLayout w:type="fixed"/>
        <w:tblLook w:val="00A0"/>
      </w:tblPr>
      <w:tblGrid>
        <w:gridCol w:w="2802"/>
        <w:gridCol w:w="2312"/>
      </w:tblGrid>
      <w:tr w:rsidR="000A0A73" w:rsidRPr="006309FC" w:rsidTr="006309FC">
        <w:tc>
          <w:tcPr>
            <w:tcW w:w="2802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tr-TR"/>
              </w:rPr>
              <w:pict>
                <v:shape id="Resim 1" o:spid="_x0000_i1057" type="#_x0000_t75" style="width:131.25pt;height:45.75pt;visibility:visible">
                  <v:imagedata r:id="rId39" o:title=""/>
                </v:shape>
              </w:pict>
            </w:r>
          </w:p>
        </w:tc>
        <w:tc>
          <w:tcPr>
            <w:tcW w:w="2312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14.soru: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309F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Onur Mert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sürtünmesiz yatay düzlem üzerinde durmakta olan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6309FC">
                <w:rPr>
                  <w:rFonts w:ascii="Times New Roman" w:hAnsi="Times New Roman"/>
                  <w:b/>
                  <w:color w:val="000000"/>
                  <w:sz w:val="20"/>
                  <w:szCs w:val="20"/>
                </w:rPr>
                <w:t>2 kg</w:t>
              </w:r>
            </w:smartTag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kütleli cismi </w:t>
            </w: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 N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luk bir kuvvetle </w:t>
            </w: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15m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çekiyor. </w:t>
            </w:r>
            <w:r w:rsidRPr="006309F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Onur Mert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>’in yaptığı iş kaç J dür?</w:t>
            </w: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A0A73" w:rsidRDefault="000A0A73" w:rsidP="0064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0A0A73" w:rsidRDefault="000A0A73" w:rsidP="0064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0A0A73" w:rsidRDefault="000A0A73" w:rsidP="0064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-34" w:type="dxa"/>
        <w:tblLayout w:type="fixed"/>
        <w:tblLook w:val="00A0"/>
      </w:tblPr>
      <w:tblGrid>
        <w:gridCol w:w="3085"/>
        <w:gridCol w:w="2157"/>
      </w:tblGrid>
      <w:tr w:rsidR="000A0A73" w:rsidRPr="006309FC" w:rsidTr="006309FC">
        <w:tc>
          <w:tcPr>
            <w:tcW w:w="3085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15.soru: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Kütlesi </w:t>
            </w:r>
            <w:smartTag w:uri="urn:schemas-microsoft-com:office:smarttags" w:element="metricconverter">
              <w:smartTagPr>
                <w:attr w:name="ProductID" w:val="4 kg"/>
              </w:smartTagPr>
              <w:r w:rsidRPr="006309FC">
                <w:rPr>
                  <w:rFonts w:ascii="Times New Roman" w:hAnsi="Times New Roman"/>
                  <w:b/>
                  <w:sz w:val="20"/>
                  <w:szCs w:val="20"/>
                </w:rPr>
                <w:t>4 kg</w:t>
              </w:r>
            </w:smartTag>
            <w:r w:rsidRPr="006309FC">
              <w:rPr>
                <w:rFonts w:ascii="Times New Roman" w:hAnsi="Times New Roman"/>
                <w:sz w:val="20"/>
                <w:szCs w:val="20"/>
              </w:rPr>
              <w:t xml:space="preserve"> olan bir maket uçak havada 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20 m/s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lik hız ile giderken </w:t>
            </w:r>
            <w:r w:rsidRPr="006309FC">
              <w:rPr>
                <w:rFonts w:ascii="Times New Roman" w:hAnsi="Times New Roman"/>
                <w:b/>
                <w:i/>
                <w:sz w:val="20"/>
                <w:szCs w:val="20"/>
              </w:rPr>
              <w:t>Kinetik enerjisi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kaç Joule olur?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7" w:type="dxa"/>
          </w:tcPr>
          <w:p w:rsidR="000A0A73" w:rsidRPr="006309FC" w:rsidRDefault="000A0A73" w:rsidP="006309FC">
            <w:pPr>
              <w:spacing w:after="0" w:line="240" w:lineRule="auto"/>
              <w:ind w:hanging="106"/>
              <w:rPr>
                <w:rFonts w:ascii="Times New Roman" w:hAnsi="Times New Roman"/>
                <w:b/>
                <w:sz w:val="20"/>
                <w:szCs w:val="20"/>
              </w:rPr>
            </w:pPr>
            <w:r w:rsidRPr="006309FC">
              <w:rPr>
                <w:rFonts w:eastAsia="Times New Roman"/>
              </w:rPr>
              <w:object w:dxaOrig="2085" w:dyaOrig="1005">
                <v:shape id="_x0000_i1058" type="#_x0000_t75" style="width:104.25pt;height:50.25pt" o:ole="">
                  <v:imagedata r:id="rId40" o:title=""/>
                </v:shape>
                <o:OLEObject Type="Embed" ProgID="Paint.Picture" ShapeID="_x0000_i1058" DrawAspect="Content" ObjectID="_1459622331" r:id="rId41"/>
              </w:object>
            </w:r>
          </w:p>
        </w:tc>
      </w:tr>
    </w:tbl>
    <w:p w:rsidR="000A0A73" w:rsidRDefault="000A0A73" w:rsidP="006453FE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0A0A73" w:rsidRPr="00343A5E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4B3A8E">
        <w:rPr>
          <w:rFonts w:ascii="Times New Roman" w:hAnsi="Times New Roman"/>
          <w:b/>
          <w:sz w:val="20"/>
        </w:rPr>
        <w:t>1</w:t>
      </w:r>
      <w:r>
        <w:rPr>
          <w:rFonts w:ascii="Times New Roman" w:hAnsi="Times New Roman"/>
          <w:b/>
          <w:sz w:val="20"/>
        </w:rPr>
        <w:t>6</w:t>
      </w:r>
      <w:r w:rsidRPr="004B3A8E">
        <w:rPr>
          <w:rFonts w:ascii="Times New Roman" w:hAnsi="Times New Roman"/>
          <w:b/>
          <w:sz w:val="20"/>
        </w:rPr>
        <w:t>.soru</w:t>
      </w:r>
      <w:r>
        <w:rPr>
          <w:rFonts w:ascii="Times New Roman" w:hAnsi="Times New Roman"/>
          <w:b/>
          <w:sz w:val="20"/>
        </w:rPr>
        <w:t>:</w:t>
      </w:r>
      <w:r w:rsidRPr="00F37E05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343A5E">
        <w:rPr>
          <w:rFonts w:ascii="Times New Roman" w:hAnsi="Times New Roman"/>
          <w:sz w:val="20"/>
          <w:szCs w:val="20"/>
        </w:rPr>
        <w:t>Vücut kütle indeksi,</w:t>
      </w:r>
      <w:r w:rsidRPr="006309FC">
        <w:rPr>
          <w:rFonts w:ascii="Times New Roman" w:hAnsi="Times New Roman"/>
          <w:sz w:val="20"/>
          <w:szCs w:val="20"/>
        </w:rPr>
        <w:fldChar w:fldCharType="begin"/>
      </w:r>
      <w:r w:rsidRPr="006309FC">
        <w:rPr>
          <w:rFonts w:ascii="Times New Roman" w:hAnsi="Times New Roman"/>
          <w:sz w:val="20"/>
          <w:szCs w:val="20"/>
        </w:rPr>
        <w:instrText xml:space="preserve"> QUOTE </w:instrText>
      </w:r>
      <w:r w:rsidRPr="006309FC">
        <w:pict>
          <v:shape id="_x0000_i1059" type="#_x0000_t75" style="width:93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0F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E100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BMI&lt;/m:t&gt;&lt;/m:r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=&lt;/m:t&gt;&lt;/m:r&gt;&lt;m:f&gt;&lt;m:fPr&gt;&lt;m:ctrlPr&gt;&lt;w:rPr&gt;&lt;w:rFonts w:ascii=&quot;Cambria Math&quot; w:h-ansi=&quot;Times New Roman&quot;/&gt;&lt;wx:font wx:val=&quot;Cambria Math&quot;/&gt;&lt;w:b/&gt;&lt;w:i/&gt;&lt;w:sz-cs w:val=&quot;20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K&lt;/m:t&gt;&lt;/m:r&gt;&lt;m:r&gt;&lt;m:rPr&gt;&lt;m:sty m:val=&quot;bi&quot;/&gt;&lt;/m:rPr&gt;&lt;w:rPr&gt;&lt;w:rFonts w:ascii=&quot;Cambria Math&quot; w:h-ansi=&quot;Times New Roman&quot;/&gt;&lt;wx:font wx:val=&quot;Times New Roman&quot;/&gt;&lt;w:b/&gt;&lt;w:i/&gt;&lt;w:sz-cs w:val=&quot;20&quot;/&gt;&lt;/w:rPr&gt;&lt;m:t&gt;Ã¼&lt;/m:t&gt;&lt;/m:r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tle&lt;/m:t&gt;&lt;/m:r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Kg&lt;/m:t&gt;&lt;/m:r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)&lt;/m:t&gt;&lt;/m:r&gt;&lt;/m:num&gt;&lt;m:den&gt;&lt;m:sSup&gt;&lt;m:sSupPr&gt;&lt;m:ctrlPr&gt;&lt;w:rPr&gt;&lt;w:rFonts w:ascii=&quot;Cambria Math&quot; w:h-ansi=&quot;Times New Roman&quot;/&gt;&lt;wx:font wx:val=&quot;Cambria Math&quot;/&gt;&lt;w:b/&gt;&lt;w:i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boy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(&lt;/m:t&gt;&lt;/m:r&gt;&lt;m:sSup&gt;&lt;m:sSupPr&gt;&lt;m:ctrlPr&gt;&lt;w:rPr&gt;&lt;w:rFonts w:ascii=&quot;Cambria Math&quot; w:h-ansi=&quot;Times New Roman&quot;/&gt;&lt;wx:font wx:val=&quot;Cambria Math&quot;/&gt;&lt;w:b/&gt;&lt;w:i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m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)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Pr="006309FC">
        <w:rPr>
          <w:rFonts w:ascii="Times New Roman" w:hAnsi="Times New Roman"/>
          <w:sz w:val="20"/>
          <w:szCs w:val="20"/>
        </w:rPr>
        <w:instrText xml:space="preserve"> </w:instrText>
      </w:r>
      <w:r w:rsidRPr="006309FC">
        <w:rPr>
          <w:rFonts w:ascii="Times New Roman" w:hAnsi="Times New Roman"/>
          <w:sz w:val="20"/>
          <w:szCs w:val="20"/>
        </w:rPr>
        <w:fldChar w:fldCharType="separate"/>
      </w:r>
      <w:r w:rsidRPr="006309FC">
        <w:pict>
          <v:shape id="_x0000_i1060" type="#_x0000_t75" style="width:93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0F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E100F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BMI&lt;/m:t&gt;&lt;/m:r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=&lt;/m:t&gt;&lt;/m:r&gt;&lt;m:f&gt;&lt;m:fPr&gt;&lt;m:ctrlPr&gt;&lt;w:rPr&gt;&lt;w:rFonts w:ascii=&quot;Cambria Math&quot; w:h-ansi=&quot;Times New Roman&quot;/&gt;&lt;wx:font wx:val=&quot;Cambria Math&quot;/&gt;&lt;w:b/&gt;&lt;w:i/&gt;&lt;w:sz-cs w:val=&quot;20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K&lt;/m:t&gt;&lt;/m:r&gt;&lt;m:r&gt;&lt;m:rPr&gt;&lt;m:sty m:val=&quot;bi&quot;/&gt;&lt;/m:rPr&gt;&lt;w:rPr&gt;&lt;w:rFonts w:ascii=&quot;Cambria Math&quot; w:h-ansi=&quot;Times New Roman&quot;/&gt;&lt;wx:font wx:val=&quot;Times New Roman&quot;/&gt;&lt;w:b/&gt;&lt;w:i/&gt;&lt;w:sz-cs w:val=&quot;20&quot;/&gt;&lt;/w:rPr&gt;&lt;m:t&gt;Ã¼&lt;/m:t&gt;&lt;/m:r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tle&lt;/m:t&gt;&lt;/m:r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Kg&lt;/m:t&gt;&lt;/m:r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)&lt;/m:t&gt;&lt;/m:r&gt;&lt;/m:num&gt;&lt;m:den&gt;&lt;m:sSup&gt;&lt;m:sSupPr&gt;&lt;m:ctrlPr&gt;&lt;w:rPr&gt;&lt;w:rFonts w:ascii=&quot;Cambria Math&quot; w:h-ansi=&quot;Times New Roman&quot;/&gt;&lt;wx:font wx:val=&quot;Cambria Math&quot;/&gt;&lt;w:b/&gt;&lt;w:i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boy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(&lt;/m:t&gt;&lt;/m:r&gt;&lt;m:sSup&gt;&lt;m:sSupPr&gt;&lt;m:ctrlPr&gt;&lt;w:rPr&gt;&lt;w:rFonts w:ascii=&quot;Cambria Math&quot; w:h-ansi=&quot;Times New Roman&quot;/&gt;&lt;wx:font wx:val=&quot;Cambria Math&quot;/&gt;&lt;w:b/&gt;&lt;w:i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-cs w:val=&quot;20&quot;/&gt;&lt;/w:rPr&gt;&lt;m:t&gt;m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-cs w:val=&quot;20&quot;/&gt;&lt;/w:rPr&gt;&lt;m:t&gt;)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42" o:title="" chromakey="white"/>
          </v:shape>
        </w:pict>
      </w:r>
      <w:r w:rsidRPr="006309FC">
        <w:rPr>
          <w:rFonts w:ascii="Times New Roman" w:hAnsi="Times New Roman"/>
          <w:sz w:val="20"/>
          <w:szCs w:val="20"/>
        </w:rPr>
        <w:fldChar w:fldCharType="end"/>
      </w:r>
      <w:r w:rsidRPr="00343A5E">
        <w:rPr>
          <w:rFonts w:ascii="Times New Roman" w:hAnsi="Times New Roman"/>
          <w:sz w:val="20"/>
          <w:szCs w:val="20"/>
        </w:rPr>
        <w:t xml:space="preserve"> formülüyle bulunur. BMI değeri;</w:t>
      </w:r>
    </w:p>
    <w:p w:rsidR="000A0A73" w:rsidRPr="00CA2D1C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18,4 ve daha küçükse </w:t>
      </w:r>
      <w:r w:rsidRPr="00CA2D1C">
        <w:rPr>
          <w:rFonts w:ascii="Times New Roman" w:hAnsi="Times New Roman"/>
          <w:b/>
          <w:sz w:val="20"/>
          <w:szCs w:val="20"/>
        </w:rPr>
        <w:t>zayıf</w:t>
      </w:r>
    </w:p>
    <w:p w:rsidR="000A0A73" w:rsidRPr="00343A5E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18,5 - 24,9 arasında ise </w:t>
      </w:r>
      <w:r w:rsidRPr="00CA2D1C">
        <w:rPr>
          <w:rFonts w:ascii="Times New Roman" w:hAnsi="Times New Roman"/>
          <w:b/>
          <w:sz w:val="20"/>
          <w:szCs w:val="20"/>
        </w:rPr>
        <w:t>sağlıklı</w:t>
      </w:r>
    </w:p>
    <w:p w:rsidR="000A0A73" w:rsidRPr="00CA2D1C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25 - 29,9 arasında ise </w:t>
      </w:r>
      <w:r w:rsidRPr="00CA2D1C">
        <w:rPr>
          <w:rFonts w:ascii="Times New Roman" w:hAnsi="Times New Roman"/>
          <w:b/>
          <w:sz w:val="20"/>
          <w:szCs w:val="20"/>
        </w:rPr>
        <w:t>şişman</w:t>
      </w:r>
    </w:p>
    <w:p w:rsidR="000A0A73" w:rsidRPr="008E62F4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30 - 39,9 arasında ise </w:t>
      </w:r>
      <w:r w:rsidRPr="008E62F4">
        <w:rPr>
          <w:rFonts w:ascii="Times New Roman" w:hAnsi="Times New Roman"/>
          <w:b/>
          <w:sz w:val="20"/>
          <w:szCs w:val="20"/>
        </w:rPr>
        <w:t>obez</w:t>
      </w:r>
    </w:p>
    <w:p w:rsidR="000A0A73" w:rsidRDefault="000A0A73" w:rsidP="00A06A3D">
      <w:pPr>
        <w:autoSpaceDE w:val="0"/>
        <w:autoSpaceDN w:val="0"/>
        <w:adjustRightInd w:val="0"/>
        <w:spacing w:after="100" w:line="240" w:lineRule="auto"/>
        <w:ind w:right="-1"/>
        <w:rPr>
          <w:rFonts w:ascii="Times New Roman" w:hAnsi="Times New Roman"/>
          <w:bCs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40 ve daha yüksekse ise </w:t>
      </w:r>
      <w:r w:rsidRPr="008E62F4">
        <w:rPr>
          <w:rFonts w:ascii="Times New Roman" w:hAnsi="Times New Roman"/>
          <w:b/>
          <w:sz w:val="20"/>
          <w:szCs w:val="20"/>
        </w:rPr>
        <w:t>ileri derecede obez</w:t>
      </w:r>
      <w:r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olarak</w:t>
      </w:r>
      <w:r w:rsidRPr="00343A5E">
        <w:rPr>
          <w:rFonts w:ascii="Times New Roman" w:hAnsi="Times New Roman"/>
          <w:sz w:val="20"/>
          <w:szCs w:val="20"/>
        </w:rPr>
        <w:t xml:space="preserve"> adlandırılır.</w:t>
      </w:r>
      <w:r w:rsidRPr="00343A5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E62F4">
        <w:rPr>
          <w:rFonts w:ascii="Times New Roman" w:hAnsi="Times New Roman"/>
          <w:bCs/>
          <w:sz w:val="20"/>
          <w:szCs w:val="20"/>
        </w:rPr>
        <w:t xml:space="preserve">Buna göre, ağırlığı </w:t>
      </w:r>
      <w:smartTag w:uri="urn:schemas-microsoft-com:office:smarttags" w:element="metricconverter">
        <w:smartTagPr>
          <w:attr w:name="ProductID" w:val="45 kg"/>
        </w:smartTagPr>
        <w:r>
          <w:rPr>
            <w:rFonts w:ascii="Times New Roman" w:hAnsi="Times New Roman"/>
            <w:b/>
            <w:bCs/>
            <w:sz w:val="20"/>
            <w:szCs w:val="20"/>
          </w:rPr>
          <w:t>45</w:t>
        </w:r>
        <w:r w:rsidRPr="00E664C2">
          <w:rPr>
            <w:rFonts w:ascii="Times New Roman" w:hAnsi="Times New Roman"/>
            <w:b/>
            <w:bCs/>
            <w:sz w:val="20"/>
            <w:szCs w:val="20"/>
          </w:rPr>
          <w:t xml:space="preserve"> kg</w:t>
        </w:r>
      </w:smartTag>
      <w:r w:rsidRPr="008E62F4">
        <w:rPr>
          <w:rFonts w:ascii="Times New Roman" w:hAnsi="Times New Roman"/>
          <w:bCs/>
          <w:sz w:val="20"/>
          <w:szCs w:val="20"/>
        </w:rPr>
        <w:t xml:space="preserve">, boyu </w:t>
      </w:r>
      <w:smartTag w:uri="urn:schemas-microsoft-com:office:smarttags" w:element="metricconverter">
        <w:smartTagPr>
          <w:attr w:name="ProductID" w:val="150 cm"/>
        </w:smartTagPr>
        <w:r w:rsidRPr="00E664C2">
          <w:rPr>
            <w:rFonts w:ascii="Times New Roman" w:hAnsi="Times New Roman"/>
            <w:b/>
            <w:bCs/>
            <w:sz w:val="20"/>
            <w:szCs w:val="20"/>
          </w:rPr>
          <w:t>150 cm</w:t>
        </w:r>
      </w:smartTag>
      <w:r>
        <w:rPr>
          <w:rFonts w:ascii="Times New Roman" w:hAnsi="Times New Roman"/>
          <w:bCs/>
          <w:sz w:val="20"/>
          <w:szCs w:val="20"/>
        </w:rPr>
        <w:t xml:space="preserve"> olan </w:t>
      </w:r>
      <w:r w:rsidRPr="002D439C">
        <w:rPr>
          <w:rFonts w:ascii="Times New Roman" w:hAnsi="Times New Roman"/>
          <w:b/>
          <w:bCs/>
          <w:i/>
          <w:sz w:val="20"/>
          <w:szCs w:val="20"/>
        </w:rPr>
        <w:t xml:space="preserve">Mert </w:t>
      </w:r>
      <w:r w:rsidRPr="008E62F4">
        <w:rPr>
          <w:rFonts w:ascii="Times New Roman" w:hAnsi="Times New Roman"/>
          <w:bCs/>
          <w:sz w:val="20"/>
          <w:szCs w:val="20"/>
        </w:rPr>
        <w:t>hangi grupta yer alır?</w:t>
      </w:r>
      <w:r w:rsidRPr="001A1A6A">
        <w:rPr>
          <w:rFonts w:ascii="Times New Roman" w:hAnsi="Times New Roman"/>
          <w:bCs/>
          <w:sz w:val="20"/>
          <w:szCs w:val="20"/>
        </w:rPr>
        <w:t xml:space="preserve"> </w:t>
      </w:r>
      <w:r w:rsidRPr="00343A5E">
        <w:rPr>
          <w:rFonts w:ascii="Times New Roman" w:hAnsi="Times New Roman"/>
          <w:bCs/>
          <w:sz w:val="20"/>
          <w:szCs w:val="20"/>
        </w:rPr>
        <w:t>.</w:t>
      </w:r>
      <w:r>
        <w:rPr>
          <w:rFonts w:ascii="Times New Roman" w:hAnsi="Times New Roman"/>
          <w:bCs/>
          <w:sz w:val="20"/>
          <w:szCs w:val="20"/>
        </w:rPr>
        <w:t>(İşlem yapınız)</w:t>
      </w:r>
    </w:p>
    <w:p w:rsidR="000A0A73" w:rsidRPr="008E62F4" w:rsidRDefault="000A0A73" w:rsidP="00F37E05">
      <w:pPr>
        <w:spacing w:after="0"/>
        <w:rPr>
          <w:rFonts w:ascii="Times New Roman" w:hAnsi="Times New Roman"/>
          <w:sz w:val="20"/>
          <w:szCs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b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b/>
          <w:sz w:val="20"/>
        </w:rPr>
      </w:pPr>
    </w:p>
    <w:p w:rsidR="000A0A73" w:rsidRDefault="000A0A73" w:rsidP="00E50795">
      <w:pPr>
        <w:spacing w:after="0"/>
        <w:rPr>
          <w:rFonts w:ascii="Times New Roman" w:hAnsi="Times New Roman"/>
          <w:b/>
          <w:sz w:val="20"/>
        </w:rPr>
      </w:pPr>
    </w:p>
    <w:p w:rsidR="000A0A73" w:rsidRDefault="000A0A73" w:rsidP="00D7628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17</w:t>
      </w:r>
      <w:r w:rsidRPr="00343A5E">
        <w:rPr>
          <w:rFonts w:ascii="Times New Roman" w:hAnsi="Times New Roman"/>
          <w:b/>
          <w:sz w:val="20"/>
          <w:szCs w:val="20"/>
        </w:rPr>
        <w:t xml:space="preserve">.soru: </w:t>
      </w:r>
      <w:r w:rsidRPr="00343A5E">
        <w:rPr>
          <w:rFonts w:ascii="Times New Roman" w:hAnsi="Times New Roman"/>
          <w:sz w:val="20"/>
          <w:szCs w:val="20"/>
        </w:rPr>
        <w:t>10-18 yaşları arasında vücudun temel enerji gereksinimi,</w:t>
      </w:r>
      <w:r w:rsidRPr="00343A5E">
        <w:rPr>
          <w:rFonts w:ascii="Times New Roman" w:hAnsi="Times New Roman"/>
          <w:b/>
          <w:sz w:val="20"/>
          <w:szCs w:val="20"/>
        </w:rPr>
        <w:t xml:space="preserve"> </w:t>
      </w:r>
    </w:p>
    <w:p w:rsidR="000A0A73" w:rsidRDefault="000A0A73" w:rsidP="00D7628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b/>
          <w:sz w:val="20"/>
          <w:szCs w:val="20"/>
        </w:rPr>
        <w:t xml:space="preserve">Kızlar için: EBMR = 12,2 x kütle (kg) + 756    </w:t>
      </w:r>
    </w:p>
    <w:p w:rsidR="000A0A73" w:rsidRDefault="000A0A73" w:rsidP="00D7628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Cs/>
          <w:sz w:val="20"/>
          <w:szCs w:val="20"/>
        </w:rPr>
      </w:pPr>
      <w:r w:rsidRPr="00343A5E">
        <w:rPr>
          <w:rFonts w:ascii="Times New Roman" w:hAnsi="Times New Roman"/>
          <w:b/>
          <w:sz w:val="20"/>
          <w:szCs w:val="20"/>
        </w:rPr>
        <w:t>Erkekler için: EBMR = 17,5 x kütle (kg) + 651</w:t>
      </w:r>
      <w:r w:rsidRPr="00343A5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 w:rsidRPr="00343A5E">
        <w:rPr>
          <w:rFonts w:ascii="Times New Roman" w:hAnsi="Times New Roman"/>
          <w:sz w:val="20"/>
          <w:szCs w:val="20"/>
        </w:rPr>
        <w:t>formülleri ile bulunur.</w:t>
      </w:r>
      <w:r w:rsidRPr="00343A5E">
        <w:rPr>
          <w:rFonts w:ascii="Times New Roman" w:hAnsi="Times New Roman"/>
          <w:bCs/>
          <w:sz w:val="20"/>
          <w:szCs w:val="20"/>
        </w:rPr>
        <w:t xml:space="preserve"> Buna göre 15 yaşındaki </w:t>
      </w:r>
      <w:r>
        <w:rPr>
          <w:rFonts w:ascii="Times New Roman" w:hAnsi="Times New Roman"/>
          <w:b/>
          <w:bCs/>
          <w:i/>
          <w:sz w:val="20"/>
          <w:szCs w:val="20"/>
        </w:rPr>
        <w:t>Ayşegül</w:t>
      </w:r>
      <w:r>
        <w:rPr>
          <w:rFonts w:ascii="Times New Roman" w:hAnsi="Times New Roman"/>
          <w:bCs/>
          <w:sz w:val="20"/>
          <w:szCs w:val="20"/>
        </w:rPr>
        <w:t xml:space="preserve">’in kütlesi </w:t>
      </w:r>
      <w:smartTag w:uri="urn:schemas-microsoft-com:office:smarttags" w:element="metricconverter">
        <w:smartTagPr>
          <w:attr w:name="ProductID" w:val="60 kg"/>
        </w:smartTagPr>
        <w:r>
          <w:rPr>
            <w:rFonts w:ascii="Times New Roman" w:hAnsi="Times New Roman"/>
            <w:b/>
            <w:bCs/>
            <w:sz w:val="20"/>
            <w:szCs w:val="20"/>
          </w:rPr>
          <w:t xml:space="preserve">60 </w:t>
        </w:r>
        <w:r w:rsidRPr="00343A5E">
          <w:rPr>
            <w:rFonts w:ascii="Times New Roman" w:hAnsi="Times New Roman"/>
            <w:bCs/>
            <w:sz w:val="20"/>
            <w:szCs w:val="20"/>
          </w:rPr>
          <w:t>kg</w:t>
        </w:r>
      </w:smartTag>
      <w:r w:rsidRPr="00343A5E">
        <w:rPr>
          <w:rFonts w:ascii="Times New Roman" w:hAnsi="Times New Roman"/>
          <w:bCs/>
          <w:sz w:val="20"/>
          <w:szCs w:val="20"/>
        </w:rPr>
        <w:t>, olduğuna göre temel enerji gereksinimini hesaplayınız.</w:t>
      </w:r>
      <w:r>
        <w:rPr>
          <w:rFonts w:ascii="Times New Roman" w:hAnsi="Times New Roman"/>
          <w:bCs/>
          <w:sz w:val="20"/>
          <w:szCs w:val="20"/>
        </w:rPr>
        <w:t>(İşlem yapınız)</w:t>
      </w:r>
    </w:p>
    <w:p w:rsidR="000A0A73" w:rsidRDefault="000A0A73" w:rsidP="00D41081">
      <w:pPr>
        <w:autoSpaceDE w:val="0"/>
        <w:autoSpaceDN w:val="0"/>
        <w:adjustRightInd w:val="0"/>
        <w:spacing w:after="160" w:line="240" w:lineRule="auto"/>
        <w:ind w:right="-1"/>
        <w:rPr>
          <w:rFonts w:ascii="Times New Roman" w:hAnsi="Times New Roman"/>
          <w:bCs/>
          <w:sz w:val="20"/>
          <w:szCs w:val="20"/>
        </w:rPr>
      </w:pPr>
    </w:p>
    <w:p w:rsidR="000A0A73" w:rsidRDefault="000A0A73" w:rsidP="00D7628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Cs/>
          <w:sz w:val="20"/>
          <w:szCs w:val="20"/>
        </w:rPr>
      </w:pPr>
    </w:p>
    <w:p w:rsidR="000A0A73" w:rsidRDefault="000A0A73" w:rsidP="00D7628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Cs/>
          <w:sz w:val="20"/>
          <w:szCs w:val="20"/>
        </w:rPr>
      </w:pPr>
    </w:p>
    <w:p w:rsidR="000A0A73" w:rsidRPr="00343A5E" w:rsidRDefault="000A0A73" w:rsidP="00D7628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0A0"/>
      </w:tblPr>
      <w:tblGrid>
        <w:gridCol w:w="2621"/>
        <w:gridCol w:w="2621"/>
      </w:tblGrid>
      <w:tr w:rsidR="000A0A73" w:rsidRPr="006309FC" w:rsidTr="006309FC">
        <w:tc>
          <w:tcPr>
            <w:tcW w:w="2621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 xml:space="preserve">18.soru: </w:t>
            </w:r>
            <w:r w:rsidRPr="006309FC">
              <w:rPr>
                <w:rFonts w:ascii="Times New Roman" w:hAnsi="Times New Roman"/>
                <w:sz w:val="20"/>
              </w:rPr>
              <w:t xml:space="preserve">Sürtünmesiz yatay düzlem üzerinde duran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6309FC">
                <w:rPr>
                  <w:rFonts w:ascii="Times New Roman" w:hAnsi="Times New Roman"/>
                  <w:b/>
                  <w:sz w:val="20"/>
                </w:rPr>
                <w:t>20 kg</w:t>
              </w:r>
            </w:smartTag>
            <w:r w:rsidRPr="006309FC">
              <w:rPr>
                <w:rFonts w:ascii="Times New Roman" w:hAnsi="Times New Roman"/>
                <w:sz w:val="20"/>
              </w:rPr>
              <w:t xml:space="preserve"> kütleli cismi </w:t>
            </w:r>
            <w:r w:rsidRPr="006309FC">
              <w:rPr>
                <w:rFonts w:ascii="Times New Roman" w:hAnsi="Times New Roman"/>
                <w:b/>
                <w:sz w:val="20"/>
              </w:rPr>
              <w:t>5 m/s</w:t>
            </w:r>
            <w:r w:rsidRPr="006309FC">
              <w:rPr>
                <w:rFonts w:ascii="Times New Roman" w:hAnsi="Times New Roman"/>
                <w:b/>
                <w:sz w:val="20"/>
                <w:vertAlign w:val="superscript"/>
              </w:rPr>
              <w:t>2</w:t>
            </w:r>
            <w:r w:rsidRPr="006309FC">
              <w:rPr>
                <w:rFonts w:ascii="Times New Roman" w:hAnsi="Times New Roman"/>
                <w:sz w:val="20"/>
              </w:rPr>
              <w:t xml:space="preserve">  lik ivme ile hareket ettiren kuvvetin büyüklüğü kaç  Newton’dur?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21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eastAsia="Times New Roman"/>
              </w:rPr>
              <w:object w:dxaOrig="2400" w:dyaOrig="1590">
                <v:shape id="_x0000_i1061" type="#_x0000_t75" style="width:120pt;height:79.5pt" o:ole="">
                  <v:imagedata r:id="rId43" o:title=""/>
                </v:shape>
                <o:OLEObject Type="Embed" ProgID="Paint.Picture" ShapeID="_x0000_i1061" DrawAspect="Content" ObjectID="_1459622332" r:id="rId44"/>
              </w:object>
            </w:r>
          </w:p>
        </w:tc>
      </w:tr>
    </w:tbl>
    <w:p w:rsidR="000A0A73" w:rsidRPr="00F37E05" w:rsidRDefault="000A0A73" w:rsidP="00E50795">
      <w:pPr>
        <w:spacing w:after="0"/>
        <w:rPr>
          <w:rFonts w:ascii="Times New Roman" w:hAnsi="Times New Roman"/>
          <w:b/>
          <w:sz w:val="20"/>
        </w:rPr>
      </w:pPr>
    </w:p>
    <w:p w:rsidR="000A0A73" w:rsidRDefault="000A0A73" w:rsidP="00F37E05">
      <w:pPr>
        <w:rPr>
          <w:rFonts w:ascii="Times New Roman" w:hAnsi="Times New Roman"/>
          <w:b/>
        </w:rPr>
      </w:pPr>
    </w:p>
    <w:p w:rsidR="000A0A73" w:rsidRDefault="000A0A73" w:rsidP="00F37E05">
      <w:pPr>
        <w:rPr>
          <w:rFonts w:ascii="Times New Roman" w:hAnsi="Times New Roman"/>
          <w:b/>
        </w:rPr>
      </w:pPr>
    </w:p>
    <w:tbl>
      <w:tblPr>
        <w:tblW w:w="0" w:type="auto"/>
        <w:tblLayout w:type="fixed"/>
        <w:tblLook w:val="00A0"/>
      </w:tblPr>
      <w:tblGrid>
        <w:gridCol w:w="2660"/>
        <w:gridCol w:w="2658"/>
      </w:tblGrid>
      <w:tr w:rsidR="000A0A73" w:rsidRPr="006309FC" w:rsidTr="006309FC">
        <w:tc>
          <w:tcPr>
            <w:tcW w:w="2660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19.soru: </w:t>
            </w:r>
            <w:r w:rsidRPr="006309FC">
              <w:rPr>
                <w:rFonts w:ascii="Times New Roman" w:hAnsi="Times New Roman"/>
                <w:b/>
                <w:i/>
                <w:sz w:val="20"/>
                <w:szCs w:val="20"/>
              </w:rPr>
              <w:t>Doğan Meriç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sürtünmesiz yatay düzlem üzerinde durmakta olan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6309FC">
                <w:rPr>
                  <w:rFonts w:ascii="Times New Roman" w:hAnsi="Times New Roman"/>
                  <w:sz w:val="20"/>
                  <w:szCs w:val="20"/>
                </w:rPr>
                <w:t>20 kg</w:t>
              </w:r>
            </w:smartTag>
            <w:r w:rsidRPr="006309FC">
              <w:rPr>
                <w:rFonts w:ascii="Times New Roman" w:hAnsi="Times New Roman"/>
                <w:sz w:val="20"/>
                <w:szCs w:val="20"/>
              </w:rPr>
              <w:t xml:space="preserve"> kütleli bir cisme 250N’luk yatay bir kuvvetle 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25 metrelik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IABI yolunu 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50 saniyede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çekiyor. Buna göre;</w:t>
            </w:r>
            <w:r w:rsidRPr="006309F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Doğan Meriç’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in harcadığı güç kaç watt’tır? 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5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09FC">
              <w:rPr>
                <w:rFonts w:ascii="Times New Roman" w:hAnsi="Times New Roman"/>
                <w:b/>
                <w:noProof/>
                <w:lang w:eastAsia="tr-TR"/>
              </w:rPr>
              <w:pict>
                <v:shape id="Resim 132" o:spid="_x0000_i1062" type="#_x0000_t75" style="width:124.5pt;height:60pt;visibility:visible">
                  <v:imagedata r:id="rId45" o:title=""/>
                </v:shape>
              </w:pict>
            </w:r>
          </w:p>
        </w:tc>
      </w:tr>
    </w:tbl>
    <w:p w:rsidR="000A0A73" w:rsidRDefault="000A0A73" w:rsidP="0018538B">
      <w:pPr>
        <w:spacing w:after="0"/>
        <w:rPr>
          <w:rFonts w:ascii="Times New Roman" w:hAnsi="Times New Roman"/>
          <w:b/>
        </w:rPr>
      </w:pPr>
    </w:p>
    <w:p w:rsidR="000A0A73" w:rsidRDefault="000A0A73" w:rsidP="00531EBE">
      <w:pPr>
        <w:spacing w:after="0"/>
        <w:rPr>
          <w:rFonts w:ascii="Times New Roman" w:hAnsi="Times New Roman"/>
          <w:sz w:val="20"/>
          <w:szCs w:val="20"/>
        </w:rPr>
      </w:pPr>
    </w:p>
    <w:p w:rsidR="000A0A73" w:rsidRDefault="000A0A73" w:rsidP="00531EBE">
      <w:pPr>
        <w:spacing w:after="0"/>
        <w:rPr>
          <w:rFonts w:ascii="Times New Roman" w:hAnsi="Times New Roman"/>
          <w:sz w:val="20"/>
          <w:szCs w:val="20"/>
        </w:rPr>
      </w:pPr>
    </w:p>
    <w:p w:rsidR="000A0A73" w:rsidRDefault="000A0A73" w:rsidP="00531EBE">
      <w:pPr>
        <w:spacing w:after="0"/>
        <w:rPr>
          <w:rFonts w:ascii="Times New Roman" w:hAnsi="Times New Roman"/>
          <w:sz w:val="20"/>
          <w:szCs w:val="20"/>
        </w:rPr>
      </w:pPr>
    </w:p>
    <w:p w:rsidR="000A0A73" w:rsidRDefault="000A0A73" w:rsidP="00531EBE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A0"/>
      </w:tblPr>
      <w:tblGrid>
        <w:gridCol w:w="3227"/>
        <w:gridCol w:w="2015"/>
      </w:tblGrid>
      <w:tr w:rsidR="000A0A73" w:rsidRPr="006309FC" w:rsidTr="006309FC">
        <w:tc>
          <w:tcPr>
            <w:tcW w:w="3227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20.soru: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Yerden </w:t>
            </w:r>
            <w:smartTag w:uri="urn:schemas-microsoft-com:office:smarttags" w:element="metricconverter">
              <w:smartTagPr>
                <w:attr w:name="ProductID" w:val="15 m"/>
              </w:smartTagPr>
              <w:r w:rsidRPr="006309FC">
                <w:rPr>
                  <w:rFonts w:ascii="Times New Roman" w:hAnsi="Times New Roman"/>
                  <w:b/>
                  <w:sz w:val="20"/>
                  <w:szCs w:val="20"/>
                </w:rPr>
                <w:t>15 m</w:t>
              </w:r>
            </w:smartTag>
            <w:r w:rsidRPr="006309FC">
              <w:rPr>
                <w:rFonts w:ascii="Times New Roman" w:hAnsi="Times New Roman"/>
                <w:sz w:val="20"/>
                <w:szCs w:val="20"/>
              </w:rPr>
              <w:t xml:space="preserve"> yükseklikte durmakta olan bir maket helikopterin kütlesi 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2 kg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’dır. Helikopterin; yere göre potansiyel enerjisi kaç J dür?(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g=10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N/kg)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5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pict>
                <v:shape id="Resim 9" o:spid="_x0000_i1063" type="#_x0000_t75" style="width:85.5pt;height:93pt;visibility:visible">
                  <v:imagedata r:id="rId46" o:title=""/>
                </v:shape>
              </w:pict>
            </w:r>
          </w:p>
        </w:tc>
      </w:tr>
    </w:tbl>
    <w:p w:rsidR="000A0A73" w:rsidRPr="00343A5E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0A0A73" w:rsidRPr="00343A5E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0A0A73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0A0A73" w:rsidRDefault="000A0A73" w:rsidP="00F37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noProof/>
          <w:lang w:eastAsia="tr-TR"/>
        </w:rPr>
        <w:pict>
          <v:shape id="_x0000_s1032" type="#_x0000_t202" style="position:absolute;margin-left:35.4pt;margin-top:22.7pt;width:246.25pt;height:24pt;z-index:251657216" stroked="f">
            <v:textbox>
              <w:txbxContent>
                <w:p w:rsidR="000A0A73" w:rsidRPr="00C771E3" w:rsidRDefault="000A0A73">
                  <w:pPr>
                    <w:rPr>
                      <w:rFonts w:ascii="Times New Roman" w:hAnsi="Times New Roman"/>
                    </w:rPr>
                  </w:pPr>
                  <w:r w:rsidRPr="00C771E3">
                    <w:rPr>
                      <w:rFonts w:ascii="Times New Roman" w:hAnsi="Times New Roman"/>
                    </w:rPr>
                    <w:t>Her sorunun doğru cevabı 5,toplam 100 puandır</w:t>
                  </w:r>
                </w:p>
              </w:txbxContent>
            </v:textbox>
            <w10:wrap type="square"/>
          </v:shape>
        </w:pict>
      </w:r>
    </w:p>
    <w:p w:rsidR="000A0A73" w:rsidRDefault="000A0A73" w:rsidP="00D410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lang w:eastAsia="tr-TR"/>
        </w:rPr>
      </w:pPr>
      <w:r>
        <w:rPr>
          <w:noProof/>
          <w:lang w:eastAsia="tr-TR"/>
        </w:rPr>
        <w:pict>
          <v:shape id="_x0000_s1033" type="#_x0000_t202" style="position:absolute;margin-left:12.9pt;margin-top:-33.2pt;width:513pt;height:35.25pt;z-index:251662336" stroked="f">
            <v:textbox>
              <w:txbxContent>
                <w:p w:rsidR="000A0A73" w:rsidRPr="0078098C" w:rsidRDefault="000A0A73" w:rsidP="00562AC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78098C">
                    <w:rPr>
                      <w:rFonts w:ascii="Times New Roman" w:hAnsi="Times New Roman"/>
                    </w:rPr>
                    <w:t xml:space="preserve">2013—2014 EĞİTİM ÖĞRETİM YILI 2.DÖNEM FİZİK DERSİ 1.YAZILI </w:t>
                  </w:r>
                  <w:r w:rsidRPr="00D41081">
                    <w:rPr>
                      <w:rFonts w:ascii="Times New Roman" w:hAnsi="Times New Roman"/>
                      <w:b/>
                    </w:rPr>
                    <w:t>(TELAFİ)</w:t>
                  </w:r>
                  <w:r w:rsidRPr="0078098C">
                    <w:rPr>
                      <w:rFonts w:ascii="Times New Roman" w:hAnsi="Times New Roman"/>
                    </w:rPr>
                    <w:t xml:space="preserve"> SINAVI KÂĞIDIDIR</w:t>
                  </w:r>
                </w:p>
                <w:p w:rsidR="000A0A73" w:rsidRPr="0078098C" w:rsidRDefault="000A0A73" w:rsidP="00562AC3">
                  <w:pPr>
                    <w:jc w:val="center"/>
                    <w:rPr>
                      <w:rFonts w:ascii="Times New Roman" w:hAnsi="Times New Roman"/>
                    </w:rPr>
                  </w:pPr>
                  <w:r w:rsidRPr="0078098C">
                    <w:rPr>
                      <w:rFonts w:ascii="Times New Roman" w:hAnsi="Times New Roman"/>
                    </w:rPr>
                    <w:t>ADI—SOYADI:</w:t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  <w:t>NO:</w:t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78098C">
                    <w:rPr>
                      <w:rFonts w:ascii="Times New Roman" w:hAnsi="Times New Roman"/>
                    </w:rPr>
                    <w:t xml:space="preserve">       SINIF:9/ ...</w:t>
                  </w:r>
                </w:p>
                <w:p w:rsidR="000A0A73" w:rsidRPr="0078098C" w:rsidRDefault="000A0A73" w:rsidP="00562AC3">
                  <w:pPr>
                    <w:jc w:val="center"/>
                    <w:rPr>
                      <w:rFonts w:ascii="Times New Roman" w:hAnsi="Times New Roman"/>
                    </w:rPr>
                  </w:pPr>
                  <w:r w:rsidRPr="0078098C">
                    <w:rPr>
                      <w:rFonts w:ascii="Times New Roman" w:hAnsi="Times New Roman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sz w:val="20"/>
          <w:szCs w:val="20"/>
        </w:rPr>
        <w:t>1.soru:</w:t>
      </w:r>
      <w:r w:rsidRPr="004B3927">
        <w:rPr>
          <w:rFonts w:ascii="Times New Roman" w:hAnsi="Times New Roman"/>
          <w:noProof/>
          <w:lang w:eastAsia="tr-TR"/>
        </w:rPr>
        <w:t xml:space="preserve"> </w:t>
      </w:r>
    </w:p>
    <w:p w:rsidR="000A0A73" w:rsidRDefault="000A0A73" w:rsidP="0023324D">
      <w:pPr>
        <w:spacing w:after="0"/>
        <w:jc w:val="center"/>
        <w:rPr>
          <w:rFonts w:ascii="Times New Roman" w:hAnsi="Times New Roman"/>
        </w:rPr>
      </w:pPr>
      <w:r w:rsidRPr="006309FC">
        <w:rPr>
          <w:rFonts w:ascii="Times New Roman" w:hAnsi="Times New Roman"/>
          <w:noProof/>
          <w:lang w:eastAsia="tr-TR"/>
        </w:rPr>
        <w:pict>
          <v:shape id="Resim 13" o:spid="_x0000_i1064" type="#_x0000_t75" style="width:203.25pt;height:102pt;visibility:visible">
            <v:imagedata r:id="rId47" o:title=""/>
          </v:shape>
        </w:pict>
      </w:r>
    </w:p>
    <w:p w:rsidR="000A0A73" w:rsidRPr="00467B2B" w:rsidRDefault="000A0A73" w:rsidP="004B3927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Cs/>
          <w:sz w:val="20"/>
        </w:rPr>
      </w:pPr>
      <w:r w:rsidRPr="00467B2B">
        <w:rPr>
          <w:rFonts w:ascii="Times New Roman" w:hAnsi="Times New Roman"/>
          <w:sz w:val="20"/>
        </w:rPr>
        <w:t xml:space="preserve">Bir araca ait konum zaman grafiği şekildeki gibidir. </w:t>
      </w:r>
      <w:r w:rsidRPr="00467B2B">
        <w:rPr>
          <w:rFonts w:ascii="Times New Roman" w:hAnsi="Times New Roman"/>
          <w:bCs/>
          <w:sz w:val="20"/>
        </w:rPr>
        <w:t xml:space="preserve">Buna göre, aracın </w:t>
      </w:r>
      <w:r w:rsidRPr="00467B2B">
        <w:rPr>
          <w:rFonts w:ascii="Times New Roman" w:hAnsi="Times New Roman"/>
          <w:b/>
          <w:sz w:val="20"/>
        </w:rPr>
        <w:t>X,Y,Z,T</w:t>
      </w:r>
      <w:r w:rsidRPr="00467B2B">
        <w:rPr>
          <w:rFonts w:ascii="Times New Roman" w:hAnsi="Times New Roman"/>
          <w:sz w:val="20"/>
        </w:rPr>
        <w:t xml:space="preserve"> ve </w:t>
      </w:r>
      <w:r w:rsidRPr="00467B2B">
        <w:rPr>
          <w:rFonts w:ascii="Times New Roman" w:hAnsi="Times New Roman"/>
          <w:b/>
          <w:sz w:val="20"/>
        </w:rPr>
        <w:t>P</w:t>
      </w:r>
      <w:r w:rsidRPr="00467B2B">
        <w:rPr>
          <w:rFonts w:ascii="Times New Roman" w:hAnsi="Times New Roman"/>
          <w:sz w:val="20"/>
        </w:rPr>
        <w:t xml:space="preserve"> </w:t>
      </w:r>
      <w:r w:rsidRPr="00467B2B">
        <w:rPr>
          <w:rFonts w:ascii="Times New Roman" w:hAnsi="Times New Roman"/>
          <w:bCs/>
          <w:sz w:val="20"/>
        </w:rPr>
        <w:t>zaman aralıklarındaki hızını ve hareket yönünü tanımlayınız?</w:t>
      </w:r>
    </w:p>
    <w:p w:rsidR="000A0A73" w:rsidRPr="00AC4BD1" w:rsidRDefault="000A0A73" w:rsidP="004B3927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X--</w:t>
      </w:r>
      <w:r w:rsidRPr="00AC4BD1">
        <w:rPr>
          <w:rFonts w:ascii="Times New Roman" w:hAnsi="Times New Roman"/>
          <w:sz w:val="20"/>
        </w:rPr>
        <w:t xml:space="preserve"> zaman aralığında : </w:t>
      </w:r>
      <w:r>
        <w:rPr>
          <w:rFonts w:ascii="Times New Roman" w:hAnsi="Times New Roman"/>
          <w:sz w:val="20"/>
        </w:rPr>
        <w:t>……………................……………........</w:t>
      </w:r>
    </w:p>
    <w:p w:rsidR="000A0A73" w:rsidRPr="00AC4BD1" w:rsidRDefault="000A0A73" w:rsidP="004B3927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Y--</w:t>
      </w:r>
      <w:r w:rsidRPr="00AC4BD1">
        <w:rPr>
          <w:rFonts w:ascii="Times New Roman" w:hAnsi="Times New Roman"/>
          <w:sz w:val="20"/>
        </w:rPr>
        <w:t xml:space="preserve"> zaman aralığında : </w:t>
      </w:r>
      <w:r>
        <w:rPr>
          <w:rFonts w:ascii="Times New Roman" w:hAnsi="Times New Roman"/>
          <w:sz w:val="20"/>
        </w:rPr>
        <w:t>……………................……………........</w:t>
      </w:r>
    </w:p>
    <w:p w:rsidR="000A0A73" w:rsidRPr="00AC4BD1" w:rsidRDefault="000A0A73" w:rsidP="004B3927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Z--</w:t>
      </w:r>
      <w:r w:rsidRPr="00AC4BD1">
        <w:rPr>
          <w:rFonts w:ascii="Times New Roman" w:hAnsi="Times New Roman"/>
          <w:sz w:val="20"/>
        </w:rPr>
        <w:t xml:space="preserve">zaman aralığında : </w:t>
      </w:r>
      <w:r>
        <w:rPr>
          <w:rFonts w:ascii="Times New Roman" w:hAnsi="Times New Roman"/>
          <w:sz w:val="20"/>
        </w:rPr>
        <w:t>……………................……………..........</w:t>
      </w:r>
    </w:p>
    <w:p w:rsidR="000A0A73" w:rsidRPr="00AC4BD1" w:rsidRDefault="000A0A73" w:rsidP="004B3927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T--</w:t>
      </w:r>
      <w:r w:rsidRPr="00AC4BD1">
        <w:rPr>
          <w:rFonts w:ascii="Times New Roman" w:hAnsi="Times New Roman"/>
          <w:sz w:val="20"/>
        </w:rPr>
        <w:t xml:space="preserve">zaman aralığında : </w:t>
      </w:r>
      <w:r>
        <w:rPr>
          <w:rFonts w:ascii="Times New Roman" w:hAnsi="Times New Roman"/>
          <w:sz w:val="20"/>
        </w:rPr>
        <w:t>……………................……………..........</w:t>
      </w:r>
    </w:p>
    <w:p w:rsidR="000A0A73" w:rsidRDefault="000A0A73" w:rsidP="00180E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P--</w:t>
      </w:r>
      <w:r w:rsidRPr="00AC4BD1">
        <w:rPr>
          <w:rFonts w:ascii="Times New Roman" w:hAnsi="Times New Roman"/>
          <w:sz w:val="20"/>
        </w:rPr>
        <w:t xml:space="preserve">zaman aralığında : </w:t>
      </w:r>
      <w:r>
        <w:rPr>
          <w:rFonts w:ascii="Times New Roman" w:hAnsi="Times New Roman"/>
          <w:sz w:val="20"/>
        </w:rPr>
        <w:t>……………................……………..........</w:t>
      </w:r>
    </w:p>
    <w:p w:rsidR="000A0A73" w:rsidRDefault="000A0A73" w:rsidP="00180E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2.soru:</w:t>
      </w:r>
      <w:r w:rsidRPr="0004454E">
        <w:rPr>
          <w:rFonts w:ascii="Times New Roman" w:hAnsi="Times New Roman"/>
          <w:b/>
        </w:rPr>
        <w:t xml:space="preserve"> </w:t>
      </w:r>
      <w:r w:rsidRPr="00701FD6">
        <w:rPr>
          <w:rFonts w:ascii="Times New Roman" w:hAnsi="Times New Roman"/>
          <w:sz w:val="20"/>
          <w:szCs w:val="20"/>
        </w:rPr>
        <w:t xml:space="preserve">Aşağıdaki tabloda </w:t>
      </w:r>
      <w:r w:rsidRPr="00701FD6">
        <w:rPr>
          <w:rFonts w:ascii="Times New Roman" w:hAnsi="Times New Roman"/>
          <w:b/>
          <w:sz w:val="20"/>
          <w:szCs w:val="20"/>
        </w:rPr>
        <w:t xml:space="preserve">temel kuvvetler </w:t>
      </w:r>
      <w:r w:rsidRPr="00701FD6">
        <w:rPr>
          <w:rFonts w:ascii="Times New Roman" w:hAnsi="Times New Roman"/>
          <w:sz w:val="20"/>
          <w:szCs w:val="20"/>
        </w:rPr>
        <w:t>verilmiştir.</w:t>
      </w:r>
    </w:p>
    <w:tbl>
      <w:tblPr>
        <w:tblW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425"/>
        <w:gridCol w:w="2410"/>
      </w:tblGrid>
      <w:tr w:rsidR="000A0A73" w:rsidRPr="006309FC" w:rsidTr="006309FC">
        <w:trPr>
          <w:trHeight w:val="268"/>
        </w:trPr>
        <w:tc>
          <w:tcPr>
            <w:tcW w:w="25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1)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Güçlü Nükleer Kuvvet</w:t>
            </w:r>
          </w:p>
        </w:tc>
        <w:tc>
          <w:tcPr>
            <w:tcW w:w="425" w:type="dxa"/>
            <w:tcBorders>
              <w:top w:val="nil"/>
              <w:left w:val="triple" w:sz="4" w:space="0" w:color="auto"/>
              <w:bottom w:val="nil"/>
              <w:right w:val="triple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2)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Zayıf Nükleer Kuvvet</w:t>
            </w:r>
          </w:p>
        </w:tc>
      </w:tr>
      <w:tr w:rsidR="000A0A73" w:rsidRPr="006309FC" w:rsidTr="006309FC">
        <w:trPr>
          <w:trHeight w:val="113"/>
        </w:trPr>
        <w:tc>
          <w:tcPr>
            <w:tcW w:w="2518" w:type="dxa"/>
            <w:tcBorders>
              <w:top w:val="triple" w:sz="4" w:space="0" w:color="auto"/>
              <w:left w:val="nil"/>
              <w:bottom w:val="triple" w:sz="4" w:space="0" w:color="auto"/>
              <w:right w:val="nil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triple" w:sz="4" w:space="0" w:color="auto"/>
              <w:left w:val="nil"/>
              <w:bottom w:val="triple" w:sz="4" w:space="0" w:color="auto"/>
              <w:right w:val="nil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A0A73" w:rsidRPr="006309FC" w:rsidTr="006309FC">
        <w:trPr>
          <w:trHeight w:val="268"/>
        </w:trPr>
        <w:tc>
          <w:tcPr>
            <w:tcW w:w="251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3)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Elektromanyetik Kuvvet</w:t>
            </w:r>
          </w:p>
        </w:tc>
        <w:tc>
          <w:tcPr>
            <w:tcW w:w="425" w:type="dxa"/>
            <w:tcBorders>
              <w:top w:val="nil"/>
              <w:left w:val="triple" w:sz="4" w:space="0" w:color="auto"/>
              <w:bottom w:val="nil"/>
              <w:right w:val="triple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DDD9C3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4)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Kütle Çekim Kuvveti</w:t>
            </w:r>
          </w:p>
        </w:tc>
      </w:tr>
    </w:tbl>
    <w:p w:rsidR="000A0A73" w:rsidRDefault="000A0A73" w:rsidP="0078279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sz w:val="20"/>
          <w:szCs w:val="20"/>
        </w:rPr>
        <w:t>T</w:t>
      </w:r>
      <w:r w:rsidRPr="00701FD6">
        <w:rPr>
          <w:rFonts w:ascii="Times New Roman" w:hAnsi="Times New Roman"/>
          <w:sz w:val="20"/>
          <w:szCs w:val="20"/>
        </w:rPr>
        <w:t>ablodaki numaraları kullanarak soruların cevabını yandaki küçük kutucuklara yazınız.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4708"/>
      </w:tblGrid>
      <w:tr w:rsidR="000A0A73" w:rsidRPr="006309FC" w:rsidTr="006309FC">
        <w:tc>
          <w:tcPr>
            <w:tcW w:w="534" w:type="dxa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Gel, git olayı.</w:t>
            </w:r>
          </w:p>
        </w:tc>
      </w:tr>
      <w:tr w:rsidR="000A0A73" w:rsidRPr="006309FC" w:rsidTr="006309FC">
        <w:tc>
          <w:tcPr>
            <w:tcW w:w="534" w:type="dxa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Mıknatısın demiri çekmesinde etkili olan kuvvettir.</w:t>
            </w:r>
          </w:p>
        </w:tc>
      </w:tr>
      <w:tr w:rsidR="000A0A73" w:rsidRPr="006309FC" w:rsidTr="006309FC">
        <w:tc>
          <w:tcPr>
            <w:tcW w:w="534" w:type="dxa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Güneşin dünyamızı ısıtmasında etkili olan kuvvettir.</w:t>
            </w:r>
          </w:p>
        </w:tc>
      </w:tr>
      <w:tr w:rsidR="000A0A73" w:rsidRPr="006309FC" w:rsidTr="006309FC">
        <w:tc>
          <w:tcPr>
            <w:tcW w:w="534" w:type="dxa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Elektronların çekirdek etrafında dolanması</w:t>
            </w:r>
          </w:p>
        </w:tc>
      </w:tr>
      <w:tr w:rsidR="000A0A73" w:rsidRPr="006309FC" w:rsidTr="006309FC">
        <w:tc>
          <w:tcPr>
            <w:tcW w:w="534" w:type="dxa"/>
          </w:tcPr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0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sz w:val="20"/>
                <w:szCs w:val="20"/>
              </w:rPr>
              <w:t>Atom çekirdeğindeki kuvvettir.</w:t>
            </w:r>
          </w:p>
        </w:tc>
      </w:tr>
    </w:tbl>
    <w:p w:rsidR="000A0A73" w:rsidRDefault="000A0A73" w:rsidP="00782793">
      <w:pPr>
        <w:spacing w:after="0"/>
        <w:rPr>
          <w:rFonts w:ascii="Times New Roman" w:hAnsi="Times New Roman"/>
          <w:b/>
        </w:rPr>
      </w:pPr>
    </w:p>
    <w:p w:rsidR="000A0A73" w:rsidRDefault="000A0A73" w:rsidP="00782793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3.soru: </w:t>
      </w:r>
      <w:r w:rsidRPr="00AB554B">
        <w:rPr>
          <w:rFonts w:ascii="Times New Roman" w:hAnsi="Times New Roman"/>
          <w:sz w:val="20"/>
        </w:rPr>
        <w:t xml:space="preserve">Doğada görülen bazı kuvvetler aşağıda verilmiştir. Bu kuvvetlerin </w:t>
      </w:r>
      <w:r w:rsidRPr="00AB554B">
        <w:rPr>
          <w:rFonts w:ascii="Times New Roman" w:hAnsi="Times New Roman"/>
          <w:b/>
          <w:sz w:val="20"/>
        </w:rPr>
        <w:t xml:space="preserve">temas kuvvetleri </w:t>
      </w:r>
      <w:r w:rsidRPr="00AB554B">
        <w:rPr>
          <w:rFonts w:ascii="Times New Roman" w:hAnsi="Times New Roman"/>
          <w:sz w:val="20"/>
        </w:rPr>
        <w:t xml:space="preserve">ya da </w:t>
      </w:r>
      <w:r w:rsidRPr="00AB554B">
        <w:rPr>
          <w:rFonts w:ascii="Times New Roman" w:hAnsi="Times New Roman"/>
          <w:b/>
          <w:sz w:val="20"/>
        </w:rPr>
        <w:t xml:space="preserve">alan kuvvetinden </w:t>
      </w:r>
      <w:r w:rsidRPr="00AB554B">
        <w:rPr>
          <w:rFonts w:ascii="Times New Roman" w:hAnsi="Times New Roman"/>
          <w:sz w:val="20"/>
        </w:rPr>
        <w:t>hangisine ait olduğunu belirleyerek yan</w:t>
      </w:r>
      <w:r>
        <w:rPr>
          <w:rFonts w:ascii="Times New Roman" w:hAnsi="Times New Roman"/>
          <w:sz w:val="20"/>
        </w:rPr>
        <w:t>ın</w:t>
      </w:r>
      <w:r w:rsidRPr="00AB554B">
        <w:rPr>
          <w:rFonts w:ascii="Times New Roman" w:hAnsi="Times New Roman"/>
          <w:sz w:val="20"/>
        </w:rPr>
        <w:t>daki kutulard</w:t>
      </w:r>
      <w:r>
        <w:rPr>
          <w:rFonts w:ascii="Times New Roman" w:hAnsi="Times New Roman"/>
          <w:sz w:val="20"/>
        </w:rPr>
        <w:t>an birine “X” işaretini koyarak cevaplayınız.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6"/>
        <w:gridCol w:w="652"/>
        <w:gridCol w:w="623"/>
      </w:tblGrid>
      <w:tr w:rsidR="000A0A73" w:rsidRPr="006309FC" w:rsidTr="006309FC">
        <w:trPr>
          <w:cantSplit/>
          <w:trHeight w:val="894"/>
        </w:trPr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Kuvvet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textDirection w:val="btLr"/>
          </w:tcPr>
          <w:p w:rsidR="000A0A73" w:rsidRPr="006309FC" w:rsidRDefault="000A0A73" w:rsidP="006309F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Temas kuvveti</w:t>
            </w: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textDirection w:val="btLr"/>
          </w:tcPr>
          <w:p w:rsidR="000A0A73" w:rsidRPr="006309FC" w:rsidRDefault="000A0A73" w:rsidP="006309F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Alan kuvveti</w:t>
            </w:r>
          </w:p>
        </w:tc>
      </w:tr>
      <w:tr w:rsidR="000A0A73" w:rsidRPr="006309FC" w:rsidTr="006309FC">
        <w:trPr>
          <w:trHeight w:val="283"/>
        </w:trPr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309FC">
              <w:rPr>
                <w:rFonts w:ascii="Times New Roman" w:hAnsi="Times New Roman"/>
                <w:sz w:val="18"/>
              </w:rPr>
              <w:t>Elektrik yüklerinin bir birlerine uyguladığı kuvvet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rPr>
          <w:trHeight w:val="283"/>
        </w:trPr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color w:val="333333"/>
                <w:sz w:val="20"/>
                <w:szCs w:val="20"/>
              </w:rPr>
              <w:t>Yağmurun damlasının yere düşmesi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6309FC">
              <w:rPr>
                <w:rFonts w:ascii="Times New Roman" w:hAnsi="Times New Roman"/>
                <w:sz w:val="19"/>
                <w:szCs w:val="19"/>
              </w:rPr>
              <w:t>Dalda duran elmanın düşmesini sağlayan kuvvet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color w:val="333333"/>
                <w:sz w:val="20"/>
                <w:szCs w:val="20"/>
              </w:rPr>
              <w:t>Uçurtmanın uçması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A0A73" w:rsidRPr="006309FC" w:rsidTr="006309FC">
        <w:tc>
          <w:tcPr>
            <w:tcW w:w="393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Yelkenlinin hareket etmesi </w:t>
            </w:r>
          </w:p>
        </w:tc>
        <w:tc>
          <w:tcPr>
            <w:tcW w:w="6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A0A73" w:rsidRDefault="000A0A73" w:rsidP="00BB27EE">
      <w:pPr>
        <w:spacing w:after="0"/>
        <w:ind w:right="-285"/>
        <w:rPr>
          <w:rFonts w:ascii="Times New Roman" w:hAnsi="Times New Roman"/>
          <w:b/>
          <w:sz w:val="20"/>
        </w:rPr>
      </w:pPr>
    </w:p>
    <w:p w:rsidR="000A0A73" w:rsidRDefault="000A0A73" w:rsidP="00BB27EE">
      <w:pPr>
        <w:spacing w:after="0"/>
        <w:ind w:right="-285"/>
        <w:rPr>
          <w:rFonts w:ascii="Times New Roman" w:hAnsi="Times New Roman"/>
          <w:sz w:val="20"/>
        </w:rPr>
      </w:pPr>
      <w:r>
        <w:rPr>
          <w:noProof/>
          <w:lang w:eastAsia="tr-TR"/>
        </w:rPr>
        <w:pict>
          <v:shape id="Resim 8" o:spid="_x0000_s1034" type="#_x0000_t75" style="position:absolute;margin-left:279.9pt;margin-top:56.05pt;width:138pt;height:101.25pt;z-index:251659264;visibility:visible">
            <v:imagedata r:id="rId48" o:title=""/>
            <w10:wrap type="square"/>
          </v:shape>
        </w:pict>
      </w:r>
      <w:r>
        <w:rPr>
          <w:noProof/>
          <w:lang w:eastAsia="tr-TR"/>
        </w:rPr>
        <w:pict>
          <v:shape id="Resim 59" o:spid="_x0000_s1035" type="#_x0000_t75" alt="Termik santral" style="position:absolute;margin-left:1.65pt;margin-top:.05pt;width:142.5pt;height:102pt;z-index:-251658240;visibility:visible" wrapcoords="-114 0 -114 21441 21600 21441 21600 0 -114 0">
            <v:imagedata r:id="rId49" o:title=""/>
            <w10:wrap type="tight"/>
          </v:shape>
        </w:pict>
      </w:r>
      <w:r>
        <w:rPr>
          <w:rFonts w:ascii="Times New Roman" w:hAnsi="Times New Roman"/>
          <w:b/>
          <w:sz w:val="20"/>
        </w:rPr>
        <w:t>4.soru:</w:t>
      </w:r>
      <w:r>
        <w:rPr>
          <w:rFonts w:ascii="Times New Roman" w:hAnsi="Times New Roman"/>
          <w:sz w:val="20"/>
        </w:rPr>
        <w:t xml:space="preserve"> Bir termik santralde elektrik elde edilmesi yarıda resimlenmiştir. Buna göre aşağıda verilen ifadelerden doğru olanın önüne “D” , Yanlış olanınkine de “Y” yazarak cevaplayınız.</w:t>
      </w:r>
    </w:p>
    <w:p w:rsidR="000A0A73" w:rsidRDefault="000A0A73" w:rsidP="00BB27EE">
      <w:pPr>
        <w:spacing w:after="0"/>
        <w:ind w:right="-285"/>
        <w:rPr>
          <w:rFonts w:ascii="Times New Roman" w:hAnsi="Times New Roman"/>
          <w:sz w:val="20"/>
        </w:rPr>
      </w:pPr>
    </w:p>
    <w:p w:rsidR="000A0A73" w:rsidRDefault="000A0A73" w:rsidP="00D51E37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     ) Kömürün yanmasıyla kimyasal enerji kinetik enerjiye dönüşür.</w:t>
      </w:r>
    </w:p>
    <w:p w:rsidR="000A0A73" w:rsidRDefault="000A0A73" w:rsidP="00D51E3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 xml:space="preserve">(    ) </w:t>
      </w:r>
      <w:r w:rsidRPr="00FC0DE8">
        <w:rPr>
          <w:rFonts w:ascii="Times New Roman" w:hAnsi="Times New Roman"/>
          <w:sz w:val="20"/>
          <w:szCs w:val="20"/>
        </w:rPr>
        <w:t>Bu santral türünde de döne</w:t>
      </w:r>
      <w:r>
        <w:rPr>
          <w:rFonts w:ascii="Times New Roman" w:hAnsi="Times New Roman"/>
          <w:sz w:val="20"/>
          <w:szCs w:val="20"/>
        </w:rPr>
        <w:t xml:space="preserve">n bir çark yardımıyla mekanik enerji </w:t>
      </w:r>
      <w:r w:rsidRPr="00FC0DE8">
        <w:rPr>
          <w:rFonts w:ascii="Times New Roman" w:hAnsi="Times New Roman"/>
          <w:sz w:val="20"/>
          <w:szCs w:val="20"/>
        </w:rPr>
        <w:t>elektrik enerjisi</w:t>
      </w:r>
      <w:r>
        <w:rPr>
          <w:rFonts w:ascii="Times New Roman" w:hAnsi="Times New Roman"/>
          <w:sz w:val="20"/>
          <w:szCs w:val="20"/>
        </w:rPr>
        <w:t>ne dönüşür.</w:t>
      </w:r>
    </w:p>
    <w:p w:rsidR="000A0A73" w:rsidRDefault="000A0A73" w:rsidP="00D51E37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    ) Elektrik enerjisi fabrika ve evlerde ışık, ısı ve mekanik enerjiye dönüşür.</w:t>
      </w:r>
    </w:p>
    <w:p w:rsidR="000A0A73" w:rsidRDefault="000A0A73" w:rsidP="006630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5</w:t>
      </w:r>
      <w:r w:rsidRPr="009539D2">
        <w:rPr>
          <w:rFonts w:ascii="Times New Roman" w:hAnsi="Times New Roman"/>
          <w:b/>
        </w:rPr>
        <w:t>.soru:</w:t>
      </w:r>
      <w:r w:rsidRPr="009177E3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şağıda verilen görsellerde bulunan enerji cinsini altında bulunan ilgili yerlere “X” işaretiyle işaretleyiniz.</w:t>
      </w:r>
      <w:r>
        <w:rPr>
          <w:rFonts w:ascii="Times New Roman" w:hAnsi="Times New Roman"/>
        </w:rPr>
        <w:tab/>
      </w:r>
    </w:p>
    <w:p w:rsidR="000A0A73" w:rsidRPr="009177E3" w:rsidRDefault="000A0A73" w:rsidP="00A728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9177E3">
        <w:rPr>
          <w:rFonts w:ascii="Times New Roman" w:hAnsi="Times New Roman"/>
        </w:rPr>
        <w:t xml:space="preserve"> Potansiyel Enerji(</w:t>
      </w:r>
      <w:r w:rsidRPr="0070074A">
        <w:rPr>
          <w:rFonts w:ascii="Times New Roman" w:hAnsi="Times New Roman"/>
          <w:b/>
        </w:rPr>
        <w:t>PE</w:t>
      </w:r>
      <w:r>
        <w:rPr>
          <w:rFonts w:ascii="Times New Roman" w:hAnsi="Times New Roman"/>
        </w:rPr>
        <w:t>),</w:t>
      </w:r>
      <w:r w:rsidRPr="009177E3">
        <w:rPr>
          <w:rFonts w:ascii="Times New Roman" w:hAnsi="Times New Roman"/>
        </w:rPr>
        <w:t xml:space="preserve"> Kinetik Enerji (</w:t>
      </w:r>
      <w:r w:rsidRPr="0070074A">
        <w:rPr>
          <w:rFonts w:ascii="Times New Roman" w:hAnsi="Times New Roman"/>
          <w:b/>
        </w:rPr>
        <w:t>KE</w:t>
      </w:r>
      <w:r w:rsidRPr="009177E3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)</w:t>
      </w:r>
    </w:p>
    <w:tbl>
      <w:tblPr>
        <w:tblW w:w="5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704"/>
        <w:gridCol w:w="1852"/>
      </w:tblGrid>
      <w:tr w:rsidR="000A0A73" w:rsidRPr="006309FC" w:rsidTr="006309FC">
        <w:trPr>
          <w:cantSplit/>
          <w:trHeight w:val="173"/>
        </w:trPr>
        <w:tc>
          <w:tcPr>
            <w:tcW w:w="18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hyperlink r:id="rId50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80" o:spid="_x0000_i1065" type="#_x0000_t75" alt="https://encrypted-tbn0.gstatic.com/images?q=tbn:ANd9GcSykUINHsdoKq8urKjvemOxaHcf2Jedjb_vreZK6w6juEn7wFxcS4nrdmEr" href="https://www.google.com.tr/url?q=http://www.aksuvinc.com/tags/vinc-kiralama&amp;sa=U&amp;ei=expJU4L7EPLe7AbF04HgCQ&amp;ved=0CFAQ9QEwEg&amp;usg=AFQjCNEjQX8usb0du1MrcjUec3nI16zU" style="width:84.75pt;height:84pt;visibility:visible" o:button="t">
                    <v:fill o:detectmouseclick="t"/>
                    <v:imagedata r:id="rId51" o:title=""/>
                  </v:shape>
                </w:pict>
              </w:r>
            </w:hyperlink>
            <w:r w:rsidRPr="006309FC">
              <w:rPr>
                <w:rFonts w:ascii="Times New Roman" w:hAnsi="Times New Roman"/>
                <w:sz w:val="20"/>
              </w:rPr>
              <w:t>Vinçte durmakta olan Yük</w:t>
            </w:r>
          </w:p>
        </w:tc>
        <w:tc>
          <w:tcPr>
            <w:tcW w:w="170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hanging="108"/>
              <w:rPr>
                <w:rFonts w:ascii="Times New Roman" w:hAnsi="Times New Roman"/>
                <w:sz w:val="20"/>
              </w:rPr>
            </w:pPr>
            <w:hyperlink r:id="rId52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77" o:spid="_x0000_i1066" type="#_x0000_t75" alt="https://encrypted-tbn1.gstatic.com/images?q=tbn:ANd9GcTSyZ8r_LSXs36jThFb5tia03i6jL8SeEGJLwtweyc05g5vi19S21iz9gU" href="https://www.google.com.tr/url?q=http://www.kaliteliresimler.com/img85.htm&amp;sa=U&amp;ei=2BlJU-X2BeLe7Abr5IDgAg&amp;ved=0CDAQ9QEwAg&amp;usg=AFQjCNG7DaAiu1AZC6NmmoHi3WDtzB6a" style="width:85.5pt;height:84.75pt;visibility:visible" o:button="t">
                    <v:fill o:detectmouseclick="t"/>
                    <v:imagedata r:id="rId53" o:title=""/>
                  </v:shape>
                </w:pict>
              </w:r>
            </w:hyperlink>
            <w:r w:rsidRPr="006309FC">
              <w:rPr>
                <w:rFonts w:ascii="Times New Roman" w:hAnsi="Times New Roman"/>
                <w:sz w:val="20"/>
              </w:rPr>
              <w:t>Yolda gitmekte olan motor</w:t>
            </w:r>
          </w:p>
        </w:tc>
        <w:tc>
          <w:tcPr>
            <w:tcW w:w="18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hanging="111"/>
              <w:rPr>
                <w:rFonts w:ascii="Times New Roman" w:hAnsi="Times New Roman"/>
                <w:sz w:val="20"/>
              </w:rPr>
            </w:pPr>
            <w:hyperlink r:id="rId54" w:history="1">
              <w:r w:rsidRPr="006309FC">
                <w:rPr>
                  <w:rFonts w:ascii="Arial" w:hAnsi="Arial" w:cs="Arial"/>
                  <w:noProof/>
                  <w:color w:val="1E0FBE"/>
                  <w:sz w:val="20"/>
                  <w:szCs w:val="20"/>
                  <w:lang w:eastAsia="tr-TR"/>
                </w:rPr>
                <w:pict>
                  <v:shape id="Resim 83" o:spid="_x0000_i1067" type="#_x0000_t75" alt="https://encrypted-tbn2.gstatic.com/images?q=tbn:ANd9GcQq4s-2cyudoyBnzMcYSgsJjJYnG0c2CMKeBwbkbR4UTmLE5m0Vc6S89Lw2" href="https://www.google.com.tr/url?q=http://www.uludagsozluk.com/k/u%C3%A7an-balon/&amp;sa=U&amp;ei=1BpJU67QEqSU7Qbb54A4&amp;ved=0CEwQ9QEwEA&amp;usg=AFQjCNEOOt75sr6FyZCmmEfqxIKMST8b" style="width:84.75pt;height:84.75pt;visibility:visible" o:button="t">
                    <v:fill o:detectmouseclick="t"/>
                    <v:imagedata r:id="rId55" o:title=""/>
                  </v:shape>
                </w:pict>
              </w:r>
            </w:hyperlink>
            <w:r w:rsidRPr="006309FC">
              <w:rPr>
                <w:rFonts w:ascii="Times New Roman" w:hAnsi="Times New Roman"/>
                <w:sz w:val="20"/>
              </w:rPr>
              <w:t>Havalanan balonlar</w:t>
            </w:r>
          </w:p>
        </w:tc>
      </w:tr>
      <w:tr w:rsidR="000A0A73" w:rsidRPr="006309FC" w:rsidTr="006309FC">
        <w:trPr>
          <w:cantSplit/>
          <w:trHeight w:val="173"/>
        </w:trPr>
        <w:tc>
          <w:tcPr>
            <w:tcW w:w="180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 w:firstLine="142"/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PE(     ),KE(   )</w:t>
            </w:r>
          </w:p>
        </w:tc>
        <w:tc>
          <w:tcPr>
            <w:tcW w:w="1704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 w:firstLine="142"/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PE(     ),KE(   )</w:t>
            </w:r>
          </w:p>
        </w:tc>
        <w:tc>
          <w:tcPr>
            <w:tcW w:w="185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ind w:left="-142" w:firstLine="142"/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</w:pPr>
            <w:r w:rsidRPr="006309FC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PE(     ),KE(   )</w:t>
            </w:r>
          </w:p>
        </w:tc>
      </w:tr>
    </w:tbl>
    <w:p w:rsidR="000A0A73" w:rsidRDefault="000A0A73" w:rsidP="00A00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0A0A73" w:rsidRPr="00642AB8" w:rsidRDefault="000A0A73" w:rsidP="00A00C5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</w:rPr>
        <w:t>6.soru:</w:t>
      </w:r>
      <w:r>
        <w:rPr>
          <w:rFonts w:ascii="Times New Roman" w:hAnsi="Times New Roman"/>
          <w:b/>
          <w:sz w:val="20"/>
        </w:rPr>
        <w:t xml:space="preserve"> “</w:t>
      </w:r>
      <w:r>
        <w:rPr>
          <w:rFonts w:ascii="Times New Roman" w:hAnsi="Times New Roman"/>
          <w:sz w:val="20"/>
        </w:rPr>
        <w:t>Yatay düzlem üzerinde hareket ettirilen cisme etki eden normal kuvvetin büyüklüğü (Cismin ağırlığı) arttırılırsa, cisme etki eden sürtünme kuvveti artar.</w:t>
      </w:r>
      <w:r>
        <w:rPr>
          <w:rFonts w:ascii="Times New Roman" w:hAnsi="Times New Roman"/>
          <w:b/>
          <w:sz w:val="20"/>
        </w:rPr>
        <w:t>”Verilen hipotez cümlesine göre;</w:t>
      </w:r>
      <w:r w:rsidRPr="00E50795">
        <w:rPr>
          <w:rFonts w:ascii="Times New Roman" w:hAnsi="Times New Roman"/>
          <w:sz w:val="20"/>
        </w:rPr>
        <w:t xml:space="preserve"> aşağıda tabloda verilen ifadelerin karşısındaki boşlukları uygun şekilde doldurunuz.</w:t>
      </w:r>
    </w:p>
    <w:tbl>
      <w:tblPr>
        <w:tblW w:w="48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2268"/>
      </w:tblGrid>
      <w:tr w:rsidR="000A0A73" w:rsidRPr="006309FC" w:rsidTr="006309FC">
        <w:trPr>
          <w:trHeight w:val="495"/>
        </w:trPr>
        <w:tc>
          <w:tcPr>
            <w:tcW w:w="2552" w:type="dxa"/>
            <w:shd w:val="clear" w:color="auto" w:fill="D9D9D9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Değişken türü</w:t>
            </w:r>
          </w:p>
        </w:tc>
        <w:tc>
          <w:tcPr>
            <w:tcW w:w="2268" w:type="dxa"/>
            <w:shd w:val="clear" w:color="auto" w:fill="D9D9D9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rPr>
                <w:rFonts w:ascii="Times New Roman" w:hAnsi="Times New Roman"/>
                <w:b/>
                <w:sz w:val="20"/>
              </w:rPr>
              <w:t>Değişken adı</w:t>
            </w: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0A0A73" w:rsidRPr="006309FC" w:rsidTr="006309FC">
        <w:trPr>
          <w:trHeight w:val="510"/>
        </w:trPr>
        <w:tc>
          <w:tcPr>
            <w:tcW w:w="2552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Bağımsız değişken</w:t>
            </w:r>
          </w:p>
        </w:tc>
        <w:tc>
          <w:tcPr>
            <w:tcW w:w="2268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0A0A73" w:rsidRPr="006309FC" w:rsidTr="006309FC">
        <w:trPr>
          <w:trHeight w:val="495"/>
        </w:trPr>
        <w:tc>
          <w:tcPr>
            <w:tcW w:w="2552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Bağımlı değişken</w:t>
            </w:r>
          </w:p>
        </w:tc>
        <w:tc>
          <w:tcPr>
            <w:tcW w:w="2268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0A0A73" w:rsidRPr="006309FC" w:rsidTr="006309FC">
        <w:trPr>
          <w:trHeight w:val="510"/>
        </w:trPr>
        <w:tc>
          <w:tcPr>
            <w:tcW w:w="2552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>Kontrol edilebilen değişken</w:t>
            </w:r>
          </w:p>
        </w:tc>
        <w:tc>
          <w:tcPr>
            <w:tcW w:w="2268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0A0A73" w:rsidRDefault="000A0A73" w:rsidP="009539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0A0A73" w:rsidRPr="00EC63FC" w:rsidRDefault="000A0A73" w:rsidP="00B659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</w:rPr>
        <w:t>6</w:t>
      </w:r>
      <w:r w:rsidRPr="009539D2">
        <w:rPr>
          <w:rFonts w:ascii="Times New Roman" w:hAnsi="Times New Roman"/>
          <w:b/>
        </w:rPr>
        <w:t>.soru:</w:t>
      </w:r>
      <w:r w:rsidRPr="009177E3">
        <w:rPr>
          <w:rFonts w:ascii="Times New Roman" w:hAnsi="Times New Roman"/>
        </w:rPr>
        <w:t xml:space="preserve"> </w:t>
      </w:r>
      <w:r w:rsidRPr="00EC63FC">
        <w:rPr>
          <w:rFonts w:ascii="Times New Roman" w:hAnsi="Times New Roman"/>
          <w:sz w:val="20"/>
        </w:rPr>
        <w:t>Aşağıda bazı olaylar ve bu olaylar esnasında Fiziksel anlamda iş yapılıp yapılmadığını kutucuk içerisine “X” işareti yazarak cevaplayınız.</w:t>
      </w:r>
    </w:p>
    <w:tbl>
      <w:tblPr>
        <w:tblW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842"/>
        <w:gridCol w:w="1701"/>
      </w:tblGrid>
      <w:tr w:rsidR="000A0A73" w:rsidRPr="006309FC" w:rsidTr="006309FC">
        <w:trPr>
          <w:trHeight w:val="57"/>
        </w:trPr>
        <w:tc>
          <w:tcPr>
            <w:tcW w:w="166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eastAsia="Times New Roman" w:hAnsi="Times New Roman"/>
              </w:rPr>
              <w:object w:dxaOrig="1590" w:dyaOrig="2115">
                <v:shape id="_x0000_i1068" type="#_x0000_t75" style="width:79.5pt;height:97.5pt" o:ole="">
                  <v:imagedata r:id="rId56" o:title=""/>
                </v:shape>
                <o:OLEObject Type="Embed" ProgID="Paint.Picture" ShapeID="_x0000_i1068" DrawAspect="Content" ObjectID="_1459622333" r:id="rId57"/>
              </w:object>
            </w:r>
          </w:p>
        </w:tc>
        <w:tc>
          <w:tcPr>
            <w:tcW w:w="18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eastAsia="Times New Roman" w:hAnsi="Times New Roman"/>
              </w:rPr>
              <w:object w:dxaOrig="1695" w:dyaOrig="1950">
                <v:shape id="_x0000_i1069" type="#_x0000_t75" style="width:84.75pt;height:97.5pt" o:ole="">
                  <v:imagedata r:id="rId58" o:title=""/>
                </v:shape>
                <o:OLEObject Type="Embed" ProgID="Paint.Picture" ShapeID="_x0000_i1069" DrawAspect="Content" ObjectID="_1459622334" r:id="rId59"/>
              </w:object>
            </w: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eastAsia="Times New Roman" w:hAnsi="Times New Roman"/>
              </w:rPr>
              <w:object w:dxaOrig="1980" w:dyaOrig="1830">
                <v:shape id="_x0000_i1070" type="#_x0000_t75" style="width:75pt;height:96.75pt" o:ole="">
                  <v:imagedata r:id="rId60" o:title=""/>
                </v:shape>
                <o:OLEObject Type="Embed" ProgID="Paint.Picture" ShapeID="_x0000_i1070" DrawAspect="Content" ObjectID="_1459622335" r:id="rId61"/>
              </w:object>
            </w:r>
          </w:p>
        </w:tc>
      </w:tr>
      <w:tr w:rsidR="000A0A73" w:rsidRPr="006309FC" w:rsidTr="006309FC">
        <w:trPr>
          <w:trHeight w:val="57"/>
        </w:trPr>
        <w:tc>
          <w:tcPr>
            <w:tcW w:w="166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yapılır (    )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Yapılmaz (   )</w:t>
            </w:r>
          </w:p>
        </w:tc>
        <w:tc>
          <w:tcPr>
            <w:tcW w:w="1842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yapılır (    )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Yapılmaz (   )</w:t>
            </w:r>
          </w:p>
        </w:tc>
        <w:tc>
          <w:tcPr>
            <w:tcW w:w="170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yapılır (    )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İş Yapılmaz (   )</w:t>
            </w:r>
          </w:p>
        </w:tc>
      </w:tr>
    </w:tbl>
    <w:p w:rsidR="000A0A73" w:rsidRDefault="000A0A73" w:rsidP="00CD0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0A0A73" w:rsidRPr="00EC63FC" w:rsidRDefault="000A0A73" w:rsidP="00CD0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8.soru: </w:t>
      </w:r>
      <w:r w:rsidRPr="00EC63FC">
        <w:rPr>
          <w:rFonts w:ascii="Times New Roman" w:hAnsi="Times New Roman"/>
        </w:rPr>
        <w:t>Aşağıda verilen ifadeleri eşleştiriniz.</w:t>
      </w:r>
    </w:p>
    <w:tbl>
      <w:tblPr>
        <w:tblW w:w="45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127"/>
      </w:tblGrid>
      <w:tr w:rsidR="000A0A73" w:rsidRPr="006309FC" w:rsidTr="006309FC">
        <w:trPr>
          <w:cantSplit/>
          <w:trHeight w:val="24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t xml:space="preserve">....   </w:t>
            </w:r>
            <w:r w:rsidRPr="006309FC">
              <w:rPr>
                <w:rFonts w:ascii="Times New Roman" w:hAnsi="Times New Roman"/>
                <w:sz w:val="20"/>
              </w:rPr>
              <w:fldChar w:fldCharType="begin"/>
            </w:r>
            <w:r w:rsidRPr="006309FC">
              <w:rPr>
                <w:rFonts w:ascii="Times New Roman" w:hAnsi="Times New Roman"/>
                <w:sz w:val="20"/>
              </w:rPr>
              <w:instrText xml:space="preserve"> QUOTE </w:instrText>
            </w:r>
            <w:r w:rsidRPr="006309FC">
              <w:pict>
                <v:shape id="_x0000_i1071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ADF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F52AD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K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1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instrText xml:space="preserve"> </w:instrText>
            </w:r>
            <w:r w:rsidRPr="006309FC">
              <w:rPr>
                <w:rFonts w:ascii="Times New Roman" w:hAnsi="Times New Roman"/>
                <w:sz w:val="20"/>
              </w:rPr>
              <w:fldChar w:fldCharType="separate"/>
            </w:r>
            <w:r w:rsidRPr="006309FC">
              <w:pict>
                <v:shape id="_x0000_i1072" type="#_x0000_t75" style="width:14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ADF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F52AD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K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1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sz w:val="20"/>
              </w:rPr>
              <w:fldChar w:fldCharType="begin"/>
            </w:r>
            <w:r w:rsidRPr="006309FC">
              <w:rPr>
                <w:rFonts w:ascii="Times New Roman" w:hAnsi="Times New Roman"/>
                <w:sz w:val="20"/>
              </w:rPr>
              <w:instrText xml:space="preserve"> QUOTE </w:instrText>
            </w:r>
            <w:r w:rsidRPr="006309FC">
              <w:pict>
                <v:shape id="_x0000_i1073" type="#_x0000_t75" style="width:4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1ECA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111ECA&quot;&gt;&lt;m:oMathPara&gt;&lt;m:oMath&gt;&lt;m:r&gt;&lt;w:rPr&gt;&lt;w:rFonts w:ascii=&quot;Cambria Math&quot; w:fareast=&quot;Calibri&quot; w:h-ansi=&quot;Cambria Math&quot;/&gt;&lt;wx:font wx:val=&quot;Cambria Math&quot;/&gt;&lt;w:i/&gt;&lt;w:sz w:val=&quot;20&quot;/&gt;&lt;/w:rPr&gt;&lt;m:t&gt;   &lt;/m:t&gt;&lt;/m:r&gt;&lt;m:r&gt;&lt;w:rPr&gt;&lt;w:rFonts w:ascii=&quot;Cambria Math&quot; w:h-ansi=&quot;Cambria Math&quot;/&gt;&lt;wx:font wx:val=&quot;Cambria Math&quot;/&gt;&lt;w:i/&gt;&lt;w:sz w:val=&quot;20&quot;/&gt;&lt;/w:rPr&gt;&lt;m:t&gt;k.m.g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2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instrText xml:space="preserve"> </w:instrText>
            </w:r>
            <w:r w:rsidRPr="006309FC">
              <w:rPr>
                <w:rFonts w:ascii="Times New Roman" w:hAnsi="Times New Roman"/>
                <w:sz w:val="20"/>
              </w:rPr>
              <w:fldChar w:fldCharType="separate"/>
            </w:r>
            <w:r w:rsidRPr="006309FC">
              <w:pict>
                <v:shape id="_x0000_i1074" type="#_x0000_t75" style="width:4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1ECA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111ECA&quot;&gt;&lt;m:oMathPara&gt;&lt;m:oMath&gt;&lt;m:r&gt;&lt;w:rPr&gt;&lt;w:rFonts w:ascii=&quot;Cambria Math&quot; w:fareast=&quot;Calibri&quot; w:h-ansi=&quot;Cambria Math&quot;/&gt;&lt;wx:font wx:val=&quot;Cambria Math&quot;/&gt;&lt;w:i/&gt;&lt;w:sz w:val=&quot;20&quot;/&gt;&lt;/w:rPr&gt;&lt;m:t&gt;   &lt;/m:t&gt;&lt;/m:r&gt;&lt;m:r&gt;&lt;w:rPr&gt;&lt;w:rFonts w:ascii=&quot;Cambria Math&quot; w:h-ansi=&quot;Cambria Math&quot;/&gt;&lt;wx:font wx:val=&quot;Cambria Math&quot;/&gt;&lt;w:i/&gt;&lt;w:sz w:val=&quot;20&quot;/&gt;&lt;/w:rPr&gt;&lt;m:t&gt;k.m.g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2" o:title="" chromakey="white"/>
                </v:shape>
              </w:pict>
            </w:r>
            <w:r w:rsidRPr="006309FC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0A0A73" w:rsidRPr="006309FC" w:rsidTr="006309FC">
        <w:trPr>
          <w:trHeight w:val="8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...   F</w:t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75" type="#_x0000_t75" style="width:4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47B9F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B47B9F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g.h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7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76" type="#_x0000_t75" style="width:4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47B9F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B47B9F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g.h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7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</w:tr>
      <w:tr w:rsidR="000A0A73" w:rsidRPr="006309FC" w:rsidTr="006309FC">
        <w:trPr>
          <w:trHeight w:val="247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>...   P</w:t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 xml:space="preserve">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77" type="#_x0000_t75" style="width:1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399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D3990&quot;&gt;&lt;m:oMathPara&gt;&lt;m:oMath&gt;&lt;m:f&gt;&lt;m:fPr&gt;&lt;m:ctrlPr&gt;&lt;w:rPr&gt;&lt;w:rFonts w:ascii=&quot;Cambria Math&quot; w:fareast=&quot;Calibri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F.x&lt;/m:t&gt;&lt;/m:r&gt;&lt;m:ctrlPr&gt;&lt;w:rPr&gt;&lt;w:rFonts w:ascii=&quot;Cambria Math&quot; w:h-ansi=&quot;Cambria Math&quot;/&gt;&lt;wx:font wx:val=&quot;Cambria Math&quot;/&gt;&lt;w:i/&gt;&lt;/w:rPr&gt;&lt;/m:ctrlPr&gt;&lt;/m:num&gt;&lt;m:den&gt;&lt;m:r&gt;&lt;w:rPr&gt;&lt;w:rFonts w:ascii=&quot;Cambria Math&quot; w:h-ansi=&quot;Cambria Math&quot;/&gt;&lt;wx:font wx:val=&quot;Cambria Math&quot;/&gt;&lt;w:i/&gt;&lt;/w:rPr&gt;&lt;m:t&gt;t&lt;/m:t&gt;&lt;/m:r&gt;&lt;m:ctrlPr&gt;&lt;w:rPr&gt;&lt;w:rFonts w:ascii=&quot;Cambria Math&quot; w:h-ansi=&quot;Cambria Math&quot;/&gt;&lt;wx:font wx:val=&quot;Cambria Math&quot;/&gt;&lt;w:i/&gt;&lt;/w:rPr&gt;&lt;/m:ctrlP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62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78" type="#_x0000_t75" style="width:1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399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D3990&quot;&gt;&lt;m:oMathPara&gt;&lt;m:oMath&gt;&lt;m:f&gt;&lt;m:fPr&gt;&lt;m:ctrlPr&gt;&lt;w:rPr&gt;&lt;w:rFonts w:ascii=&quot;Cambria Math&quot; w:fareast=&quot;Calibri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F.x&lt;/m:t&gt;&lt;/m:r&gt;&lt;m:ctrlPr&gt;&lt;w:rPr&gt;&lt;w:rFonts w:ascii=&quot;Cambria Math&quot; w:h-ansi=&quot;Cambria Math&quot;/&gt;&lt;wx:font wx:val=&quot;Cambria Math&quot;/&gt;&lt;w:i/&gt;&lt;/w:rPr&gt;&lt;/m:ctrlPr&gt;&lt;/m:num&gt;&lt;m:den&gt;&lt;m:r&gt;&lt;w:rPr&gt;&lt;w:rFonts w:ascii=&quot;Cambria Math&quot; w:h-ansi=&quot;Cambria Math&quot;/&gt;&lt;wx:font wx:val=&quot;Cambria Math&quot;/&gt;&lt;w:i/&gt;&lt;/w:rPr&gt;&lt;m:t&gt;t&lt;/m:t&gt;&lt;/m:r&gt;&lt;m:ctrlPr&gt;&lt;w:rPr&gt;&lt;w:rFonts w:ascii=&quot;Cambria Math&quot; w:h-ansi=&quot;Cambria Math&quot;/&gt;&lt;wx:font wx:val=&quot;Cambria Math&quot;/&gt;&lt;w:i/&gt;&lt;/w:rPr&gt;&lt;/m:ctrlP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62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</w:tr>
      <w:tr w:rsidR="000A0A73" w:rsidRPr="006309FC" w:rsidTr="006309FC">
        <w:trPr>
          <w:trHeight w:val="24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t xml:space="preserve">... 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79" type="#_x0000_t75" style="width:13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65F4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5D65F4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p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3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80" type="#_x0000_t75" style="width:13.5pt;height:12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65F4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5D65F4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E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p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3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</w:rPr>
              <w:instrText xml:space="preserve"> QUOTE </w:instrText>
            </w:r>
            <w:r w:rsidRPr="006309FC">
              <w:pict>
                <v:shape id="_x0000_i1081" type="#_x0000_t75" style="width:30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29A1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3B29A1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4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82" type="#_x0000_t75" style="width:30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29A1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3B29A1&quot;&gt;&lt;m:oMathPara&gt;&lt;m:oMath&gt;&lt;m:r&gt;&lt;w:rPr&gt;&lt;w:rFonts w:ascii=&quot;Cambria Math&quot; w:fareast=&quot;Calibri&quot; w:h-ansi=&quot;Cambria Math&quot;/&gt;&lt;wx:font wx:val=&quot;Cambria Math&quot;/&gt;&lt;w:i/&gt;&lt;/w:rPr&gt;&lt;m:t&gt;  &lt;/m:t&gt;&lt;/m:r&gt;&lt;m:r&gt;&lt;w:rPr&gt;&lt;w:rFonts w:ascii=&quot;Cambria Math&quot; w:h-ansi=&quot;Cambria Math&quot;/&gt;&lt;wx:font wx:val=&quot;Cambria Math&quot;/&gt;&lt;w:i/&gt;&lt;/w:rPr&gt;&lt;m:t&gt;m.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4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</w:tr>
    </w:tbl>
    <w:tbl>
      <w:tblPr>
        <w:tblStyle w:val="TableGrid"/>
        <w:tblW w:w="4503" w:type="dxa"/>
        <w:tblInd w:w="392" w:type="dxa"/>
        <w:tblLayout w:type="fixed"/>
        <w:tblLook w:val="00A0"/>
      </w:tblPr>
      <w:tblGrid>
        <w:gridCol w:w="2376"/>
        <w:gridCol w:w="2127"/>
      </w:tblGrid>
      <w:tr w:rsidR="000A0A73" w:rsidRPr="00EC63FC" w:rsidTr="00812970">
        <w:trPr>
          <w:trHeight w:val="240"/>
        </w:trPr>
        <w:tc>
          <w:tcPr>
            <w:tcW w:w="237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309FC">
              <w:rPr>
                <w:rFonts w:ascii="Times New Roman" w:hAnsi="Times New Roman"/>
                <w:sz w:val="22"/>
                <w:szCs w:val="22"/>
              </w:rPr>
              <w:t xml:space="preserve">...   </w:t>
            </w:r>
            <w:r w:rsidRPr="006309FC">
              <w:rPr>
                <w:rFonts w:ascii="Times New Roman" w:hAnsi="Times New Roman"/>
              </w:rPr>
              <w:fldChar w:fldCharType="begin"/>
            </w:r>
            <w:r w:rsidRPr="006309FC">
              <w:rPr>
                <w:rFonts w:ascii="Times New Roman" w:hAnsi="Times New Roman"/>
                <w:sz w:val="22"/>
                <w:szCs w:val="22"/>
              </w:rPr>
              <w:instrText xml:space="preserve"> QUOTE </w:instrText>
            </w:r>
            <w:r w:rsidRPr="006309FC">
              <w:pict>
                <v:shape id="_x0000_i1083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2C53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72C53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s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8" o:title="" chromakey="white"/>
                </v:shape>
              </w:pict>
            </w:r>
            <w:r w:rsidRPr="006309FC">
              <w:rPr>
                <w:rFonts w:ascii="Times New Roman" w:hAnsi="Times New Roman"/>
                <w:sz w:val="22"/>
                <w:szCs w:val="22"/>
              </w:rPr>
              <w:instrText xml:space="preserve"> </w:instrText>
            </w:r>
            <w:r w:rsidRPr="006309FC">
              <w:rPr>
                <w:rFonts w:ascii="Times New Roman" w:hAnsi="Times New Roman"/>
              </w:rPr>
              <w:fldChar w:fldCharType="separate"/>
            </w:r>
            <w:r w:rsidRPr="006309FC">
              <w:pict>
                <v:shape id="_x0000_i1084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2C53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772C53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s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28" o:title="" chromakey="white"/>
                </v:shape>
              </w:pict>
            </w:r>
            <w:r w:rsidRPr="006309FC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2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</w:tcPr>
          <w:p w:rsidR="000A0A73" w:rsidRPr="00EC63FC" w:rsidRDefault="000A0A73" w:rsidP="006309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0A73" w:rsidRDefault="000A0A73" w:rsidP="008E61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0A0A73" w:rsidRPr="00A33006" w:rsidRDefault="000A0A73" w:rsidP="00FA35E0">
      <w:pPr>
        <w:spacing w:after="0"/>
        <w:rPr>
          <w:rFonts w:ascii="Times New Roman" w:hAnsi="Times New Roman"/>
          <w:b/>
          <w:bCs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>9</w:t>
      </w:r>
      <w:r w:rsidRPr="00A33006">
        <w:rPr>
          <w:rFonts w:ascii="Times New Roman" w:hAnsi="Times New Roman"/>
          <w:b/>
          <w:sz w:val="20"/>
          <w:szCs w:val="24"/>
        </w:rPr>
        <w:t>.soru:</w:t>
      </w:r>
      <w:r w:rsidRPr="00A33006">
        <w:rPr>
          <w:rFonts w:ascii="Times New Roman" w:hAnsi="Times New Roman"/>
          <w:sz w:val="20"/>
          <w:szCs w:val="24"/>
        </w:rPr>
        <w:t xml:space="preserve"> Sürtünmeli yatay düzlem üzerinde durmakta olan bir cismin kazandığı ivmenin uygulanan yatay kuvvete</w:t>
      </w:r>
      <w:r>
        <w:rPr>
          <w:rFonts w:ascii="Times New Roman" w:hAnsi="Times New Roman"/>
          <w:sz w:val="20"/>
          <w:szCs w:val="24"/>
        </w:rPr>
        <w:t xml:space="preserve"> b</w:t>
      </w:r>
      <w:r w:rsidRPr="00A33006">
        <w:rPr>
          <w:rFonts w:ascii="Times New Roman" w:hAnsi="Times New Roman"/>
          <w:sz w:val="20"/>
          <w:szCs w:val="24"/>
        </w:rPr>
        <w:t>ağlı değişim grafiği şekildeki gibidir.</w:t>
      </w:r>
      <w:r w:rsidRPr="00A33006">
        <w:rPr>
          <w:rFonts w:ascii="Times New Roman" w:hAnsi="Times New Roman"/>
          <w:b/>
          <w:bCs/>
          <w:sz w:val="20"/>
          <w:szCs w:val="24"/>
        </w:rPr>
        <w:t xml:space="preserve"> Buna göre, </w:t>
      </w:r>
      <w:r>
        <w:rPr>
          <w:rFonts w:ascii="Times New Roman" w:hAnsi="Times New Roman"/>
          <w:b/>
          <w:bCs/>
          <w:sz w:val="20"/>
          <w:szCs w:val="24"/>
        </w:rPr>
        <w:t>cismin kütlesi kaç kilogramdır?</w:t>
      </w:r>
    </w:p>
    <w:p w:rsidR="000A0A73" w:rsidRDefault="000A0A73" w:rsidP="005300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0A0A73" w:rsidRDefault="000A0A73" w:rsidP="00BC1960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/>
        </w:rPr>
      </w:pPr>
    </w:p>
    <w:p w:rsidR="000A0A73" w:rsidRDefault="000A0A73" w:rsidP="002F75F8">
      <w:pPr>
        <w:spacing w:after="0"/>
        <w:ind w:right="-285"/>
        <w:rPr>
          <w:rFonts w:ascii="Times New Roman" w:hAnsi="Times New Roman"/>
          <w:noProof/>
          <w:sz w:val="20"/>
          <w:szCs w:val="24"/>
          <w:lang w:eastAsia="tr-TR"/>
        </w:rPr>
      </w:pPr>
      <w:r>
        <w:rPr>
          <w:rFonts w:ascii="Times New Roman" w:hAnsi="Times New Roman"/>
          <w:b/>
        </w:rPr>
        <w:t>10.soru:</w:t>
      </w:r>
      <w:r w:rsidRPr="00AF1869">
        <w:rPr>
          <w:rFonts w:ascii="Times New Roman" w:hAnsi="Times New Roman"/>
          <w:b/>
        </w:rPr>
        <w:t xml:space="preserve"> </w:t>
      </w:r>
      <w:r w:rsidRPr="003E2C54">
        <w:rPr>
          <w:rFonts w:ascii="Times New Roman" w:hAnsi="Times New Roman"/>
          <w:noProof/>
          <w:sz w:val="20"/>
          <w:szCs w:val="24"/>
          <w:lang w:eastAsia="tr-TR"/>
        </w:rPr>
        <w:t>Şekilde</w:t>
      </w:r>
      <w:r>
        <w:rPr>
          <w:rFonts w:ascii="Times New Roman" w:hAnsi="Times New Roman"/>
          <w:noProof/>
          <w:sz w:val="20"/>
          <w:szCs w:val="24"/>
          <w:lang w:eastAsia="tr-TR"/>
        </w:rPr>
        <w:t>ki cismin hareketi esnasında</w:t>
      </w:r>
      <w:r w:rsidRPr="003E2C54">
        <w:rPr>
          <w:rFonts w:ascii="Times New Roman" w:hAnsi="Times New Roman"/>
          <w:noProof/>
          <w:sz w:val="20"/>
          <w:szCs w:val="24"/>
          <w:lang w:eastAsia="tr-TR"/>
        </w:rPr>
        <w:t xml:space="preserve"> 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verilen aralıklarda </w:t>
      </w:r>
      <w:r w:rsidRPr="00AD716D">
        <w:rPr>
          <w:rFonts w:ascii="Times New Roman" w:hAnsi="Times New Roman"/>
          <w:b/>
          <w:i/>
          <w:noProof/>
          <w:sz w:val="20"/>
          <w:szCs w:val="24"/>
          <w:lang w:eastAsia="tr-TR"/>
        </w:rPr>
        <w:t>Potansiyel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</w:t>
      </w:r>
      <w:r w:rsidRPr="003E2C54">
        <w:rPr>
          <w:rFonts w:ascii="Times New Roman" w:hAnsi="Times New Roman"/>
          <w:noProof/>
          <w:sz w:val="20"/>
          <w:szCs w:val="24"/>
          <w:lang w:eastAsia="tr-TR"/>
        </w:rPr>
        <w:t xml:space="preserve">ve </w:t>
      </w:r>
      <w:r w:rsidRPr="00AD716D">
        <w:rPr>
          <w:rFonts w:ascii="Times New Roman" w:hAnsi="Times New Roman"/>
          <w:b/>
          <w:i/>
          <w:noProof/>
          <w:sz w:val="20"/>
          <w:szCs w:val="24"/>
          <w:lang w:eastAsia="tr-TR"/>
        </w:rPr>
        <w:t>Kinetik</w:t>
      </w:r>
      <w:r w:rsidRPr="003E2C54">
        <w:rPr>
          <w:rFonts w:ascii="Times New Roman" w:hAnsi="Times New Roman"/>
          <w:noProof/>
          <w:sz w:val="20"/>
          <w:szCs w:val="24"/>
          <w:lang w:eastAsia="tr-TR"/>
        </w:rPr>
        <w:t xml:space="preserve"> enerjilerini 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değişimini </w:t>
      </w:r>
      <w:r w:rsidRPr="003E2C54">
        <w:rPr>
          <w:rFonts w:ascii="Times New Roman" w:hAnsi="Times New Roman"/>
          <w:noProof/>
          <w:sz w:val="20"/>
          <w:szCs w:val="24"/>
          <w:lang w:eastAsia="tr-TR"/>
        </w:rPr>
        <w:t>yorumlayınız.</w:t>
      </w:r>
      <w:r w:rsidRPr="00FE09BD">
        <w:rPr>
          <w:rFonts w:ascii="Times New Roman" w:hAnsi="Times New Roman"/>
          <w:b/>
          <w:noProof/>
          <w:lang w:eastAsia="tr-TR"/>
        </w:rPr>
        <w:t xml:space="preserve"> </w:t>
      </w:r>
      <w:r w:rsidRPr="006309FC">
        <w:rPr>
          <w:rFonts w:ascii="Times New Roman" w:hAnsi="Times New Roman"/>
          <w:b/>
          <w:noProof/>
          <w:lang w:eastAsia="tr-TR"/>
        </w:rPr>
        <w:pict>
          <v:shape id="Resim 15" o:spid="_x0000_i1085" type="#_x0000_t75" style="width:201pt;height:93.75pt;visibility:visible">
            <v:imagedata r:id="rId63" o:title=""/>
          </v:shape>
        </w:pict>
      </w:r>
    </w:p>
    <w:p w:rsidR="000A0A73" w:rsidRDefault="000A0A73" w:rsidP="00F35786">
      <w:pPr>
        <w:spacing w:after="0"/>
        <w:rPr>
          <w:rFonts w:ascii="Times New Roman" w:hAnsi="Times New Roman"/>
          <w:b/>
        </w:rPr>
      </w:pPr>
      <w:r w:rsidRPr="00790212">
        <w:rPr>
          <w:rFonts w:ascii="Times New Roman" w:hAnsi="Times New Roman"/>
          <w:b/>
          <w:noProof/>
          <w:sz w:val="20"/>
          <w:szCs w:val="24"/>
          <w:lang w:eastAsia="tr-TR"/>
        </w:rPr>
        <w:t>xy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aralığında;P:E:...........................,K.E:.......................</w:t>
      </w:r>
    </w:p>
    <w:p w:rsidR="000A0A73" w:rsidRDefault="000A0A73" w:rsidP="00F35786">
      <w:pPr>
        <w:spacing w:after="0"/>
        <w:rPr>
          <w:rFonts w:ascii="Times New Roman" w:hAnsi="Times New Roman"/>
          <w:noProof/>
          <w:sz w:val="20"/>
          <w:szCs w:val="24"/>
          <w:lang w:eastAsia="tr-TR"/>
        </w:rPr>
      </w:pPr>
      <w:r w:rsidRPr="00790212">
        <w:rPr>
          <w:rFonts w:ascii="Times New Roman" w:hAnsi="Times New Roman"/>
          <w:b/>
          <w:noProof/>
          <w:sz w:val="20"/>
          <w:szCs w:val="24"/>
          <w:lang w:eastAsia="tr-TR"/>
        </w:rPr>
        <w:t>yz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aralığında;P:E:...........................,K.E:.......................</w:t>
      </w:r>
      <w:r w:rsidRPr="0071057C">
        <w:rPr>
          <w:rFonts w:ascii="Times New Roman" w:hAnsi="Times New Roman"/>
          <w:noProof/>
          <w:sz w:val="20"/>
          <w:szCs w:val="24"/>
          <w:lang w:eastAsia="tr-TR"/>
        </w:rPr>
        <w:t xml:space="preserve"> </w:t>
      </w:r>
    </w:p>
    <w:p w:rsidR="000A0A73" w:rsidRDefault="000A0A73" w:rsidP="00F35786">
      <w:pPr>
        <w:spacing w:after="120"/>
        <w:rPr>
          <w:rFonts w:ascii="Times New Roman" w:hAnsi="Times New Roman"/>
          <w:b/>
        </w:rPr>
      </w:pPr>
      <w:r w:rsidRPr="00790212">
        <w:rPr>
          <w:rFonts w:ascii="Times New Roman" w:hAnsi="Times New Roman"/>
          <w:b/>
          <w:noProof/>
          <w:sz w:val="20"/>
          <w:szCs w:val="24"/>
          <w:lang w:eastAsia="tr-TR"/>
        </w:rPr>
        <w:t xml:space="preserve">zt </w:t>
      </w:r>
      <w:r>
        <w:rPr>
          <w:rFonts w:ascii="Times New Roman" w:hAnsi="Times New Roman"/>
          <w:noProof/>
          <w:sz w:val="20"/>
          <w:szCs w:val="24"/>
          <w:lang w:eastAsia="tr-TR"/>
        </w:rPr>
        <w:t xml:space="preserve"> aralığında;P:E:..........................,K.E:.......................</w:t>
      </w:r>
    </w:p>
    <w:p w:rsidR="000A0A73" w:rsidRPr="00662CCF" w:rsidRDefault="000A0A73" w:rsidP="00E7642D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11</w:t>
      </w:r>
      <w:r w:rsidRPr="00662CCF">
        <w:rPr>
          <w:rFonts w:ascii="Times New Roman" w:hAnsi="Times New Roman"/>
          <w:b/>
          <w:sz w:val="20"/>
        </w:rPr>
        <w:t>.soru:</w:t>
      </w:r>
      <w:r w:rsidRPr="00662CCF">
        <w:rPr>
          <w:rFonts w:ascii="Times New Roman" w:hAnsi="Times New Roman"/>
          <w:sz w:val="20"/>
        </w:rPr>
        <w:t xml:space="preserve"> Aşağıdaki verilen kutunun içerisindeki </w:t>
      </w:r>
      <w:r w:rsidRPr="00812970">
        <w:rPr>
          <w:rFonts w:ascii="Times New Roman" w:hAnsi="Times New Roman"/>
          <w:b/>
          <w:i/>
          <w:sz w:val="20"/>
        </w:rPr>
        <w:t>Kinetik enerji</w:t>
      </w:r>
      <w:r w:rsidRPr="00662CCF">
        <w:rPr>
          <w:rFonts w:ascii="Times New Roman" w:hAnsi="Times New Roman"/>
          <w:b/>
          <w:sz w:val="20"/>
        </w:rPr>
        <w:t xml:space="preserve"> </w:t>
      </w:r>
      <w:r w:rsidRPr="00662CCF">
        <w:rPr>
          <w:rFonts w:ascii="Times New Roman" w:hAnsi="Times New Roman"/>
          <w:sz w:val="20"/>
        </w:rPr>
        <w:t>ile ilgili kavramını boyayarak cevaplayınız.</w:t>
      </w:r>
    </w:p>
    <w:tbl>
      <w:tblPr>
        <w:tblW w:w="0" w:type="auto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5"/>
        <w:gridCol w:w="1295"/>
        <w:gridCol w:w="1295"/>
      </w:tblGrid>
      <w:tr w:rsidR="000A0A73" w:rsidRPr="006309FC" w:rsidTr="006309FC">
        <w:trPr>
          <w:trHeight w:val="547"/>
          <w:jc w:val="center"/>
        </w:trPr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86" type="#_x0000_t75" style="width:32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2C47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8E2C47&quot;&gt;&lt;m:oMathPara&gt;&lt;m:oMath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sz w:val=&quot;20&quot;/&gt;&lt;/w:rPr&gt;&lt;m:t&gt;m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.g.h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1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87" type="#_x0000_t75" style="width:16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351E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B7351E&quot;&gt;&lt;m:oMathPara&gt;&lt;m:oMath&gt;&lt;m:r&gt;&lt;m:rPr&gt;&lt;m:sty m:val=&quot;bi&quot;/&gt;&lt;/m:rPr&gt;&lt;w:rPr&gt;&lt;w:rFonts w:ascii=&quot;Cambria Math&quot; w:fareast=&quot;Calibri&quot; w:h-ansi=&quot;Cambria Math&quot;/&gt;&lt;wx:font wx:val=&quot;Cambria Math&quot;/&gt;&lt;w:b/&gt;&lt;w:i/&gt;&lt;w:sz w:val=&quot;20&quot;/&gt;&lt;/w:rPr&gt;&lt;m:t&gt;h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Ä±z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2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88" type="#_x0000_t75" style="width:17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33890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133890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f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.x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6" o:title="" chromakey="white"/>
                </v:shape>
              </w:pict>
            </w:r>
          </w:p>
        </w:tc>
      </w:tr>
      <w:tr w:rsidR="000A0A73" w:rsidRPr="006309FC" w:rsidTr="006309FC">
        <w:trPr>
          <w:trHeight w:val="547"/>
          <w:jc w:val="center"/>
        </w:trPr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89" type="#_x0000_t75" style="width:38.25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BB5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2A5BB5&quot;&gt;&lt;m:oMathPara&gt;&lt;m:oMath&gt;&lt;m:f&gt;&lt;m:fPr&gt;&lt;m:ctrlPr&gt;&lt;w:rPr&gt;&lt;w:rFonts w:ascii=&quot;Cambria Math&quot; w:fareast=&quot;Calibri&quot; w:h-ansi=&quot;Cambria Math&quot;/&gt;&lt;wx:font wx:val=&quot;Cambria Math&quot;/&gt;&lt;w:b/&gt;&lt;w:i/&gt;&lt;w:sz w:val=&quot;20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1&lt;/m:t&gt;&lt;/m:r&gt;&lt;m:ctrlPr&gt;&lt;w:rPr&gt;&lt;w:rFonts w:ascii=&quot;Cambria Math&quot; w:h-ansi=&quot;Cambria Math&quot;/&gt;&lt;wx:font wx:val=&quot;Cambria Math&quot;/&gt;&lt;w:b/&gt;&lt;w:i/&gt;&lt;w:sz w:val=&quot;20&quot;/&gt;&lt;/w:rPr&gt;&lt;/m:ctrlP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2&lt;/m:t&gt;&lt;/m:r&gt;&lt;m:ctrlPr&gt;&lt;w:rPr&gt;&lt;w:rFonts w:ascii=&quot;Cambria Math&quot; w:h-ansi=&quot;Cambria Math&quot;/&gt;&lt;wx:font wx:val=&quot;Cambria Math&quot;/&gt;&lt;w:b/&gt;&lt;w:i/&gt;&lt;w:sz w:val=&quot;20&quot;/&gt;&lt;/w:rPr&gt;&lt;/m:ctrlP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.m.&lt;/m:t&gt;&lt;/m:r&gt;&lt;m:sSup&gt;&lt;m:sSupPr&gt;&lt;m:ctrlPr&gt;&lt;w:rPr&gt;&lt;w:rFonts w:ascii=&quot;Cambria Math&quot; w:h-ansi=&quot;Cambria Math&quot;/&gt;&lt;wx:font wx:val=&quot;Cambria Math&quot;/&gt;&lt;w:b/&gt;&lt;w:i/&gt;&lt;w:sz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V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4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90" type="#_x0000_t75" style="width:49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5C5E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065C5E&quot;&gt;&lt;m:oMathPara&gt;&lt;m:oMath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20&quot;/&gt;&lt;/w:rPr&gt;&lt;m:t&gt;y&lt;/m:t&gt;&lt;/m:r&gt;&lt;m:r&gt;&lt;m:rPr&gt;&lt;m:sty m:val=&quot;bi&quot;/&gt;&lt;/m:rPr&gt;&lt;w:rPr&gt;&lt;w:rFonts w:ascii=&quot;Cambria Math&quot; w:fareast=&quot;Times New Roman&quot; w:h-ansi=&quot;Cambria Math&quot;/&gt;&lt;wx:font wx:val=&quot;Cambria Math&quot;/&gt;&lt;w:b/&gt;&lt;w:i/&gt;&lt;w:sz w:val=&quot;20&quot;/&gt;&lt;/w:rPr&gt;&lt;m:t&gt;Ã¼kseklik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5" o:title="" chromakey="white"/>
                </v:shape>
              </w:pict>
            </w:r>
          </w:p>
        </w:tc>
        <w:tc>
          <w:tcPr>
            <w:tcW w:w="1295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6309FC">
              <w:pict>
                <v:shape id="_x0000_i1091" type="#_x0000_t75" style="width:26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B342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EB3425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0&quot;/&gt;&lt;/w:rPr&gt;&lt;m:t&gt;joule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      <v:imagedata r:id="rId33" o:title="" chromakey="white"/>
                </v:shape>
              </w:pict>
            </w:r>
          </w:p>
        </w:tc>
      </w:tr>
    </w:tbl>
    <w:p w:rsidR="000A0A73" w:rsidRDefault="000A0A73" w:rsidP="00E7642D">
      <w:pPr>
        <w:spacing w:after="0"/>
        <w:rPr>
          <w:rFonts w:ascii="Times New Roman" w:hAnsi="Times New Roman"/>
          <w:b/>
          <w:sz w:val="20"/>
        </w:rPr>
      </w:pPr>
    </w:p>
    <w:p w:rsidR="000A0A73" w:rsidRDefault="000A0A73" w:rsidP="00812970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12.soru:</w:t>
      </w:r>
      <w:r w:rsidRPr="00722F5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sz w:val="20"/>
        </w:rPr>
        <w:t>F kuvveti etkisinde olan sistemin</w:t>
      </w:r>
      <w:r w:rsidRPr="00F223B3">
        <w:rPr>
          <w:rFonts w:ascii="Times New Roman" w:hAnsi="Times New Roman"/>
          <w:sz w:val="20"/>
        </w:rPr>
        <w:t xml:space="preserve"> serbest cisim diyagramını çiziniz. </w:t>
      </w:r>
    </w:p>
    <w:p w:rsidR="000A0A73" w:rsidRDefault="000A0A73" w:rsidP="00E7642D">
      <w:pPr>
        <w:spacing w:after="0"/>
        <w:ind w:firstLine="708"/>
        <w:rPr>
          <w:rFonts w:ascii="Times New Roman" w:hAnsi="Times New Roman"/>
          <w:sz w:val="20"/>
        </w:rPr>
      </w:pPr>
      <w:r w:rsidRPr="006309FC">
        <w:rPr>
          <w:rFonts w:ascii="Times New Roman" w:hAnsi="Times New Roman"/>
          <w:noProof/>
          <w:sz w:val="20"/>
          <w:lang w:eastAsia="tr-TR"/>
        </w:rPr>
        <w:pict>
          <v:shape id="_x0000_i1092" type="#_x0000_t75" style="width:144.75pt;height:54pt;visibility:visible">
            <v:imagedata r:id="rId37" o:title=""/>
          </v:shape>
        </w:pict>
      </w:r>
    </w:p>
    <w:p w:rsidR="000A0A73" w:rsidRDefault="000A0A73" w:rsidP="00BC1960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/>
        </w:rPr>
      </w:pPr>
    </w:p>
    <w:p w:rsidR="000A0A73" w:rsidRDefault="000A0A73" w:rsidP="00BC1960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/>
        </w:rPr>
      </w:pPr>
    </w:p>
    <w:p w:rsidR="000A0A73" w:rsidRPr="00406D54" w:rsidRDefault="000A0A73" w:rsidP="00BC1960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/>
          <w:bCs/>
          <w:sz w:val="20"/>
        </w:rPr>
      </w:pPr>
      <w:r>
        <w:rPr>
          <w:noProof/>
          <w:lang w:eastAsia="tr-TR"/>
        </w:rPr>
        <w:pict>
          <v:shape id="Resim 1" o:spid="_x0000_s1036" type="#_x0000_t75" style="position:absolute;margin-left:1.65pt;margin-top:5.45pt;width:146.25pt;height:93pt;z-index:251653120;visibility:visible">
            <v:imagedata r:id="rId64" o:title=""/>
            <w10:wrap type="square"/>
          </v:shape>
        </w:pict>
      </w:r>
      <w:r w:rsidRPr="00453C1E">
        <w:rPr>
          <w:rFonts w:ascii="Times New Roman" w:hAnsi="Times New Roman"/>
          <w:b/>
        </w:rPr>
        <w:t>13.soru:</w:t>
      </w:r>
      <w:r w:rsidRPr="00453C1E">
        <w:rPr>
          <w:rFonts w:ascii="Times New Roman" w:hAnsi="Times New Roman"/>
        </w:rPr>
        <w:t xml:space="preserve"> </w:t>
      </w:r>
      <w:r w:rsidRPr="00453C1E">
        <w:rPr>
          <w:rFonts w:ascii="Times New Roman" w:hAnsi="Times New Roman"/>
          <w:sz w:val="20"/>
        </w:rPr>
        <w:t xml:space="preserve">Paralel raylarda hareket eden K ve L trenlerinin hızları 15 m/s ve 20 m/s, </w:t>
      </w:r>
      <w:r>
        <w:rPr>
          <w:rFonts w:ascii="Times New Roman" w:hAnsi="Times New Roman"/>
          <w:sz w:val="20"/>
        </w:rPr>
        <w:t xml:space="preserve">K ve </w:t>
      </w:r>
      <w:r w:rsidRPr="00453C1E">
        <w:rPr>
          <w:rFonts w:ascii="Times New Roman" w:hAnsi="Times New Roman"/>
          <w:sz w:val="20"/>
        </w:rPr>
        <w:t>L treninin boyu</w:t>
      </w:r>
      <w:r>
        <w:rPr>
          <w:rFonts w:ascii="Times New Roman" w:hAnsi="Times New Roman"/>
          <w:sz w:val="20"/>
        </w:rPr>
        <w:t xml:space="preserve"> 300 m ve 400 m’</w:t>
      </w:r>
      <w:r w:rsidRPr="00453C1E">
        <w:rPr>
          <w:rFonts w:ascii="Times New Roman" w:hAnsi="Times New Roman"/>
          <w:sz w:val="20"/>
        </w:rPr>
        <w:t>dir.</w:t>
      </w:r>
      <w:r w:rsidRPr="00453C1E">
        <w:rPr>
          <w:rFonts w:ascii="Times New Roman" w:hAnsi="Times New Roman"/>
          <w:b/>
          <w:bCs/>
          <w:sz w:val="20"/>
        </w:rPr>
        <w:t xml:space="preserve"> </w:t>
      </w:r>
      <w:r w:rsidRPr="00406D54">
        <w:rPr>
          <w:rFonts w:ascii="Times New Roman" w:hAnsi="Times New Roman"/>
          <w:bCs/>
          <w:sz w:val="20"/>
        </w:rPr>
        <w:t>Bu trenler şekildeki konumdan ka</w:t>
      </w:r>
      <w:r>
        <w:rPr>
          <w:rFonts w:ascii="Times New Roman" w:hAnsi="Times New Roman"/>
          <w:bCs/>
          <w:sz w:val="20"/>
        </w:rPr>
        <w:t>ç saniye sonra birbirlerini tama</w:t>
      </w:r>
      <w:r w:rsidRPr="00406D54">
        <w:rPr>
          <w:rFonts w:ascii="Times New Roman" w:hAnsi="Times New Roman"/>
          <w:bCs/>
          <w:sz w:val="20"/>
        </w:rPr>
        <w:t>men geçerler?</w:t>
      </w:r>
    </w:p>
    <w:p w:rsidR="000A0A73" w:rsidRDefault="000A0A73" w:rsidP="00D513DB">
      <w:pPr>
        <w:rPr>
          <w:rFonts w:ascii="Times New Roman" w:hAnsi="Times New Roman"/>
        </w:rPr>
      </w:pPr>
    </w:p>
    <w:p w:rsidR="000A0A73" w:rsidRDefault="000A0A73" w:rsidP="00050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A0A73" w:rsidRPr="005A6D6D" w:rsidRDefault="000A0A73" w:rsidP="00796371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79" w:type="dxa"/>
        <w:tblLook w:val="00A0"/>
      </w:tblPr>
      <w:tblGrid>
        <w:gridCol w:w="2802"/>
        <w:gridCol w:w="2977"/>
      </w:tblGrid>
      <w:tr w:rsidR="000A0A73" w:rsidRPr="006309FC" w:rsidTr="006309FC">
        <w:tc>
          <w:tcPr>
            <w:tcW w:w="2802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14.soru: </w:t>
            </w:r>
            <w:r w:rsidRPr="006309F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Doğan Meriç</w:t>
            </w:r>
            <w:r w:rsidRPr="006309F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,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sürtünmesiz yatay düzlem üzerinde durmakta olan 4</w:t>
            </w: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kg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kütleli cisimi </w:t>
            </w: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 N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luk bir kuvvetle </w:t>
            </w:r>
            <w:r w:rsidRPr="006309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 m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çekiliyor. </w:t>
            </w:r>
            <w:r w:rsidRPr="006309F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Doğan Meriç</w:t>
            </w:r>
            <w:r w:rsidRPr="006309FC">
              <w:rPr>
                <w:rFonts w:ascii="Times New Roman" w:hAnsi="Times New Roman"/>
                <w:color w:val="000000"/>
                <w:sz w:val="20"/>
                <w:szCs w:val="20"/>
              </w:rPr>
              <w:t>’in yaptığı iş kaç J dür?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0A0A73" w:rsidRPr="006309FC" w:rsidRDefault="000A0A73" w:rsidP="006309FC">
            <w:pPr>
              <w:spacing w:after="0" w:line="240" w:lineRule="auto"/>
              <w:ind w:hanging="108"/>
              <w:rPr>
                <w:rFonts w:ascii="Times New Roman" w:hAnsi="Times New Roman"/>
                <w:b/>
              </w:rPr>
            </w:pPr>
            <w:r w:rsidRPr="006309FC">
              <w:rPr>
                <w:rFonts w:ascii="Times New Roman" w:hAnsi="Times New Roman"/>
                <w:b/>
                <w:noProof/>
                <w:lang w:eastAsia="tr-TR"/>
              </w:rPr>
              <w:pict>
                <v:shape id="_x0000_i1093" type="#_x0000_t75" style="width:124.5pt;height:50.25pt;visibility:visible">
                  <v:imagedata r:id="rId65" o:title=""/>
                </v:shape>
              </w:pict>
            </w:r>
          </w:p>
        </w:tc>
      </w:tr>
    </w:tbl>
    <w:p w:rsidR="000A0A73" w:rsidRDefault="000A0A73" w:rsidP="00B97569">
      <w:pPr>
        <w:spacing w:after="0"/>
        <w:rPr>
          <w:rFonts w:ascii="Times New Roman" w:hAnsi="Times New Roman"/>
          <w:b/>
        </w:rPr>
      </w:pPr>
    </w:p>
    <w:p w:rsidR="000A0A73" w:rsidRDefault="000A0A73" w:rsidP="00E315D7">
      <w:pPr>
        <w:spacing w:after="120"/>
        <w:rPr>
          <w:rFonts w:ascii="Times New Roman" w:hAnsi="Times New Roman"/>
          <w:b/>
          <w:sz w:val="20"/>
        </w:rPr>
      </w:pPr>
      <w:r w:rsidRPr="009663C2">
        <w:rPr>
          <w:rFonts w:ascii="Times New Roman" w:hAnsi="Times New Roman"/>
          <w:b/>
          <w:sz w:val="20"/>
        </w:rPr>
        <w:t xml:space="preserve"> </w:t>
      </w:r>
    </w:p>
    <w:p w:rsidR="000A0A73" w:rsidRDefault="000A0A73" w:rsidP="00796371">
      <w:pPr>
        <w:spacing w:after="100"/>
        <w:rPr>
          <w:rFonts w:ascii="Times New Roman" w:hAnsi="Times New Roman"/>
        </w:rPr>
      </w:pPr>
    </w:p>
    <w:tbl>
      <w:tblPr>
        <w:tblW w:w="0" w:type="auto"/>
        <w:tblLook w:val="00A0"/>
      </w:tblPr>
      <w:tblGrid>
        <w:gridCol w:w="3227"/>
        <w:gridCol w:w="2015"/>
      </w:tblGrid>
      <w:tr w:rsidR="000A0A73" w:rsidRPr="006309FC" w:rsidTr="006309FC">
        <w:tc>
          <w:tcPr>
            <w:tcW w:w="3227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15.soru: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>Kütlesi 8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 kg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olan bir maket uçak sürtünmesiz havada 10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 m/s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lik hız ile giderken </w:t>
            </w:r>
            <w:r w:rsidRPr="006309FC">
              <w:rPr>
                <w:rFonts w:ascii="Times New Roman" w:hAnsi="Times New Roman"/>
                <w:b/>
                <w:i/>
                <w:sz w:val="20"/>
                <w:szCs w:val="20"/>
              </w:rPr>
              <w:t>Kinetik enerjisi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kaç Joule olur?</w:t>
            </w:r>
          </w:p>
        </w:tc>
        <w:tc>
          <w:tcPr>
            <w:tcW w:w="2015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</w:rPr>
            </w:pPr>
            <w:r w:rsidRPr="006309FC">
              <w:rPr>
                <w:rFonts w:eastAsia="Times New Roman"/>
              </w:rPr>
              <w:object w:dxaOrig="1710" w:dyaOrig="840">
                <v:shape id="_x0000_i1094" type="#_x0000_t75" style="width:85.5pt;height:42pt" o:ole="">
                  <v:imagedata r:id="rId66" o:title=""/>
                </v:shape>
                <o:OLEObject Type="Embed" ProgID="Paint.Picture" ShapeID="_x0000_i1094" DrawAspect="Content" ObjectID="_1459622336" r:id="rId67"/>
              </w:object>
            </w:r>
          </w:p>
        </w:tc>
      </w:tr>
    </w:tbl>
    <w:p w:rsidR="000A0A73" w:rsidRDefault="000A0A73">
      <w:pPr>
        <w:rPr>
          <w:rFonts w:ascii="Times New Roman" w:hAnsi="Times New Roman"/>
        </w:rPr>
      </w:pPr>
    </w:p>
    <w:p w:rsidR="000A0A73" w:rsidRDefault="000A0A73">
      <w:pPr>
        <w:rPr>
          <w:rFonts w:ascii="Times New Roman" w:hAnsi="Times New Roman"/>
        </w:rPr>
      </w:pPr>
    </w:p>
    <w:p w:rsidR="000A0A73" w:rsidRPr="00343A5E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16.soru: </w:t>
      </w:r>
      <w:r w:rsidRPr="00343A5E">
        <w:rPr>
          <w:rFonts w:ascii="Times New Roman" w:hAnsi="Times New Roman"/>
          <w:sz w:val="20"/>
          <w:szCs w:val="20"/>
        </w:rPr>
        <w:t>Vücut kütle indeksi,</w:t>
      </w:r>
      <w:r w:rsidRPr="006309FC">
        <w:rPr>
          <w:rFonts w:ascii="Times New Roman" w:hAnsi="Times New Roman"/>
          <w:sz w:val="24"/>
          <w:szCs w:val="20"/>
        </w:rPr>
        <w:fldChar w:fldCharType="begin"/>
      </w:r>
      <w:r w:rsidRPr="006309FC">
        <w:rPr>
          <w:rFonts w:ascii="Times New Roman" w:hAnsi="Times New Roman"/>
          <w:sz w:val="24"/>
          <w:szCs w:val="20"/>
        </w:rPr>
        <w:instrText xml:space="preserve"> QUOTE </w:instrText>
      </w:r>
      <w:r w:rsidRPr="006309FC">
        <w:pict>
          <v:shape id="_x0000_i1095" type="#_x0000_t75" style="width:97.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3BD6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293BD6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BMI&lt;/m:t&gt;&lt;/m:r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=&lt;/m:t&gt;&lt;/m:r&gt;&lt;m:f&gt;&lt;m:fPr&gt;&lt;m:ctrlPr&gt;&lt;w:rPr&gt;&lt;w:rFonts w:ascii=&quot;Cambria Math&quot; w:h-ansi=&quot;Times New Roman&quot;/&gt;&lt;wx:font wx:val=&quot;Cambria Math&quot;/&gt;&lt;w:b/&gt;&lt;w:i/&gt;&lt;w:sz w:val=&quot;24&quot;/&gt;&lt;w:sz-cs w:val=&quot;20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K&lt;/m:t&gt;&lt;/m:r&gt;&lt;m:r&gt;&lt;m:rPr&gt;&lt;m:sty m:val=&quot;bi&quot;/&gt;&lt;/m:rPr&gt;&lt;w:rPr&gt;&lt;w:rFonts w:ascii=&quot;Cambria Math&quot; w:h-ansi=&quot;Times New Roman&quot;/&gt;&lt;wx:font wx:val=&quot;Times New Roman&quot;/&gt;&lt;w:b/&gt;&lt;w:i/&gt;&lt;w:sz w:val=&quot;24&quot;/&gt;&lt;w:sz-cs w:val=&quot;20&quot;/&gt;&lt;/w:rPr&gt;&lt;m:t&gt;Ã¼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tle&lt;/m:t&gt;&lt;/m:r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Kg&lt;/m:t&gt;&lt;/m:r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)&lt;/m:t&gt;&lt;/m:r&gt;&lt;/m:num&gt;&lt;m:den&gt;&lt;m:sSup&gt;&lt;m:sSupPr&gt;&lt;m:ctrlPr&gt;&lt;w:rPr&gt;&lt;w:rFonts w:ascii=&quot;Cambria Math&quot; w:h-ansi=&quot;Times New Roman&quot;/&gt;&lt;wx:font wx:val=&quot;Cambria Math&quot;/&gt;&lt;w:b/&gt;&lt;w:i/&gt;&lt;w:sz w:val=&quot;24&quot;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boy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(&lt;/m:t&gt;&lt;/m:r&gt;&lt;m:sSup&gt;&lt;m:sSupPr&gt;&lt;m:ctrlPr&gt;&lt;w:rPr&gt;&lt;w:rFonts w:ascii=&quot;Cambria Math&quot; w:h-ansi=&quot;Times New Roman&quot;/&gt;&lt;wx:font wx:val=&quot;Cambria Math&quot;/&gt;&lt;w:b/&gt;&lt;w:i/&gt;&lt;w:sz w:val=&quot;24&quot;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m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)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8" o:title="" chromakey="white"/>
          </v:shape>
        </w:pict>
      </w:r>
      <w:r w:rsidRPr="006309FC">
        <w:rPr>
          <w:rFonts w:ascii="Times New Roman" w:hAnsi="Times New Roman"/>
          <w:sz w:val="24"/>
          <w:szCs w:val="20"/>
        </w:rPr>
        <w:instrText xml:space="preserve"> </w:instrText>
      </w:r>
      <w:r w:rsidRPr="006309FC">
        <w:rPr>
          <w:rFonts w:ascii="Times New Roman" w:hAnsi="Times New Roman"/>
          <w:sz w:val="24"/>
          <w:szCs w:val="20"/>
        </w:rPr>
        <w:fldChar w:fldCharType="separate"/>
      </w:r>
      <w:r w:rsidRPr="006309FC">
        <w:pict>
          <v:shape id="_x0000_i1096" type="#_x0000_t75" style="width:97.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4CEB&quot;/&gt;&lt;wsp:rsid wsp:val=&quot;00001920&quot;/&gt;&lt;wsp:rsid wsp:val=&quot;000130AF&quot;/&gt;&lt;wsp:rsid wsp:val=&quot;00015C81&quot;/&gt;&lt;wsp:rsid wsp:val=&quot;00021D98&quot;/&gt;&lt;wsp:rsid wsp:val=&quot;00032808&quot;/&gt;&lt;wsp:rsid wsp:val=&quot;000331B5&quot;/&gt;&lt;wsp:rsid wsp:val=&quot;00033E75&quot;/&gt;&lt;wsp:rsid wsp:val=&quot;00036E72&quot;/&gt;&lt;wsp:rsid wsp:val=&quot;0004076C&quot;/&gt;&lt;wsp:rsid wsp:val=&quot;0004454E&quot;/&gt;&lt;wsp:rsid wsp:val=&quot;00045042&quot;/&gt;&lt;wsp:rsid wsp:val=&quot;000462E6&quot;/&gt;&lt;wsp:rsid wsp:val=&quot;00046405&quot;/&gt;&lt;wsp:rsid wsp:val=&quot;00050770&quot;/&gt;&lt;wsp:rsid wsp:val=&quot;0005417A&quot;/&gt;&lt;wsp:rsid wsp:val=&quot;000541CE&quot;/&gt;&lt;wsp:rsid wsp:val=&quot;0005673B&quot;/&gt;&lt;wsp:rsid wsp:val=&quot;0006256A&quot;/&gt;&lt;wsp:rsid wsp:val=&quot;000657A2&quot;/&gt;&lt;wsp:rsid wsp:val=&quot;00067818&quot;/&gt;&lt;wsp:rsid wsp:val=&quot;00070B4B&quot;/&gt;&lt;wsp:rsid wsp:val=&quot;00073AF1&quot;/&gt;&lt;wsp:rsid wsp:val=&quot;00090A5E&quot;/&gt;&lt;wsp:rsid wsp:val=&quot;00090DCA&quot;/&gt;&lt;wsp:rsid wsp:val=&quot;00092398&quot;/&gt;&lt;wsp:rsid wsp:val=&quot;000A0D83&quot;/&gt;&lt;wsp:rsid wsp:val=&quot;000A1367&quot;/&gt;&lt;wsp:rsid wsp:val=&quot;000A54CA&quot;/&gt;&lt;wsp:rsid wsp:val=&quot;000A5682&quot;/&gt;&lt;wsp:rsid wsp:val=&quot;000A7119&quot;/&gt;&lt;wsp:rsid wsp:val=&quot;000B161F&quot;/&gt;&lt;wsp:rsid wsp:val=&quot;000C1EB8&quot;/&gt;&lt;wsp:rsid wsp:val=&quot;000C4B29&quot;/&gt;&lt;wsp:rsid wsp:val=&quot;000C4D74&quot;/&gt;&lt;wsp:rsid wsp:val=&quot;000C5254&quot;/&gt;&lt;wsp:rsid wsp:val=&quot;000C5345&quot;/&gt;&lt;wsp:rsid wsp:val=&quot;000D350D&quot;/&gt;&lt;wsp:rsid wsp:val=&quot;000E0408&quot;/&gt;&lt;wsp:rsid wsp:val=&quot;000E108F&quot;/&gt;&lt;wsp:rsid wsp:val=&quot;000E629A&quot;/&gt;&lt;wsp:rsid wsp:val=&quot;000F09DF&quot;/&gt;&lt;wsp:rsid wsp:val=&quot;00101CEB&quot;/&gt;&lt;wsp:rsid wsp:val=&quot;001036F3&quot;/&gt;&lt;wsp:rsid wsp:val=&quot;00113D1E&quot;/&gt;&lt;wsp:rsid wsp:val=&quot;00116B9B&quot;/&gt;&lt;wsp:rsid wsp:val=&quot;00117ECC&quot;/&gt;&lt;wsp:rsid wsp:val=&quot;00120FAE&quot;/&gt;&lt;wsp:rsid wsp:val=&quot;0012122F&quot;/&gt;&lt;wsp:rsid wsp:val=&quot;00121715&quot;/&gt;&lt;wsp:rsid wsp:val=&quot;00121DC8&quot;/&gt;&lt;wsp:rsid wsp:val=&quot;00122A15&quot;/&gt;&lt;wsp:rsid wsp:val=&quot;00124065&quot;/&gt;&lt;wsp:rsid wsp:val=&quot;00143AAE&quot;/&gt;&lt;wsp:rsid wsp:val=&quot;001458F9&quot;/&gt;&lt;wsp:rsid wsp:val=&quot;001518D5&quot;/&gt;&lt;wsp:rsid wsp:val=&quot;00155699&quot;/&gt;&lt;wsp:rsid wsp:val=&quot;001620EF&quot;/&gt;&lt;wsp:rsid wsp:val=&quot;00162314&quot;/&gt;&lt;wsp:rsid wsp:val=&quot;001640AA&quot;/&gt;&lt;wsp:rsid wsp:val=&quot;00170CE8&quot;/&gt;&lt;wsp:rsid wsp:val=&quot;0017105D&quot;/&gt;&lt;wsp:rsid wsp:val=&quot;0017486C&quot;/&gt;&lt;wsp:rsid wsp:val=&quot;00180B66&quot;/&gt;&lt;wsp:rsid wsp:val=&quot;00180E0F&quot;/&gt;&lt;wsp:rsid wsp:val=&quot;00182E51&quot;/&gt;&lt;wsp:rsid wsp:val=&quot;0018538B&quot;/&gt;&lt;wsp:rsid wsp:val=&quot;001931F1&quot;/&gt;&lt;wsp:rsid wsp:val=&quot;001946B0&quot;/&gt;&lt;wsp:rsid wsp:val=&quot;001946FE&quot;/&gt;&lt;wsp:rsid wsp:val=&quot;00196489&quot;/&gt;&lt;wsp:rsid wsp:val=&quot;001974E3&quot;/&gt;&lt;wsp:rsid wsp:val=&quot;001A1A6A&quot;/&gt;&lt;wsp:rsid wsp:val=&quot;001A329B&quot;/&gt;&lt;wsp:rsid wsp:val=&quot;001A4DF2&quot;/&gt;&lt;wsp:rsid wsp:val=&quot;001B4EED&quot;/&gt;&lt;wsp:rsid wsp:val=&quot;001B57AE&quot;/&gt;&lt;wsp:rsid wsp:val=&quot;001B5A76&quot;/&gt;&lt;wsp:rsid wsp:val=&quot;001C220A&quot;/&gt;&lt;wsp:rsid wsp:val=&quot;001C4601&quot;/&gt;&lt;wsp:rsid wsp:val=&quot;001D469E&quot;/&gt;&lt;wsp:rsid wsp:val=&quot;001E06D1&quot;/&gt;&lt;wsp:rsid wsp:val=&quot;001E192E&quot;/&gt;&lt;wsp:rsid wsp:val=&quot;001E4562&quot;/&gt;&lt;wsp:rsid wsp:val=&quot;001F0079&quot;/&gt;&lt;wsp:rsid wsp:val=&quot;001F1D3E&quot;/&gt;&lt;wsp:rsid wsp:val=&quot;001F3052&quot;/&gt;&lt;wsp:rsid wsp:val=&quot;001F3DEC&quot;/&gt;&lt;wsp:rsid wsp:val=&quot;001F5622&quot;/&gt;&lt;wsp:rsid wsp:val=&quot;001F5D32&quot;/&gt;&lt;wsp:rsid wsp:val=&quot;00201399&quot;/&gt;&lt;wsp:rsid wsp:val=&quot;00201B0A&quot;/&gt;&lt;wsp:rsid wsp:val=&quot;00202A49&quot;/&gt;&lt;wsp:rsid wsp:val=&quot;00205CAD&quot;/&gt;&lt;wsp:rsid wsp:val=&quot;00210340&quot;/&gt;&lt;wsp:rsid wsp:val=&quot;0022455A&quot;/&gt;&lt;wsp:rsid wsp:val=&quot;00230B54&quot;/&gt;&lt;wsp:rsid wsp:val=&quot;002329F6&quot;/&gt;&lt;wsp:rsid wsp:val=&quot;0023324D&quot;/&gt;&lt;wsp:rsid wsp:val=&quot;0024375C&quot;/&gt;&lt;wsp:rsid wsp:val=&quot;002449DF&quot;/&gt;&lt;wsp:rsid wsp:val=&quot;00252C9A&quot;/&gt;&lt;wsp:rsid wsp:val=&quot;00255665&quot;/&gt;&lt;wsp:rsid wsp:val=&quot;00261025&quot;/&gt;&lt;wsp:rsid wsp:val=&quot;00262361&quot;/&gt;&lt;wsp:rsid wsp:val=&quot;00264E88&quot;/&gt;&lt;wsp:rsid wsp:val=&quot;00265228&quot;/&gt;&lt;wsp:rsid wsp:val=&quot;00265FFF&quot;/&gt;&lt;wsp:rsid wsp:val=&quot;00266017&quot;/&gt;&lt;wsp:rsid wsp:val=&quot;002676F9&quot;/&gt;&lt;wsp:rsid wsp:val=&quot;00270539&quot;/&gt;&lt;wsp:rsid wsp:val=&quot;00270E56&quot;/&gt;&lt;wsp:rsid wsp:val=&quot;002767C7&quot;/&gt;&lt;wsp:rsid wsp:val=&quot;00280F99&quot;/&gt;&lt;wsp:rsid wsp:val=&quot;002813D2&quot;/&gt;&lt;wsp:rsid wsp:val=&quot;0028302D&quot;/&gt;&lt;wsp:rsid wsp:val=&quot;002934FB&quot;/&gt;&lt;wsp:rsid wsp:val=&quot;00293BD6&quot;/&gt;&lt;wsp:rsid wsp:val=&quot;00294AF6&quot;/&gt;&lt;wsp:rsid wsp:val=&quot;00297B90&quot;/&gt;&lt;wsp:rsid wsp:val=&quot;002A5C13&quot;/&gt;&lt;wsp:rsid wsp:val=&quot;002A65FD&quot;/&gt;&lt;wsp:rsid wsp:val=&quot;002B3EDC&quot;/&gt;&lt;wsp:rsid wsp:val=&quot;002B48B1&quot;/&gt;&lt;wsp:rsid wsp:val=&quot;002B65F5&quot;/&gt;&lt;wsp:rsid wsp:val=&quot;002C068D&quot;/&gt;&lt;wsp:rsid wsp:val=&quot;002C197E&quot;/&gt;&lt;wsp:rsid wsp:val=&quot;002D0CE2&quot;/&gt;&lt;wsp:rsid wsp:val=&quot;002D2062&quot;/&gt;&lt;wsp:rsid wsp:val=&quot;002D439C&quot;/&gt;&lt;wsp:rsid wsp:val=&quot;002D6810&quot;/&gt;&lt;wsp:rsid wsp:val=&quot;002E134F&quot;/&gt;&lt;wsp:rsid wsp:val=&quot;002F13DB&quot;/&gt;&lt;wsp:rsid wsp:val=&quot;002F75F8&quot;/&gt;&lt;wsp:rsid wsp:val=&quot;00307168&quot;/&gt;&lt;wsp:rsid wsp:val=&quot;003072DB&quot;/&gt;&lt;wsp:rsid wsp:val=&quot;003216C2&quot;/&gt;&lt;wsp:rsid wsp:val=&quot;00321948&quot;/&gt;&lt;wsp:rsid wsp:val=&quot;003230D5&quot;/&gt;&lt;wsp:rsid wsp:val=&quot;0032512E&quot;/&gt;&lt;wsp:rsid wsp:val=&quot;00331676&quot;/&gt;&lt;wsp:rsid wsp:val=&quot;003357DC&quot;/&gt;&lt;wsp:rsid wsp:val=&quot;00335E5D&quot;/&gt;&lt;wsp:rsid wsp:val=&quot;00336605&quot;/&gt;&lt;wsp:rsid wsp:val=&quot;00336FAC&quot;/&gt;&lt;wsp:rsid wsp:val=&quot;0034047A&quot;/&gt;&lt;wsp:rsid wsp:val=&quot;00343A5E&quot;/&gt;&lt;wsp:rsid wsp:val=&quot;00364057&quot;/&gt;&lt;wsp:rsid wsp:val=&quot;00397C54&quot;/&gt;&lt;wsp:rsid wsp:val=&quot;003A556B&quot;/&gt;&lt;wsp:rsid wsp:val=&quot;003B00EC&quot;/&gt;&lt;wsp:rsid wsp:val=&quot;003B56F2&quot;/&gt;&lt;wsp:rsid wsp:val=&quot;003C14CA&quot;/&gt;&lt;wsp:rsid wsp:val=&quot;003C2D50&quot;/&gt;&lt;wsp:rsid wsp:val=&quot;003C321E&quot;/&gt;&lt;wsp:rsid wsp:val=&quot;003C6B45&quot;/&gt;&lt;wsp:rsid wsp:val=&quot;003C7D38&quot;/&gt;&lt;wsp:rsid wsp:val=&quot;003D3562&quot;/&gt;&lt;wsp:rsid wsp:val=&quot;003D59A2&quot;/&gt;&lt;wsp:rsid wsp:val=&quot;003E1B48&quot;/&gt;&lt;wsp:rsid wsp:val=&quot;003E2C54&quot;/&gt;&lt;wsp:rsid wsp:val=&quot;003F1435&quot;/&gt;&lt;wsp:rsid wsp:val=&quot;003F159C&quot;/&gt;&lt;wsp:rsid wsp:val=&quot;003F22B6&quot;/&gt;&lt;wsp:rsid wsp:val=&quot;003F3E20&quot;/&gt;&lt;wsp:rsid wsp:val=&quot;003F3EF8&quot;/&gt;&lt;wsp:rsid wsp:val=&quot;003F47E5&quot;/&gt;&lt;wsp:rsid wsp:val=&quot;003F7723&quot;/&gt;&lt;wsp:rsid wsp:val=&quot;00402F40&quot;/&gt;&lt;wsp:rsid wsp:val=&quot;00406D54&quot;/&gt;&lt;wsp:rsid wsp:val=&quot;00411641&quot;/&gt;&lt;wsp:rsid wsp:val=&quot;0041614B&quot;/&gt;&lt;wsp:rsid wsp:val=&quot;00417963&quot;/&gt;&lt;wsp:rsid wsp:val=&quot;004217A0&quot;/&gt;&lt;wsp:rsid wsp:val=&quot;004267CF&quot;/&gt;&lt;wsp:rsid wsp:val=&quot;00430D6B&quot;/&gt;&lt;wsp:rsid wsp:val=&quot;00433DFA&quot;/&gt;&lt;wsp:rsid wsp:val=&quot;004358B7&quot;/&gt;&lt;wsp:rsid wsp:val=&quot;00443697&quot;/&gt;&lt;wsp:rsid wsp:val=&quot;00444914&quot;/&gt;&lt;wsp:rsid wsp:val=&quot;004460DE&quot;/&gt;&lt;wsp:rsid wsp:val=&quot;004529A5&quot;/&gt;&lt;wsp:rsid wsp:val=&quot;00453177&quot;/&gt;&lt;wsp:rsid wsp:val=&quot;00453C1E&quot;/&gt;&lt;wsp:rsid wsp:val=&quot;00455876&quot;/&gt;&lt;wsp:rsid wsp:val=&quot;004641A7&quot;/&gt;&lt;wsp:rsid wsp:val=&quot;00464546&quot;/&gt;&lt;wsp:rsid wsp:val=&quot;00466799&quot;/&gt;&lt;wsp:rsid wsp:val=&quot;00467B2B&quot;/&gt;&lt;wsp:rsid wsp:val=&quot;00471FF1&quot;/&gt;&lt;wsp:rsid wsp:val=&quot;0047337C&quot;/&gt;&lt;wsp:rsid wsp:val=&quot;00475E32&quot;/&gt;&lt;wsp:rsid wsp:val=&quot;00485A7E&quot;/&gt;&lt;wsp:rsid wsp:val=&quot;00487D28&quot;/&gt;&lt;wsp:rsid wsp:val=&quot;00490141&quot;/&gt;&lt;wsp:rsid wsp:val=&quot;00492AA5&quot;/&gt;&lt;wsp:rsid wsp:val=&quot;004B139C&quot;/&gt;&lt;wsp:rsid wsp:val=&quot;004B2D20&quot;/&gt;&lt;wsp:rsid wsp:val=&quot;004B3927&quot;/&gt;&lt;wsp:rsid wsp:val=&quot;004B3A8E&quot;/&gt;&lt;wsp:rsid wsp:val=&quot;004B53F8&quot;/&gt;&lt;wsp:rsid wsp:val=&quot;004D40D5&quot;/&gt;&lt;wsp:rsid wsp:val=&quot;004D5E0A&quot;/&gt;&lt;wsp:rsid wsp:val=&quot;004D651A&quot;/&gt;&lt;wsp:rsid wsp:val=&quot;004D6AB8&quot;/&gt;&lt;wsp:rsid wsp:val=&quot;004F1338&quot;/&gt;&lt;wsp:rsid wsp:val=&quot;004F6A1A&quot;/&gt;&lt;wsp:rsid wsp:val=&quot;0050393A&quot;/&gt;&lt;wsp:rsid wsp:val=&quot;00503B5F&quot;/&gt;&lt;wsp:rsid wsp:val=&quot;00504CD0&quot;/&gt;&lt;wsp:rsid wsp:val=&quot;00505852&quot;/&gt;&lt;wsp:rsid wsp:val=&quot;00530059&quot;/&gt;&lt;wsp:rsid wsp:val=&quot;00531537&quot;/&gt;&lt;wsp:rsid wsp:val=&quot;00531EBE&quot;/&gt;&lt;wsp:rsid wsp:val=&quot;005442E9&quot;/&gt;&lt;wsp:rsid wsp:val=&quot;00544B7C&quot;/&gt;&lt;wsp:rsid wsp:val=&quot;00545FF2&quot;/&gt;&lt;wsp:rsid wsp:val=&quot;00557349&quot;/&gt;&lt;wsp:rsid wsp:val=&quot;005608BA&quot;/&gt;&lt;wsp:rsid wsp:val=&quot;00562AC3&quot;/&gt;&lt;wsp:rsid wsp:val=&quot;00565AA7&quot;/&gt;&lt;wsp:rsid wsp:val=&quot;0057202F&quot;/&gt;&lt;wsp:rsid wsp:val=&quot;00574F29&quot;/&gt;&lt;wsp:rsid wsp:val=&quot;0058494C&quot;/&gt;&lt;wsp:rsid wsp:val=&quot;0059663D&quot;/&gt;&lt;wsp:rsid wsp:val=&quot;005A1970&quot;/&gt;&lt;wsp:rsid wsp:val=&quot;005A233F&quot;/&gt;&lt;wsp:rsid wsp:val=&quot;005A3BD9&quot;/&gt;&lt;wsp:rsid wsp:val=&quot;005A6B8F&quot;/&gt;&lt;wsp:rsid wsp:val=&quot;005A6D6D&quot;/&gt;&lt;wsp:rsid wsp:val=&quot;005B2457&quot;/&gt;&lt;wsp:rsid wsp:val=&quot;005B6735&quot;/&gt;&lt;wsp:rsid wsp:val=&quot;005C0DC9&quot;/&gt;&lt;wsp:rsid wsp:val=&quot;005C1ABE&quot;/&gt;&lt;wsp:rsid wsp:val=&quot;005C25E4&quot;/&gt;&lt;wsp:rsid wsp:val=&quot;005C3CCF&quot;/&gt;&lt;wsp:rsid wsp:val=&quot;005D5E09&quot;/&gt;&lt;wsp:rsid wsp:val=&quot;005D7B50&quot;/&gt;&lt;wsp:rsid wsp:val=&quot;005E180F&quot;/&gt;&lt;wsp:rsid wsp:val=&quot;005E49C6&quot;/&gt;&lt;wsp:rsid wsp:val=&quot;005E7050&quot;/&gt;&lt;wsp:rsid wsp:val=&quot;005E7468&quot;/&gt;&lt;wsp:rsid wsp:val=&quot;005E7F77&quot;/&gt;&lt;wsp:rsid wsp:val=&quot;005F24DA&quot;/&gt;&lt;wsp:rsid wsp:val=&quot;0060105E&quot;/&gt;&lt;wsp:rsid wsp:val=&quot;00602A57&quot;/&gt;&lt;wsp:rsid wsp:val=&quot;00603196&quot;/&gt;&lt;wsp:rsid wsp:val=&quot;0061375A&quot;/&gt;&lt;wsp:rsid wsp:val=&quot;00617824&quot;/&gt;&lt;wsp:rsid wsp:val=&quot;006208F2&quot;/&gt;&lt;wsp:rsid wsp:val=&quot;006209A4&quot;/&gt;&lt;wsp:rsid wsp:val=&quot;00622585&quot;/&gt;&lt;wsp:rsid wsp:val=&quot;006229D1&quot;/&gt;&lt;wsp:rsid wsp:val=&quot;00626D6D&quot;/&gt;&lt;wsp:rsid wsp:val=&quot;0062731C&quot;/&gt;&lt;wsp:rsid wsp:val=&quot;00630702&quot;/&gt;&lt;wsp:rsid wsp:val=&quot;006309FC&quot;/&gt;&lt;wsp:rsid wsp:val=&quot;00630A93&quot;/&gt;&lt;wsp:rsid wsp:val=&quot;00634F86&quot;/&gt;&lt;wsp:rsid wsp:val=&quot;0063504E&quot;/&gt;&lt;wsp:rsid wsp:val=&quot;0064013A&quot;/&gt;&lt;wsp:rsid wsp:val=&quot;0064118E&quot;/&gt;&lt;wsp:rsid wsp:val=&quot;006418B6&quot;/&gt;&lt;wsp:rsid wsp:val=&quot;00642AB8&quot;/&gt;&lt;wsp:rsid wsp:val=&quot;00643DC8&quot;/&gt;&lt;wsp:rsid wsp:val=&quot;006453FE&quot;/&gt;&lt;wsp:rsid wsp:val=&quot;00645CF9&quot;/&gt;&lt;wsp:rsid wsp:val=&quot;00652D9D&quot;/&gt;&lt;wsp:rsid wsp:val=&quot;00662CCF&quot;/&gt;&lt;wsp:rsid wsp:val=&quot;00663083&quot;/&gt;&lt;wsp:rsid wsp:val=&quot;0067168E&quot;/&gt;&lt;wsp:rsid wsp:val=&quot;00674CF0&quot;/&gt;&lt;wsp:rsid wsp:val=&quot;00686943&quot;/&gt;&lt;wsp:rsid wsp:val=&quot;00693EF2&quot;/&gt;&lt;wsp:rsid wsp:val=&quot;00697361&quot;/&gt;&lt;wsp:rsid wsp:val=&quot;006A4C22&quot;/&gt;&lt;wsp:rsid wsp:val=&quot;006B4E31&quot;/&gt;&lt;wsp:rsid wsp:val=&quot;006B5FD5&quot;/&gt;&lt;wsp:rsid wsp:val=&quot;006C24A0&quot;/&gt;&lt;wsp:rsid wsp:val=&quot;006C38F1&quot;/&gt;&lt;wsp:rsid wsp:val=&quot;006C6D50&quot;/&gt;&lt;wsp:rsid wsp:val=&quot;006E1288&quot;/&gt;&lt;wsp:rsid wsp:val=&quot;006E19C6&quot;/&gt;&lt;wsp:rsid wsp:val=&quot;006E71DD&quot;/&gt;&lt;wsp:rsid wsp:val=&quot;006F098D&quot;/&gt;&lt;wsp:rsid wsp:val=&quot;0070074A&quot;/&gt;&lt;wsp:rsid wsp:val=&quot;00701BCA&quot;/&gt;&lt;wsp:rsid wsp:val=&quot;00701FD6&quot;/&gt;&lt;wsp:rsid wsp:val=&quot;00702982&quot;/&gt;&lt;wsp:rsid wsp:val=&quot;007039CE&quot;/&gt;&lt;wsp:rsid wsp:val=&quot;0071057C&quot;/&gt;&lt;wsp:rsid wsp:val=&quot;00710F70&quot;/&gt;&lt;wsp:rsid wsp:val=&quot;007170E8&quot;/&gt;&lt;wsp:rsid wsp:val=&quot;00722F5C&quot;/&gt;&lt;wsp:rsid wsp:val=&quot;00723398&quot;/&gt;&lt;wsp:rsid wsp:val=&quot;00724289&quot;/&gt;&lt;wsp:rsid wsp:val=&quot;00734587&quot;/&gt;&lt;wsp:rsid wsp:val=&quot;00735BD6&quot;/&gt;&lt;wsp:rsid wsp:val=&quot;00735E44&quot;/&gt;&lt;wsp:rsid wsp:val=&quot;00743A39&quot;/&gt;&lt;wsp:rsid wsp:val=&quot;00745E61&quot;/&gt;&lt;wsp:rsid wsp:val=&quot;007525CE&quot;/&gt;&lt;wsp:rsid wsp:val=&quot;00757CC7&quot;/&gt;&lt;wsp:rsid wsp:val=&quot;007612E8&quot;/&gt;&lt;wsp:rsid wsp:val=&quot;00762A77&quot;/&gt;&lt;wsp:rsid wsp:val=&quot;0076503C&quot;/&gt;&lt;wsp:rsid wsp:val=&quot;00770369&quot;/&gt;&lt;wsp:rsid wsp:val=&quot;00774EC6&quot;/&gt;&lt;wsp:rsid wsp:val=&quot;00775F80&quot;/&gt;&lt;wsp:rsid wsp:val=&quot;0078098C&quot;/&gt;&lt;wsp:rsid wsp:val=&quot;00782793&quot;/&gt;&lt;wsp:rsid wsp:val=&quot;00783D7C&quot;/&gt;&lt;wsp:rsid wsp:val=&quot;0078570F&quot;/&gt;&lt;wsp:rsid wsp:val=&quot;007857C3&quot;/&gt;&lt;wsp:rsid wsp:val=&quot;00786BB7&quot;/&gt;&lt;wsp:rsid wsp:val=&quot;00790212&quot;/&gt;&lt;wsp:rsid wsp:val=&quot;007932AE&quot;/&gt;&lt;wsp:rsid wsp:val=&quot;00796371&quot;/&gt;&lt;wsp:rsid wsp:val=&quot;007A0F74&quot;/&gt;&lt;wsp:rsid wsp:val=&quot;007C0DC4&quot;/&gt;&lt;wsp:rsid wsp:val=&quot;007C1AB2&quot;/&gt;&lt;wsp:rsid wsp:val=&quot;007C2927&quot;/&gt;&lt;wsp:rsid wsp:val=&quot;007C315A&quot;/&gt;&lt;wsp:rsid wsp:val=&quot;007D0210&quot;/&gt;&lt;wsp:rsid wsp:val=&quot;007D5BEC&quot;/&gt;&lt;wsp:rsid wsp:val=&quot;007D66FE&quot;/&gt;&lt;wsp:rsid wsp:val=&quot;007D7B4A&quot;/&gt;&lt;wsp:rsid wsp:val=&quot;007E10D1&quot;/&gt;&lt;wsp:rsid wsp:val=&quot;007F495D&quot;/&gt;&lt;wsp:rsid wsp:val=&quot;007F564E&quot;/&gt;&lt;wsp:rsid wsp:val=&quot;007F5D90&quot;/&gt;&lt;wsp:rsid wsp:val=&quot;00800932&quot;/&gt;&lt;wsp:rsid wsp:val=&quot;00801354&quot;/&gt;&lt;wsp:rsid wsp:val=&quot;008111F7&quot;/&gt;&lt;wsp:rsid wsp:val=&quot;00812970&quot;/&gt;&lt;wsp:rsid wsp:val=&quot;00816931&quot;/&gt;&lt;wsp:rsid wsp:val=&quot;008177C5&quot;/&gt;&lt;wsp:rsid wsp:val=&quot;00833F40&quot;/&gt;&lt;wsp:rsid wsp:val=&quot;008341C1&quot;/&gt;&lt;wsp:rsid wsp:val=&quot;00834A37&quot;/&gt;&lt;wsp:rsid wsp:val=&quot;00834E17&quot;/&gt;&lt;wsp:rsid wsp:val=&quot;00837067&quot;/&gt;&lt;wsp:rsid wsp:val=&quot;008378A8&quot;/&gt;&lt;wsp:rsid wsp:val=&quot;00840F18&quot;/&gt;&lt;wsp:rsid wsp:val=&quot;00842897&quot;/&gt;&lt;wsp:rsid wsp:val=&quot;008432CA&quot;/&gt;&lt;wsp:rsid wsp:val=&quot;0085085C&quot;/&gt;&lt;wsp:rsid wsp:val=&quot;00855B5C&quot;/&gt;&lt;wsp:rsid wsp:val=&quot;0085638A&quot;/&gt;&lt;wsp:rsid wsp:val=&quot;00857D72&quot;/&gt;&lt;wsp:rsid wsp:val=&quot;0086087C&quot;/&gt;&lt;wsp:rsid wsp:val=&quot;00863BFA&quot;/&gt;&lt;wsp:rsid wsp:val=&quot;0087180A&quot;/&gt;&lt;wsp:rsid wsp:val=&quot;00874F40&quot;/&gt;&lt;wsp:rsid wsp:val=&quot;00875A30&quot;/&gt;&lt;wsp:rsid wsp:val=&quot;00875C23&quot;/&gt;&lt;wsp:rsid wsp:val=&quot;00877412&quot;/&gt;&lt;wsp:rsid wsp:val=&quot;00890388&quot;/&gt;&lt;wsp:rsid wsp:val=&quot;008904CD&quot;/&gt;&lt;wsp:rsid wsp:val=&quot;00894745&quot;/&gt;&lt;wsp:rsid wsp:val=&quot;008A2E21&quot;/&gt;&lt;wsp:rsid wsp:val=&quot;008A54C2&quot;/&gt;&lt;wsp:rsid wsp:val=&quot;008A5BF4&quot;/&gt;&lt;wsp:rsid wsp:val=&quot;008B249E&quot;/&gt;&lt;wsp:rsid wsp:val=&quot;008B6B67&quot;/&gt;&lt;wsp:rsid wsp:val=&quot;008C0E59&quot;/&gt;&lt;wsp:rsid wsp:val=&quot;008C2762&quot;/&gt;&lt;wsp:rsid wsp:val=&quot;008C3227&quot;/&gt;&lt;wsp:rsid wsp:val=&quot;008C4E38&quot;/&gt;&lt;wsp:rsid wsp:val=&quot;008D0971&quot;/&gt;&lt;wsp:rsid wsp:val=&quot;008D3B04&quot;/&gt;&lt;wsp:rsid wsp:val=&quot;008E4F38&quot;/&gt;&lt;wsp:rsid wsp:val=&quot;008E6131&quot;/&gt;&lt;wsp:rsid wsp:val=&quot;008E62F4&quot;/&gt;&lt;wsp:rsid wsp:val=&quot;008E76F0&quot;/&gt;&lt;wsp:rsid wsp:val=&quot;008E7898&quot;/&gt;&lt;wsp:rsid wsp:val=&quot;008F0264&quot;/&gt;&lt;wsp:rsid wsp:val=&quot;008F1E76&quot;/&gt;&lt;wsp:rsid wsp:val=&quot;008F5CC8&quot;/&gt;&lt;wsp:rsid wsp:val=&quot;008F6232&quot;/&gt;&lt;wsp:rsid wsp:val=&quot;008F79C0&quot;/&gt;&lt;wsp:rsid wsp:val=&quot;00901859&quot;/&gt;&lt;wsp:rsid wsp:val=&quot;00903B15&quot;/&gt;&lt;wsp:rsid wsp:val=&quot;00907A30&quot;/&gt;&lt;wsp:rsid wsp:val=&quot;00914CD8&quot;/&gt;&lt;wsp:rsid wsp:val=&quot;00916A67&quot;/&gt;&lt;wsp:rsid wsp:val=&quot;009177E3&quot;/&gt;&lt;wsp:rsid wsp:val=&quot;00917CFA&quot;/&gt;&lt;wsp:rsid wsp:val=&quot;00927450&quot;/&gt;&lt;wsp:rsid wsp:val=&quot;00931D1C&quot;/&gt;&lt;wsp:rsid wsp:val=&quot;00932CA6&quot;/&gt;&lt;wsp:rsid wsp:val=&quot;00942233&quot;/&gt;&lt;wsp:rsid wsp:val=&quot;00942A50&quot;/&gt;&lt;wsp:rsid wsp:val=&quot;0094515E&quot;/&gt;&lt;wsp:rsid wsp:val=&quot;0094742F&quot;/&gt;&lt;wsp:rsid wsp:val=&quot;009539D2&quot;/&gt;&lt;wsp:rsid wsp:val=&quot;00953D5B&quot;/&gt;&lt;wsp:rsid wsp:val=&quot;00957ECE&quot;/&gt;&lt;wsp:rsid wsp:val=&quot;00963061&quot;/&gt;&lt;wsp:rsid wsp:val=&quot;00965C0C&quot;/&gt;&lt;wsp:rsid wsp:val=&quot;009663C2&quot;/&gt;&lt;wsp:rsid wsp:val=&quot;00967294&quot;/&gt;&lt;wsp:rsid wsp:val=&quot;0096789B&quot;/&gt;&lt;wsp:rsid wsp:val=&quot;00982977&quot;/&gt;&lt;wsp:rsid wsp:val=&quot;009836B2&quot;/&gt;&lt;wsp:rsid wsp:val=&quot;00984776&quot;/&gt;&lt;wsp:rsid wsp:val=&quot;00985C0A&quot;/&gt;&lt;wsp:rsid wsp:val=&quot;009A5CBE&quot;/&gt;&lt;wsp:rsid wsp:val=&quot;009A5D72&quot;/&gt;&lt;wsp:rsid wsp:val=&quot;009A68DA&quot;/&gt;&lt;wsp:rsid wsp:val=&quot;009B4842&quot;/&gt;&lt;wsp:rsid wsp:val=&quot;009B5E07&quot;/&gt;&lt;wsp:rsid wsp:val=&quot;009C1CCA&quot;/&gt;&lt;wsp:rsid wsp:val=&quot;009C58C5&quot;/&gt;&lt;wsp:rsid wsp:val=&quot;009C77FE&quot;/&gt;&lt;wsp:rsid wsp:val=&quot;009F1E6B&quot;/&gt;&lt;wsp:rsid wsp:val=&quot;009F2040&quot;/&gt;&lt;wsp:rsid wsp:val=&quot;00A00C5F&quot;/&gt;&lt;wsp:rsid wsp:val=&quot;00A0302E&quot;/&gt;&lt;wsp:rsid wsp:val=&quot;00A06A3D&quot;/&gt;&lt;wsp:rsid wsp:val=&quot;00A07B4D&quot;/&gt;&lt;wsp:rsid wsp:val=&quot;00A22EE8&quot;/&gt;&lt;wsp:rsid wsp:val=&quot;00A230D5&quot;/&gt;&lt;wsp:rsid wsp:val=&quot;00A275DD&quot;/&gt;&lt;wsp:rsid wsp:val=&quot;00A322FF&quot;/&gt;&lt;wsp:rsid wsp:val=&quot;00A33006&quot;/&gt;&lt;wsp:rsid wsp:val=&quot;00A34476&quot;/&gt;&lt;wsp:rsid wsp:val=&quot;00A47895&quot;/&gt;&lt;wsp:rsid wsp:val=&quot;00A52150&quot;/&gt;&lt;wsp:rsid wsp:val=&quot;00A5538B&quot;/&gt;&lt;wsp:rsid wsp:val=&quot;00A70ED1&quot;/&gt;&lt;wsp:rsid wsp:val=&quot;00A715F4&quot;/&gt;&lt;wsp:rsid wsp:val=&quot;00A72894&quot;/&gt;&lt;wsp:rsid wsp:val=&quot;00A819FE&quot;/&gt;&lt;wsp:rsid wsp:val=&quot;00A96A66&quot;/&gt;&lt;wsp:rsid wsp:val=&quot;00AA2320&quot;/&gt;&lt;wsp:rsid wsp:val=&quot;00AA3294&quot;/&gt;&lt;wsp:rsid wsp:val=&quot;00AA6589&quot;/&gt;&lt;wsp:rsid wsp:val=&quot;00AB554B&quot;/&gt;&lt;wsp:rsid wsp:val=&quot;00AB7A86&quot;/&gt;&lt;wsp:rsid wsp:val=&quot;00AC4BD1&quot;/&gt;&lt;wsp:rsid wsp:val=&quot;00AC569A&quot;/&gt;&lt;wsp:rsid wsp:val=&quot;00AD0BBC&quot;/&gt;&lt;wsp:rsid wsp:val=&quot;00AD3998&quot;/&gt;&lt;wsp:rsid wsp:val=&quot;00AD39D8&quot;/&gt;&lt;wsp:rsid wsp:val=&quot;00AD3BBA&quot;/&gt;&lt;wsp:rsid wsp:val=&quot;00AD4757&quot;/&gt;&lt;wsp:rsid wsp:val=&quot;00AD5309&quot;/&gt;&lt;wsp:rsid wsp:val=&quot;00AD716D&quot;/&gt;&lt;wsp:rsid wsp:val=&quot;00AE4E88&quot;/&gt;&lt;wsp:rsid wsp:val=&quot;00AE5449&quot;/&gt;&lt;wsp:rsid wsp:val=&quot;00AF1869&quot;/&gt;&lt;wsp:rsid wsp:val=&quot;00AF21DF&quot;/&gt;&lt;wsp:rsid wsp:val=&quot;00B071D5&quot;/&gt;&lt;wsp:rsid wsp:val=&quot;00B07F01&quot;/&gt;&lt;wsp:rsid wsp:val=&quot;00B1292F&quot;/&gt;&lt;wsp:rsid wsp:val=&quot;00B15947&quot;/&gt;&lt;wsp:rsid wsp:val=&quot;00B22BBC&quot;/&gt;&lt;wsp:rsid wsp:val=&quot;00B234AD&quot;/&gt;&lt;wsp:rsid wsp:val=&quot;00B24CEB&quot;/&gt;&lt;wsp:rsid wsp:val=&quot;00B27BAC&quot;/&gt;&lt;wsp:rsid wsp:val=&quot;00B32B05&quot;/&gt;&lt;wsp:rsid wsp:val=&quot;00B378F1&quot;/&gt;&lt;wsp:rsid wsp:val=&quot;00B37A68&quot;/&gt;&lt;wsp:rsid wsp:val=&quot;00B4354F&quot;/&gt;&lt;wsp:rsid wsp:val=&quot;00B43E54&quot;/&gt;&lt;wsp:rsid wsp:val=&quot;00B44F80&quot;/&gt;&lt;wsp:rsid wsp:val=&quot;00B531B2&quot;/&gt;&lt;wsp:rsid wsp:val=&quot;00B5443F&quot;/&gt;&lt;wsp:rsid wsp:val=&quot;00B54743&quot;/&gt;&lt;wsp:rsid wsp:val=&quot;00B549BB&quot;/&gt;&lt;wsp:rsid wsp:val=&quot;00B54F6D&quot;/&gt;&lt;wsp:rsid wsp:val=&quot;00B60245&quot;/&gt;&lt;wsp:rsid wsp:val=&quot;00B61059&quot;/&gt;&lt;wsp:rsid wsp:val=&quot;00B657CC&quot;/&gt;&lt;wsp:rsid wsp:val=&quot;00B65944&quot;/&gt;&lt;wsp:rsid wsp:val=&quot;00B746C0&quot;/&gt;&lt;wsp:rsid wsp:val=&quot;00B760F5&quot;/&gt;&lt;wsp:rsid wsp:val=&quot;00B770E0&quot;/&gt;&lt;wsp:rsid wsp:val=&quot;00B826EB&quot;/&gt;&lt;wsp:rsid wsp:val=&quot;00B83520&quot;/&gt;&lt;wsp:rsid wsp:val=&quot;00B83E0A&quot;/&gt;&lt;wsp:rsid wsp:val=&quot;00B87284&quot;/&gt;&lt;wsp:rsid wsp:val=&quot;00B91B70&quot;/&gt;&lt;wsp:rsid wsp:val=&quot;00B942BF&quot;/&gt;&lt;wsp:rsid wsp:val=&quot;00B97569&quot;/&gt;&lt;wsp:rsid wsp:val=&quot;00BB03CE&quot;/&gt;&lt;wsp:rsid wsp:val=&quot;00BB13F8&quot;/&gt;&lt;wsp:rsid wsp:val=&quot;00BB27EE&quot;/&gt;&lt;wsp:rsid wsp:val=&quot;00BC1960&quot;/&gt;&lt;wsp:rsid wsp:val=&quot;00BC48FA&quot;/&gt;&lt;wsp:rsid wsp:val=&quot;00BC5CF3&quot;/&gt;&lt;wsp:rsid wsp:val=&quot;00BC5E4A&quot;/&gt;&lt;wsp:rsid wsp:val=&quot;00BC7C07&quot;/&gt;&lt;wsp:rsid wsp:val=&quot;00BD0962&quot;/&gt;&lt;wsp:rsid wsp:val=&quot;00BE4D86&quot;/&gt;&lt;wsp:rsid wsp:val=&quot;00BE5D49&quot;/&gt;&lt;wsp:rsid wsp:val=&quot;00BE7A38&quot;/&gt;&lt;wsp:rsid wsp:val=&quot;00BF0E39&quot;/&gt;&lt;wsp:rsid wsp:val=&quot;00BF1C45&quot;/&gt;&lt;wsp:rsid wsp:val=&quot;00BF2724&quot;/&gt;&lt;wsp:rsid wsp:val=&quot;00BF3D92&quot;/&gt;&lt;wsp:rsid wsp:val=&quot;00BF6999&quot;/&gt;&lt;wsp:rsid wsp:val=&quot;00C04D22&quot;/&gt;&lt;wsp:rsid wsp:val=&quot;00C14B25&quot;/&gt;&lt;wsp:rsid wsp:val=&quot;00C159D1&quot;/&gt;&lt;wsp:rsid wsp:val=&quot;00C20204&quot;/&gt;&lt;wsp:rsid wsp:val=&quot;00C247CC&quot;/&gt;&lt;wsp:rsid wsp:val=&quot;00C264B7&quot;/&gt;&lt;wsp:rsid wsp:val=&quot;00C26A5A&quot;/&gt;&lt;wsp:rsid wsp:val=&quot;00C33B30&quot;/&gt;&lt;wsp:rsid wsp:val=&quot;00C367E1&quot;/&gt;&lt;wsp:rsid wsp:val=&quot;00C4255A&quot;/&gt;&lt;wsp:rsid wsp:val=&quot;00C46C29&quot;/&gt;&lt;wsp:rsid wsp:val=&quot;00C4784D&quot;/&gt;&lt;wsp:rsid wsp:val=&quot;00C47E16&quot;/&gt;&lt;wsp:rsid wsp:val=&quot;00C5151A&quot;/&gt;&lt;wsp:rsid wsp:val=&quot;00C62B42&quot;/&gt;&lt;wsp:rsid wsp:val=&quot;00C641A9&quot;/&gt;&lt;wsp:rsid wsp:val=&quot;00C64508&quot;/&gt;&lt;wsp:rsid wsp:val=&quot;00C71BA2&quot;/&gt;&lt;wsp:rsid wsp:val=&quot;00C739A3&quot;/&gt;&lt;wsp:rsid wsp:val=&quot;00C771E3&quot;/&gt;&lt;wsp:rsid wsp:val=&quot;00C80555&quot;/&gt;&lt;wsp:rsid wsp:val=&quot;00C80EE1&quot;/&gt;&lt;wsp:rsid wsp:val=&quot;00C8578E&quot;/&gt;&lt;wsp:rsid wsp:val=&quot;00C86315&quot;/&gt;&lt;wsp:rsid wsp:val=&quot;00C8669F&quot;/&gt;&lt;wsp:rsid wsp:val=&quot;00C86B0C&quot;/&gt;&lt;wsp:rsid wsp:val=&quot;00C912D9&quot;/&gt;&lt;wsp:rsid wsp:val=&quot;00CA2D1C&quot;/&gt;&lt;wsp:rsid wsp:val=&quot;00CB2A0D&quot;/&gt;&lt;wsp:rsid wsp:val=&quot;00CC123A&quot;/&gt;&lt;wsp:rsid wsp:val=&quot;00CC180C&quot;/&gt;&lt;wsp:rsid wsp:val=&quot;00CC36E6&quot;/&gt;&lt;wsp:rsid wsp:val=&quot;00CD0185&quot;/&gt;&lt;wsp:rsid wsp:val=&quot;00CD023A&quot;/&gt;&lt;wsp:rsid wsp:val=&quot;00CD3405&quot;/&gt;&lt;wsp:rsid wsp:val=&quot;00CD3E26&quot;/&gt;&lt;wsp:rsid wsp:val=&quot;00CF124C&quot;/&gt;&lt;wsp:rsid wsp:val=&quot;00CF3D30&quot;/&gt;&lt;wsp:rsid wsp:val=&quot;00CF41CC&quot;/&gt;&lt;wsp:rsid wsp:val=&quot;00CF5B8C&quot;/&gt;&lt;wsp:rsid wsp:val=&quot;00D05355&quot;/&gt;&lt;wsp:rsid wsp:val=&quot;00D11AFE&quot;/&gt;&lt;wsp:rsid wsp:val=&quot;00D16623&quot;/&gt;&lt;wsp:rsid wsp:val=&quot;00D249AE&quot;/&gt;&lt;wsp:rsid wsp:val=&quot;00D25879&quot;/&gt;&lt;wsp:rsid wsp:val=&quot;00D32200&quot;/&gt;&lt;wsp:rsid wsp:val=&quot;00D3349E&quot;/&gt;&lt;wsp:rsid wsp:val=&quot;00D34621&quot;/&gt;&lt;wsp:rsid wsp:val=&quot;00D34EA9&quot;/&gt;&lt;wsp:rsid wsp:val=&quot;00D361D1&quot;/&gt;&lt;wsp:rsid wsp:val=&quot;00D400B8&quot;/&gt;&lt;wsp:rsid wsp:val=&quot;00D41081&quot;/&gt;&lt;wsp:rsid wsp:val=&quot;00D42821&quot;/&gt;&lt;wsp:rsid wsp:val=&quot;00D4564E&quot;/&gt;&lt;wsp:rsid wsp:val=&quot;00D50B48&quot;/&gt;&lt;wsp:rsid wsp:val=&quot;00D512A3&quot;/&gt;&lt;wsp:rsid wsp:val=&quot;00D513DB&quot;/&gt;&lt;wsp:rsid wsp:val=&quot;00D51E37&quot;/&gt;&lt;wsp:rsid wsp:val=&quot;00D566F0&quot;/&gt;&lt;wsp:rsid wsp:val=&quot;00D611DA&quot;/&gt;&lt;wsp:rsid wsp:val=&quot;00D61A9C&quot;/&gt;&lt;wsp:rsid wsp:val=&quot;00D7058C&quot;/&gt;&lt;wsp:rsid wsp:val=&quot;00D726B3&quot;/&gt;&lt;wsp:rsid wsp:val=&quot;00D76283&quot;/&gt;&lt;wsp:rsid wsp:val=&quot;00D76703&quot;/&gt;&lt;wsp:rsid wsp:val=&quot;00D769F2&quot;/&gt;&lt;wsp:rsid wsp:val=&quot;00D941B3&quot;/&gt;&lt;wsp:rsid wsp:val=&quot;00DA4E61&quot;/&gt;&lt;wsp:rsid wsp:val=&quot;00DA7C37&quot;/&gt;&lt;wsp:rsid wsp:val=&quot;00DB0728&quot;/&gt;&lt;wsp:rsid wsp:val=&quot;00DB09B9&quot;/&gt;&lt;wsp:rsid wsp:val=&quot;00DB2DBE&quot;/&gt;&lt;wsp:rsid wsp:val=&quot;00DB2DBF&quot;/&gt;&lt;wsp:rsid wsp:val=&quot;00DB3CA6&quot;/&gt;&lt;wsp:rsid wsp:val=&quot;00DB6DEA&quot;/&gt;&lt;wsp:rsid wsp:val=&quot;00DD6051&quot;/&gt;&lt;wsp:rsid wsp:val=&quot;00DD746E&quot;/&gt;&lt;wsp:rsid wsp:val=&quot;00DE3754&quot;/&gt;&lt;wsp:rsid wsp:val=&quot;00DE58F1&quot;/&gt;&lt;wsp:rsid wsp:val=&quot;00DF1DFF&quot;/&gt;&lt;wsp:rsid wsp:val=&quot;00E02AAF&quot;/&gt;&lt;wsp:rsid wsp:val=&quot;00E02CCA&quot;/&gt;&lt;wsp:rsid wsp:val=&quot;00E04B0E&quot;/&gt;&lt;wsp:rsid wsp:val=&quot;00E1167B&quot;/&gt;&lt;wsp:rsid wsp:val=&quot;00E15E18&quot;/&gt;&lt;wsp:rsid wsp:val=&quot;00E24E77&quot;/&gt;&lt;wsp:rsid wsp:val=&quot;00E30F26&quot;/&gt;&lt;wsp:rsid wsp:val=&quot;00E315D7&quot;/&gt;&lt;wsp:rsid wsp:val=&quot;00E33890&quot;/&gt;&lt;wsp:rsid wsp:val=&quot;00E3577C&quot;/&gt;&lt;wsp:rsid wsp:val=&quot;00E40AA1&quot;/&gt;&lt;wsp:rsid wsp:val=&quot;00E4296B&quot;/&gt;&lt;wsp:rsid wsp:val=&quot;00E46457&quot;/&gt;&lt;wsp:rsid wsp:val=&quot;00E4726D&quot;/&gt;&lt;wsp:rsid wsp:val=&quot;00E50795&quot;/&gt;&lt;wsp:rsid wsp:val=&quot;00E52E58&quot;/&gt;&lt;wsp:rsid wsp:val=&quot;00E53D8C&quot;/&gt;&lt;wsp:rsid wsp:val=&quot;00E55D54&quot;/&gt;&lt;wsp:rsid wsp:val=&quot;00E579D0&quot;/&gt;&lt;wsp:rsid wsp:val=&quot;00E6173D&quot;/&gt;&lt;wsp:rsid wsp:val=&quot;00E6292D&quot;/&gt;&lt;wsp:rsid wsp:val=&quot;00E664C2&quot;/&gt;&lt;wsp:rsid wsp:val=&quot;00E707B0&quot;/&gt;&lt;wsp:rsid wsp:val=&quot;00E73A1F&quot;/&gt;&lt;wsp:rsid wsp:val=&quot;00E7642D&quot;/&gt;&lt;wsp:rsid wsp:val=&quot;00E841F2&quot;/&gt;&lt;wsp:rsid wsp:val=&quot;00E858EA&quot;/&gt;&lt;wsp:rsid wsp:val=&quot;00E86DBF&quot;/&gt;&lt;wsp:rsid wsp:val=&quot;00E91817&quot;/&gt;&lt;wsp:rsid wsp:val=&quot;00E95DFA&quot;/&gt;&lt;wsp:rsid wsp:val=&quot;00EA1294&quot;/&gt;&lt;wsp:rsid wsp:val=&quot;00EA3E22&quot;/&gt;&lt;wsp:rsid wsp:val=&quot;00EA7B84&quot;/&gt;&lt;wsp:rsid wsp:val=&quot;00EB0885&quot;/&gt;&lt;wsp:rsid wsp:val=&quot;00EC0B89&quot;/&gt;&lt;wsp:rsid wsp:val=&quot;00EC63FC&quot;/&gt;&lt;wsp:rsid wsp:val=&quot;00EC6F26&quot;/&gt;&lt;wsp:rsid wsp:val=&quot;00ED26CD&quot;/&gt;&lt;wsp:rsid wsp:val=&quot;00ED3005&quot;/&gt;&lt;wsp:rsid wsp:val=&quot;00ED33E8&quot;/&gt;&lt;wsp:rsid wsp:val=&quot;00ED6514&quot;/&gt;&lt;wsp:rsid wsp:val=&quot;00ED699B&quot;/&gt;&lt;wsp:rsid wsp:val=&quot;00EE189B&quot;/&gt;&lt;wsp:rsid wsp:val=&quot;00EE24E9&quot;/&gt;&lt;wsp:rsid wsp:val=&quot;00EE27E2&quot;/&gt;&lt;wsp:rsid wsp:val=&quot;00EE2809&quot;/&gt;&lt;wsp:rsid wsp:val=&quot;00EE4F3C&quot;/&gt;&lt;wsp:rsid wsp:val=&quot;00EE673C&quot;/&gt;&lt;wsp:rsid wsp:val=&quot;00EE6757&quot;/&gt;&lt;wsp:rsid wsp:val=&quot;00EE7A3F&quot;/&gt;&lt;wsp:rsid wsp:val=&quot;00EF0322&quot;/&gt;&lt;wsp:rsid wsp:val=&quot;00EF448E&quot;/&gt;&lt;wsp:rsid wsp:val=&quot;00F028D1&quot;/&gt;&lt;wsp:rsid wsp:val=&quot;00F04616&quot;/&gt;&lt;wsp:rsid wsp:val=&quot;00F0784C&quot;/&gt;&lt;wsp:rsid wsp:val=&quot;00F12DB6&quot;/&gt;&lt;wsp:rsid wsp:val=&quot;00F15F86&quot;/&gt;&lt;wsp:rsid wsp:val=&quot;00F223B3&quot;/&gt;&lt;wsp:rsid wsp:val=&quot;00F235C0&quot;/&gt;&lt;wsp:rsid wsp:val=&quot;00F27742&quot;/&gt;&lt;wsp:rsid wsp:val=&quot;00F301DA&quot;/&gt;&lt;wsp:rsid wsp:val=&quot;00F34F4D&quot;/&gt;&lt;wsp:rsid wsp:val=&quot;00F35786&quot;/&gt;&lt;wsp:rsid wsp:val=&quot;00F359E4&quot;/&gt;&lt;wsp:rsid wsp:val=&quot;00F37BAC&quot;/&gt;&lt;wsp:rsid wsp:val=&quot;00F37E05&quot;/&gt;&lt;wsp:rsid wsp:val=&quot;00F40115&quot;/&gt;&lt;wsp:rsid wsp:val=&quot;00F4542B&quot;/&gt;&lt;wsp:rsid wsp:val=&quot;00F4546A&quot;/&gt;&lt;wsp:rsid wsp:val=&quot;00F456E4&quot;/&gt;&lt;wsp:rsid wsp:val=&quot;00F50697&quot;/&gt;&lt;wsp:rsid wsp:val=&quot;00F51548&quot;/&gt;&lt;wsp:rsid wsp:val=&quot;00F52965&quot;/&gt;&lt;wsp:rsid wsp:val=&quot;00F5297C&quot;/&gt;&lt;wsp:rsid wsp:val=&quot;00F52FF8&quot;/&gt;&lt;wsp:rsid wsp:val=&quot;00F54C74&quot;/&gt;&lt;wsp:rsid wsp:val=&quot;00F5669A&quot;/&gt;&lt;wsp:rsid wsp:val=&quot;00F578F3&quot;/&gt;&lt;wsp:rsid wsp:val=&quot;00F60F42&quot;/&gt;&lt;wsp:rsid wsp:val=&quot;00F64CB3&quot;/&gt;&lt;wsp:rsid wsp:val=&quot;00F708CD&quot;/&gt;&lt;wsp:rsid wsp:val=&quot;00F73F18&quot;/&gt;&lt;wsp:rsid wsp:val=&quot;00F77CCB&quot;/&gt;&lt;wsp:rsid wsp:val=&quot;00F863A9&quot;/&gt;&lt;wsp:rsid wsp:val=&quot;00F9102A&quot;/&gt;&lt;wsp:rsid wsp:val=&quot;00FA35E0&quot;/&gt;&lt;wsp:rsid wsp:val=&quot;00FA578A&quot;/&gt;&lt;wsp:rsid wsp:val=&quot;00FB4A02&quot;/&gt;&lt;wsp:rsid wsp:val=&quot;00FC0142&quot;/&gt;&lt;wsp:rsid wsp:val=&quot;00FC06A8&quot;/&gt;&lt;wsp:rsid wsp:val=&quot;00FC0DE8&quot;/&gt;&lt;wsp:rsid wsp:val=&quot;00FC2E08&quot;/&gt;&lt;wsp:rsid wsp:val=&quot;00FD0F39&quot;/&gt;&lt;wsp:rsid wsp:val=&quot;00FD5192&quot;/&gt;&lt;wsp:rsid wsp:val=&quot;00FD669C&quot;/&gt;&lt;wsp:rsid wsp:val=&quot;00FD76C9&quot;/&gt;&lt;wsp:rsid wsp:val=&quot;00FD7F2C&quot;/&gt;&lt;wsp:rsid wsp:val=&quot;00FE09BD&quot;/&gt;&lt;wsp:rsid wsp:val=&quot;00FF662F&quot;/&gt;&lt;wsp:rsid wsp:val=&quot;00FF71DE&quot;/&gt;&lt;/wsp:rsids&gt;&lt;/w:docPr&gt;&lt;w:body&gt;&lt;w:p wsp:rsidR=&quot;00000000&quot; wsp:rsidRDefault=&quot;00293BD6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BMI&lt;/m:t&gt;&lt;/m:r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=&lt;/m:t&gt;&lt;/m:r&gt;&lt;m:f&gt;&lt;m:fPr&gt;&lt;m:ctrlPr&gt;&lt;w:rPr&gt;&lt;w:rFonts w:ascii=&quot;Cambria Math&quot; w:h-ansi=&quot;Times New Roman&quot;/&gt;&lt;wx:font wx:val=&quot;Cambria Math&quot;/&gt;&lt;w:b/&gt;&lt;w:i/&gt;&lt;w:sz w:val=&quot;24&quot;/&gt;&lt;w:sz-cs w:val=&quot;20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K&lt;/m:t&gt;&lt;/m:r&gt;&lt;m:r&gt;&lt;m:rPr&gt;&lt;m:sty m:val=&quot;bi&quot;/&gt;&lt;/m:rPr&gt;&lt;w:rPr&gt;&lt;w:rFonts w:ascii=&quot;Cambria Math&quot; w:h-ansi=&quot;Times New Roman&quot;/&gt;&lt;wx:font wx:val=&quot;Times New Roman&quot;/&gt;&lt;w:b/&gt;&lt;w:i/&gt;&lt;w:sz w:val=&quot;24&quot;/&gt;&lt;w:sz-cs w:val=&quot;20&quot;/&gt;&lt;/w:rPr&gt;&lt;m:t&gt;Ã¼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tle&lt;/m:t&gt;&lt;/m:r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Kg&lt;/m:t&gt;&lt;/m:r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)&lt;/m:t&gt;&lt;/m:r&gt;&lt;/m:num&gt;&lt;m:den&gt;&lt;m:sSup&gt;&lt;m:sSupPr&gt;&lt;m:ctrlPr&gt;&lt;w:rPr&gt;&lt;w:rFonts w:ascii=&quot;Cambria Math&quot; w:h-ansi=&quot;Times New Roman&quot;/&gt;&lt;wx:font wx:val=&quot;Cambria Math&quot;/&gt;&lt;w:b/&gt;&lt;w:i/&gt;&lt;w:sz w:val=&quot;24&quot;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boy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(&lt;/m:t&gt;&lt;/m:r&gt;&lt;m:sSup&gt;&lt;m:sSupPr&gt;&lt;m:ctrlPr&gt;&lt;w:rPr&gt;&lt;w:rFonts w:ascii=&quot;Cambria Math&quot; w:h-ansi=&quot;Times New Roman&quot;/&gt;&lt;wx:font wx:val=&quot;Cambria Math&quot;/&gt;&lt;w:b/&gt;&lt;w:i/&gt;&lt;w:sz w:val=&quot;24&quot;/&gt;&lt;w:sz-cs w:val=&quot;20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4&quot;/&gt;&lt;w:sz-cs w:val=&quot;20&quot;/&gt;&lt;/w:rPr&gt;&lt;m:t&gt;m&lt;/m:t&gt;&lt;/m:r&gt;&lt;/m:e&gt;&lt;m: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2&lt;/m:t&gt;&lt;/m:r&gt;&lt;/m:sup&gt;&lt;/m:sSup&gt;&lt;m:r&gt;&lt;m:rPr&gt;&lt;m:sty m:val=&quot;bi&quot;/&gt;&lt;/m:rPr&gt;&lt;w:rPr&gt;&lt;w:rFonts w:ascii=&quot;Cambria Math&quot; w:h-ansi=&quot;Times New Roman&quot;/&gt;&lt;wx:font wx:val=&quot;Cambria Math&quot;/&gt;&lt;w:b/&gt;&lt;w:i/&gt;&lt;w:sz w:val=&quot;24&quot;/&gt;&lt;w:sz-cs w:val=&quot;20&quot;/&gt;&lt;/w:rPr&gt;&lt;m:t&gt;)&lt;/m:t&gt;&lt;/m:r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8" o:title="" chromakey="white"/>
          </v:shape>
        </w:pict>
      </w:r>
      <w:r w:rsidRPr="006309FC">
        <w:rPr>
          <w:rFonts w:ascii="Times New Roman" w:hAnsi="Times New Roman"/>
          <w:sz w:val="24"/>
          <w:szCs w:val="20"/>
        </w:rPr>
        <w:fldChar w:fldCharType="end"/>
      </w:r>
      <w:r w:rsidRPr="00E53D8C">
        <w:rPr>
          <w:rFonts w:ascii="Times New Roman" w:hAnsi="Times New Roman"/>
          <w:sz w:val="24"/>
          <w:szCs w:val="20"/>
        </w:rPr>
        <w:t xml:space="preserve"> </w:t>
      </w:r>
      <w:r w:rsidRPr="00343A5E">
        <w:rPr>
          <w:rFonts w:ascii="Times New Roman" w:hAnsi="Times New Roman"/>
          <w:sz w:val="20"/>
          <w:szCs w:val="20"/>
        </w:rPr>
        <w:t>formülüyle bulunur. BMI değeri;</w:t>
      </w:r>
    </w:p>
    <w:p w:rsidR="000A0A73" w:rsidRPr="00CA2D1C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tr-TR"/>
        </w:rPr>
        <w:pict>
          <v:shape id="_x0000_s1037" type="#_x0000_t202" style="position:absolute;margin-left:62.8pt;margin-top:19.75pt;width:164.6pt;height:19.5pt;z-index:251660288" stroked="f">
            <v:textbox>
              <w:txbxContent>
                <w:p w:rsidR="000A0A73" w:rsidRDefault="000A0A73" w:rsidP="003C321E">
                  <w:pPr>
                    <w:spacing w:after="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Her soru 5,toplam 100 puandır.</w:t>
                  </w:r>
                </w:p>
                <w:p w:rsidR="000A0A73" w:rsidRDefault="000A0A73" w:rsidP="003C321E"/>
              </w:txbxContent>
            </v:textbox>
          </v:shape>
        </w:pict>
      </w:r>
      <w:r w:rsidRPr="00343A5E">
        <w:rPr>
          <w:rFonts w:ascii="Times New Roman" w:hAnsi="Times New Roman"/>
          <w:sz w:val="20"/>
          <w:szCs w:val="20"/>
        </w:rPr>
        <w:t xml:space="preserve">18,4 ve daha küçükse </w:t>
      </w:r>
      <w:r w:rsidRPr="00CA2D1C">
        <w:rPr>
          <w:rFonts w:ascii="Times New Roman" w:hAnsi="Times New Roman"/>
          <w:b/>
          <w:sz w:val="20"/>
          <w:szCs w:val="20"/>
        </w:rPr>
        <w:t>cılız</w:t>
      </w:r>
    </w:p>
    <w:p w:rsidR="000A0A73" w:rsidRPr="00343A5E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18,5 - 24,9 arasında ise </w:t>
      </w:r>
      <w:r w:rsidRPr="00CA2D1C">
        <w:rPr>
          <w:rFonts w:ascii="Times New Roman" w:hAnsi="Times New Roman"/>
          <w:b/>
          <w:sz w:val="20"/>
          <w:szCs w:val="20"/>
        </w:rPr>
        <w:t>sağlıklı</w:t>
      </w:r>
    </w:p>
    <w:p w:rsidR="000A0A73" w:rsidRPr="00CA2D1C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25 - 29,9 arasında ise </w:t>
      </w:r>
      <w:r w:rsidRPr="00CA2D1C">
        <w:rPr>
          <w:rFonts w:ascii="Times New Roman" w:hAnsi="Times New Roman"/>
          <w:b/>
          <w:sz w:val="20"/>
          <w:szCs w:val="20"/>
        </w:rPr>
        <w:t>şişman</w:t>
      </w:r>
    </w:p>
    <w:p w:rsidR="000A0A73" w:rsidRPr="008E62F4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30 - 39,9 arasında ise </w:t>
      </w:r>
      <w:r w:rsidRPr="008E62F4">
        <w:rPr>
          <w:rFonts w:ascii="Times New Roman" w:hAnsi="Times New Roman"/>
          <w:b/>
          <w:sz w:val="20"/>
          <w:szCs w:val="20"/>
        </w:rPr>
        <w:t>obez</w:t>
      </w:r>
    </w:p>
    <w:p w:rsidR="000A0A73" w:rsidRPr="008E62F4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 xml:space="preserve">40 ve daha yüksekse ise </w:t>
      </w:r>
      <w:r w:rsidRPr="008E62F4">
        <w:rPr>
          <w:rFonts w:ascii="Times New Roman" w:hAnsi="Times New Roman"/>
          <w:b/>
          <w:sz w:val="20"/>
          <w:szCs w:val="20"/>
        </w:rPr>
        <w:t xml:space="preserve">ileri derecede obez </w:t>
      </w:r>
    </w:p>
    <w:p w:rsidR="000A0A73" w:rsidRPr="008E62F4" w:rsidRDefault="000A0A73" w:rsidP="003C3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43A5E">
        <w:rPr>
          <w:rFonts w:ascii="Times New Roman" w:hAnsi="Times New Roman"/>
          <w:sz w:val="20"/>
          <w:szCs w:val="20"/>
        </w:rPr>
        <w:t>Olarak adlandırılır.</w:t>
      </w:r>
      <w:r w:rsidRPr="00343A5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8E62F4">
        <w:rPr>
          <w:rFonts w:ascii="Times New Roman" w:hAnsi="Times New Roman"/>
          <w:bCs/>
          <w:sz w:val="20"/>
          <w:szCs w:val="20"/>
        </w:rPr>
        <w:t xml:space="preserve">Buna göre, ağırlığı </w:t>
      </w:r>
      <w:r>
        <w:rPr>
          <w:rFonts w:ascii="Times New Roman" w:hAnsi="Times New Roman"/>
          <w:b/>
          <w:bCs/>
          <w:sz w:val="20"/>
          <w:szCs w:val="20"/>
        </w:rPr>
        <w:t>63</w:t>
      </w:r>
      <w:r w:rsidRPr="00C47E16">
        <w:rPr>
          <w:rFonts w:ascii="Times New Roman" w:hAnsi="Times New Roman"/>
          <w:b/>
          <w:bCs/>
          <w:sz w:val="20"/>
          <w:szCs w:val="20"/>
        </w:rPr>
        <w:t xml:space="preserve"> kg,</w:t>
      </w:r>
      <w:r w:rsidRPr="008E62F4">
        <w:rPr>
          <w:rFonts w:ascii="Times New Roman" w:hAnsi="Times New Roman"/>
          <w:bCs/>
          <w:sz w:val="20"/>
          <w:szCs w:val="20"/>
        </w:rPr>
        <w:t xml:space="preserve"> boyu </w:t>
      </w:r>
      <w:r w:rsidRPr="00C47E16">
        <w:rPr>
          <w:rFonts w:ascii="Times New Roman" w:hAnsi="Times New Roman"/>
          <w:b/>
          <w:bCs/>
          <w:sz w:val="20"/>
          <w:szCs w:val="20"/>
        </w:rPr>
        <w:t>150</w:t>
      </w:r>
      <w:r>
        <w:rPr>
          <w:rFonts w:ascii="Times New Roman" w:hAnsi="Times New Roman"/>
          <w:bCs/>
          <w:sz w:val="20"/>
          <w:szCs w:val="20"/>
        </w:rPr>
        <w:t xml:space="preserve"> cm olan </w:t>
      </w:r>
      <w:r w:rsidRPr="00B15947">
        <w:rPr>
          <w:rFonts w:ascii="Times New Roman" w:hAnsi="Times New Roman"/>
          <w:b/>
          <w:bCs/>
          <w:sz w:val="20"/>
          <w:szCs w:val="20"/>
        </w:rPr>
        <w:t xml:space="preserve">Mert </w:t>
      </w:r>
      <w:r w:rsidRPr="008E62F4">
        <w:rPr>
          <w:rFonts w:ascii="Times New Roman" w:hAnsi="Times New Roman"/>
          <w:bCs/>
          <w:sz w:val="20"/>
          <w:szCs w:val="20"/>
        </w:rPr>
        <w:t>hangi grupta yer alır?</w:t>
      </w:r>
      <w:r>
        <w:rPr>
          <w:rFonts w:ascii="Times New Roman" w:hAnsi="Times New Roman"/>
          <w:bCs/>
          <w:sz w:val="20"/>
          <w:szCs w:val="20"/>
        </w:rPr>
        <w:t>(İşlem yapınız)</w:t>
      </w:r>
    </w:p>
    <w:p w:rsidR="000A0A73" w:rsidRDefault="000A0A73" w:rsidP="003C321E">
      <w:pPr>
        <w:spacing w:after="0"/>
        <w:rPr>
          <w:rFonts w:ascii="Times New Roman" w:hAnsi="Times New Roman"/>
          <w:b/>
        </w:rPr>
      </w:pPr>
    </w:p>
    <w:p w:rsidR="000A0A73" w:rsidRDefault="000A0A73">
      <w:pPr>
        <w:rPr>
          <w:rFonts w:ascii="Times New Roman" w:hAnsi="Times New Roman"/>
        </w:rPr>
      </w:pPr>
    </w:p>
    <w:p w:rsidR="000A0A73" w:rsidRDefault="000A0A73">
      <w:pPr>
        <w:rPr>
          <w:rFonts w:ascii="Times New Roman" w:hAnsi="Times New Roman"/>
        </w:rPr>
      </w:pPr>
    </w:p>
    <w:p w:rsidR="000A0A73" w:rsidRPr="00343A5E" w:rsidRDefault="000A0A73" w:rsidP="0015569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343A5E">
        <w:rPr>
          <w:rFonts w:ascii="Times New Roman" w:hAnsi="Times New Roman"/>
          <w:b/>
          <w:sz w:val="20"/>
          <w:szCs w:val="20"/>
        </w:rPr>
        <w:t>1</w:t>
      </w:r>
      <w:r>
        <w:rPr>
          <w:rFonts w:ascii="Times New Roman" w:hAnsi="Times New Roman"/>
          <w:b/>
          <w:sz w:val="20"/>
          <w:szCs w:val="20"/>
        </w:rPr>
        <w:t>7</w:t>
      </w:r>
      <w:r w:rsidRPr="00343A5E">
        <w:rPr>
          <w:rFonts w:ascii="Times New Roman" w:hAnsi="Times New Roman"/>
          <w:b/>
          <w:sz w:val="20"/>
          <w:szCs w:val="20"/>
        </w:rPr>
        <w:t xml:space="preserve">.soru: </w:t>
      </w:r>
      <w:r w:rsidRPr="00343A5E">
        <w:rPr>
          <w:rFonts w:ascii="Times New Roman" w:hAnsi="Times New Roman"/>
          <w:sz w:val="20"/>
          <w:szCs w:val="20"/>
        </w:rPr>
        <w:t>10-18 yaşları arasında vücudun temel enerji gereksinimi,</w:t>
      </w:r>
      <w:r w:rsidRPr="00343A5E">
        <w:rPr>
          <w:rFonts w:ascii="Times New Roman" w:hAnsi="Times New Roman"/>
          <w:b/>
          <w:sz w:val="20"/>
          <w:szCs w:val="20"/>
        </w:rPr>
        <w:t xml:space="preserve"> Kızlar için: EBMR = 12,2 x kütle (kg) + 756 Erkekler için: EBMR = 17,5 x kütle (kg) + 651</w:t>
      </w:r>
      <w:r w:rsidRPr="00343A5E">
        <w:rPr>
          <w:rFonts w:ascii="Times New Roman" w:hAnsi="Times New Roman"/>
          <w:sz w:val="20"/>
          <w:szCs w:val="20"/>
        </w:rPr>
        <w:t xml:space="preserve"> formülleri ile bulunur.</w:t>
      </w:r>
      <w:r w:rsidRPr="00343A5E">
        <w:rPr>
          <w:rFonts w:ascii="Times New Roman" w:hAnsi="Times New Roman"/>
          <w:bCs/>
          <w:sz w:val="20"/>
          <w:szCs w:val="20"/>
        </w:rPr>
        <w:t xml:space="preserve"> Buna göre 17 yaşındaki </w:t>
      </w:r>
      <w:r w:rsidRPr="00B15947">
        <w:rPr>
          <w:rFonts w:ascii="Times New Roman" w:hAnsi="Times New Roman"/>
          <w:b/>
          <w:bCs/>
          <w:sz w:val="20"/>
          <w:szCs w:val="20"/>
        </w:rPr>
        <w:t>Ali</w:t>
      </w:r>
      <w:r w:rsidRPr="00343A5E">
        <w:rPr>
          <w:rFonts w:ascii="Times New Roman" w:hAnsi="Times New Roman"/>
          <w:bCs/>
          <w:sz w:val="20"/>
          <w:szCs w:val="20"/>
        </w:rPr>
        <w:t>’</w:t>
      </w:r>
      <w:r>
        <w:rPr>
          <w:rFonts w:ascii="Times New Roman" w:hAnsi="Times New Roman"/>
          <w:bCs/>
          <w:sz w:val="20"/>
          <w:szCs w:val="20"/>
        </w:rPr>
        <w:t>n</w:t>
      </w:r>
      <w:r w:rsidRPr="00343A5E">
        <w:rPr>
          <w:rFonts w:ascii="Times New Roman" w:hAnsi="Times New Roman"/>
          <w:bCs/>
          <w:sz w:val="20"/>
          <w:szCs w:val="20"/>
        </w:rPr>
        <w:t xml:space="preserve">in kütlesi </w:t>
      </w:r>
      <w:r>
        <w:rPr>
          <w:rFonts w:ascii="Times New Roman" w:hAnsi="Times New Roman"/>
          <w:b/>
          <w:bCs/>
          <w:sz w:val="20"/>
          <w:szCs w:val="20"/>
        </w:rPr>
        <w:t>6</w:t>
      </w:r>
      <w:r w:rsidRPr="002B48B1">
        <w:rPr>
          <w:rFonts w:ascii="Times New Roman" w:hAnsi="Times New Roman"/>
          <w:b/>
          <w:bCs/>
          <w:sz w:val="20"/>
          <w:szCs w:val="20"/>
        </w:rPr>
        <w:t>0 kg</w:t>
      </w:r>
      <w:r w:rsidRPr="00343A5E">
        <w:rPr>
          <w:rFonts w:ascii="Times New Roman" w:hAnsi="Times New Roman"/>
          <w:bCs/>
          <w:sz w:val="20"/>
          <w:szCs w:val="20"/>
        </w:rPr>
        <w:t xml:space="preserve"> olduğuna göre her ikisinin temel enerji gereksinimini hesaplayınız.</w:t>
      </w:r>
      <w:r>
        <w:rPr>
          <w:rFonts w:ascii="Times New Roman" w:hAnsi="Times New Roman"/>
          <w:bCs/>
          <w:sz w:val="20"/>
          <w:szCs w:val="20"/>
        </w:rPr>
        <w:t>(İşlem yapınız)</w:t>
      </w:r>
    </w:p>
    <w:p w:rsidR="000A0A73" w:rsidRDefault="000A0A73">
      <w:pPr>
        <w:rPr>
          <w:rFonts w:ascii="Times New Roman" w:hAnsi="Times New Roman"/>
        </w:rPr>
      </w:pPr>
    </w:p>
    <w:p w:rsidR="000A0A73" w:rsidRDefault="000A0A73">
      <w:pPr>
        <w:rPr>
          <w:rFonts w:ascii="Times New Roman" w:hAnsi="Times New Roman"/>
        </w:rPr>
      </w:pPr>
    </w:p>
    <w:p w:rsidR="000A0A73" w:rsidRDefault="000A0A73" w:rsidP="002767C7">
      <w:pPr>
        <w:spacing w:after="0"/>
        <w:rPr>
          <w:rFonts w:ascii="Times New Roman" w:hAnsi="Times New Roman"/>
        </w:rPr>
      </w:pPr>
    </w:p>
    <w:tbl>
      <w:tblPr>
        <w:tblW w:w="0" w:type="auto"/>
        <w:tblLook w:val="00A0"/>
      </w:tblPr>
      <w:tblGrid>
        <w:gridCol w:w="2518"/>
        <w:gridCol w:w="2800"/>
      </w:tblGrid>
      <w:tr w:rsidR="000A0A73" w:rsidRPr="006309FC" w:rsidTr="006309FC">
        <w:tc>
          <w:tcPr>
            <w:tcW w:w="2518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09FC">
              <w:rPr>
                <w:rFonts w:ascii="Times New Roman" w:hAnsi="Times New Roman"/>
                <w:b/>
                <w:noProof/>
                <w:lang w:eastAsia="tr-TR"/>
              </w:rPr>
              <w:pict>
                <v:shape id="_x0000_i1097" type="#_x0000_t75" style="width:110.25pt;height:45pt;visibility:visible">
                  <v:imagedata r:id="rId39" o:title=""/>
                </v:shape>
              </w:pict>
            </w:r>
          </w:p>
        </w:tc>
        <w:tc>
          <w:tcPr>
            <w:tcW w:w="2800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309FC">
              <w:rPr>
                <w:rFonts w:ascii="Times New Roman" w:hAnsi="Times New Roman"/>
                <w:b/>
              </w:rPr>
              <w:t xml:space="preserve">18.soru: </w:t>
            </w:r>
            <w:r w:rsidRPr="006309FC">
              <w:rPr>
                <w:rFonts w:ascii="Times New Roman" w:hAnsi="Times New Roman"/>
                <w:sz w:val="20"/>
              </w:rPr>
              <w:t xml:space="preserve">Sürtünmesiz yatay düzlem üzerinde duran </w:t>
            </w:r>
            <w:r w:rsidRPr="006309FC">
              <w:rPr>
                <w:rFonts w:ascii="Times New Roman" w:hAnsi="Times New Roman"/>
                <w:b/>
                <w:sz w:val="20"/>
              </w:rPr>
              <w:t>2 kg</w:t>
            </w:r>
            <w:r w:rsidRPr="006309FC">
              <w:rPr>
                <w:rFonts w:ascii="Times New Roman" w:hAnsi="Times New Roman"/>
                <w:sz w:val="20"/>
              </w:rPr>
              <w:t xml:space="preserve"> kütleli cisme </w:t>
            </w:r>
            <w:r w:rsidRPr="006309FC">
              <w:rPr>
                <w:rFonts w:ascii="Times New Roman" w:hAnsi="Times New Roman"/>
                <w:b/>
                <w:sz w:val="20"/>
              </w:rPr>
              <w:t>8 N</w:t>
            </w:r>
            <w:r w:rsidRPr="006309FC">
              <w:rPr>
                <w:rFonts w:ascii="Times New Roman" w:hAnsi="Times New Roman"/>
                <w:sz w:val="20"/>
              </w:rPr>
              <w:t>’luk kuvvet yatay düzleme paralel olarak uygulandığına göre; cismin ivmesi kaç m/s</w:t>
            </w:r>
            <w:r w:rsidRPr="006309FC">
              <w:rPr>
                <w:rFonts w:ascii="Times New Roman" w:hAnsi="Times New Roman"/>
                <w:sz w:val="20"/>
                <w:vertAlign w:val="superscript"/>
              </w:rPr>
              <w:t>2</w:t>
            </w:r>
            <w:r w:rsidRPr="006309FC">
              <w:rPr>
                <w:rFonts w:ascii="Times New Roman" w:hAnsi="Times New Roman"/>
                <w:sz w:val="20"/>
              </w:rPr>
              <w:t xml:space="preserve"> dir?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0A0A73" w:rsidRDefault="000A0A73" w:rsidP="00122A15">
      <w:pPr>
        <w:rPr>
          <w:rFonts w:ascii="Times New Roman" w:hAnsi="Times New Roman"/>
          <w:b/>
        </w:rPr>
      </w:pPr>
    </w:p>
    <w:p w:rsidR="000A0A73" w:rsidRDefault="000A0A73" w:rsidP="008378A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0A0A73" w:rsidRDefault="000A0A73" w:rsidP="008378A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0A0A73" w:rsidRPr="00343A5E" w:rsidRDefault="000A0A73" w:rsidP="008378A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0A0A73" w:rsidRPr="00343A5E" w:rsidRDefault="000A0A73" w:rsidP="008378A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19</w:t>
      </w:r>
      <w:r w:rsidRPr="00343A5E">
        <w:rPr>
          <w:rFonts w:ascii="Times New Roman" w:hAnsi="Times New Roman"/>
          <w:b/>
          <w:sz w:val="20"/>
          <w:szCs w:val="20"/>
        </w:rPr>
        <w:t xml:space="preserve">.soru: </w:t>
      </w:r>
      <w:r w:rsidRPr="00CC180C">
        <w:rPr>
          <w:rFonts w:ascii="Times New Roman" w:hAnsi="Times New Roman"/>
          <w:b/>
          <w:i/>
          <w:sz w:val="20"/>
          <w:szCs w:val="20"/>
        </w:rPr>
        <w:t>Onur Mert</w:t>
      </w:r>
      <w:r w:rsidRPr="00343A5E">
        <w:rPr>
          <w:rFonts w:ascii="Times New Roman" w:hAnsi="Times New Roman"/>
          <w:sz w:val="20"/>
          <w:szCs w:val="20"/>
        </w:rPr>
        <w:t xml:space="preserve"> sürtünmesiz yatay</w:t>
      </w:r>
      <w:r>
        <w:rPr>
          <w:rFonts w:ascii="Times New Roman" w:hAnsi="Times New Roman"/>
          <w:sz w:val="20"/>
          <w:szCs w:val="20"/>
        </w:rPr>
        <w:t xml:space="preserve"> düzlem üzerinde durmakta olan </w:t>
      </w:r>
      <w:r>
        <w:rPr>
          <w:rFonts w:ascii="Times New Roman" w:hAnsi="Times New Roman"/>
          <w:b/>
          <w:sz w:val="20"/>
          <w:szCs w:val="20"/>
        </w:rPr>
        <w:t>2</w:t>
      </w:r>
      <w:r w:rsidRPr="00B234AD">
        <w:rPr>
          <w:rFonts w:ascii="Times New Roman" w:hAnsi="Times New Roman"/>
          <w:b/>
          <w:sz w:val="20"/>
          <w:szCs w:val="20"/>
        </w:rPr>
        <w:t>0 kg</w:t>
      </w:r>
      <w:r>
        <w:rPr>
          <w:rFonts w:ascii="Times New Roman" w:hAnsi="Times New Roman"/>
          <w:sz w:val="20"/>
          <w:szCs w:val="20"/>
        </w:rPr>
        <w:t xml:space="preserve"> kütleli bir cismi</w:t>
      </w:r>
      <w:r w:rsidRPr="00343A5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1</w:t>
      </w:r>
      <w:r w:rsidRPr="00CC180C">
        <w:rPr>
          <w:rFonts w:ascii="Times New Roman" w:hAnsi="Times New Roman"/>
          <w:b/>
          <w:sz w:val="20"/>
          <w:szCs w:val="20"/>
        </w:rPr>
        <w:t>5</w:t>
      </w:r>
      <w:r w:rsidRPr="00B234AD">
        <w:rPr>
          <w:rFonts w:ascii="Times New Roman" w:hAnsi="Times New Roman"/>
          <w:b/>
          <w:sz w:val="20"/>
          <w:szCs w:val="20"/>
        </w:rPr>
        <w:t>0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B234AD">
        <w:rPr>
          <w:rFonts w:ascii="Times New Roman" w:hAnsi="Times New Roman"/>
          <w:b/>
          <w:sz w:val="20"/>
          <w:szCs w:val="20"/>
        </w:rPr>
        <w:t>N</w:t>
      </w:r>
      <w:r w:rsidRPr="00343A5E">
        <w:rPr>
          <w:rFonts w:ascii="Times New Roman" w:hAnsi="Times New Roman"/>
          <w:sz w:val="20"/>
          <w:szCs w:val="20"/>
        </w:rPr>
        <w:t>’luk yatay bir kuvvet</w:t>
      </w:r>
      <w:r>
        <w:rPr>
          <w:rFonts w:ascii="Times New Roman" w:hAnsi="Times New Roman"/>
          <w:sz w:val="20"/>
          <w:szCs w:val="20"/>
        </w:rPr>
        <w:t xml:space="preserve"> ile </w:t>
      </w:r>
      <w:r w:rsidRPr="00B234AD">
        <w:rPr>
          <w:rFonts w:ascii="Times New Roman" w:hAnsi="Times New Roman"/>
          <w:b/>
          <w:sz w:val="20"/>
          <w:szCs w:val="20"/>
        </w:rPr>
        <w:t>20</w:t>
      </w:r>
      <w:r w:rsidRPr="00343A5E">
        <w:rPr>
          <w:rFonts w:ascii="Times New Roman" w:hAnsi="Times New Roman"/>
          <w:sz w:val="20"/>
          <w:szCs w:val="20"/>
        </w:rPr>
        <w:t xml:space="preserve"> metrelik yolu </w:t>
      </w:r>
      <w:r>
        <w:rPr>
          <w:rFonts w:ascii="Times New Roman" w:hAnsi="Times New Roman"/>
          <w:b/>
          <w:sz w:val="20"/>
          <w:szCs w:val="20"/>
        </w:rPr>
        <w:t>3</w:t>
      </w:r>
      <w:r w:rsidRPr="00B234AD">
        <w:rPr>
          <w:rFonts w:ascii="Times New Roman" w:hAnsi="Times New Roman"/>
          <w:b/>
          <w:sz w:val="20"/>
          <w:szCs w:val="20"/>
        </w:rPr>
        <w:t>0</w:t>
      </w:r>
      <w:r w:rsidRPr="00343A5E">
        <w:rPr>
          <w:rFonts w:ascii="Times New Roman" w:hAnsi="Times New Roman"/>
          <w:sz w:val="20"/>
          <w:szCs w:val="20"/>
        </w:rPr>
        <w:t xml:space="preserve"> saniyede çekiyor. Buna göre; </w:t>
      </w:r>
      <w:r w:rsidRPr="00CC180C">
        <w:rPr>
          <w:rFonts w:ascii="Times New Roman" w:hAnsi="Times New Roman"/>
          <w:b/>
          <w:i/>
          <w:sz w:val="20"/>
          <w:szCs w:val="20"/>
        </w:rPr>
        <w:t>Onur Mert</w:t>
      </w:r>
      <w:r>
        <w:rPr>
          <w:rFonts w:ascii="Times New Roman" w:hAnsi="Times New Roman"/>
          <w:b/>
          <w:i/>
          <w:sz w:val="20"/>
          <w:szCs w:val="20"/>
        </w:rPr>
        <w:t>’</w:t>
      </w:r>
      <w:r>
        <w:rPr>
          <w:rFonts w:ascii="Times New Roman" w:hAnsi="Times New Roman"/>
          <w:sz w:val="20"/>
          <w:szCs w:val="20"/>
        </w:rPr>
        <w:t>in</w:t>
      </w:r>
      <w:r w:rsidRPr="00343A5E">
        <w:rPr>
          <w:rFonts w:ascii="Times New Roman" w:hAnsi="Times New Roman"/>
          <w:sz w:val="20"/>
          <w:szCs w:val="20"/>
        </w:rPr>
        <w:t xml:space="preserve"> harcadığı güç kaç watt’tır? </w:t>
      </w:r>
    </w:p>
    <w:p w:rsidR="000A0A73" w:rsidRDefault="000A0A73" w:rsidP="00122A15">
      <w:pPr>
        <w:rPr>
          <w:rFonts w:ascii="Times New Roman" w:hAnsi="Times New Roman"/>
          <w:b/>
        </w:rPr>
      </w:pPr>
    </w:p>
    <w:p w:rsidR="000A0A73" w:rsidRDefault="000A0A73" w:rsidP="00122A15">
      <w:pPr>
        <w:rPr>
          <w:rFonts w:ascii="Times New Roman" w:hAnsi="Times New Roman"/>
          <w:b/>
        </w:rPr>
      </w:pPr>
    </w:p>
    <w:p w:rsidR="000A0A73" w:rsidRDefault="000A0A73" w:rsidP="00122A15">
      <w:pPr>
        <w:rPr>
          <w:rFonts w:ascii="Times New Roman" w:hAnsi="Times New Roman"/>
          <w:b/>
        </w:rPr>
      </w:pPr>
    </w:p>
    <w:p w:rsidR="000A0A73" w:rsidRDefault="000A0A73" w:rsidP="00122A15">
      <w:pPr>
        <w:rPr>
          <w:rFonts w:ascii="Times New Roman" w:hAnsi="Times New Roman"/>
          <w:b/>
        </w:rPr>
      </w:pPr>
    </w:p>
    <w:tbl>
      <w:tblPr>
        <w:tblW w:w="0" w:type="auto"/>
        <w:tblLook w:val="00A0"/>
      </w:tblPr>
      <w:tblGrid>
        <w:gridCol w:w="3226"/>
        <w:gridCol w:w="2016"/>
      </w:tblGrid>
      <w:tr w:rsidR="000A0A73" w:rsidRPr="006309FC" w:rsidTr="006309FC">
        <w:tc>
          <w:tcPr>
            <w:tcW w:w="3226" w:type="dxa"/>
          </w:tcPr>
          <w:p w:rsidR="000A0A73" w:rsidRPr="006309FC" w:rsidRDefault="000A0A73" w:rsidP="00630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 xml:space="preserve">20.soru: 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Yerden 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20 m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yükseklikte durmakta olan bir bolunun  sepetindeki kutunun kütlesi 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5 kg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dır Kutunun  yere göre potansiyel enerjisi kaç J dür?(</w:t>
            </w:r>
            <w:r w:rsidRPr="006309FC">
              <w:rPr>
                <w:rFonts w:ascii="Times New Roman" w:hAnsi="Times New Roman"/>
                <w:b/>
                <w:sz w:val="20"/>
                <w:szCs w:val="20"/>
              </w:rPr>
              <w:t>g=10</w:t>
            </w:r>
            <w:r w:rsidRPr="006309FC">
              <w:rPr>
                <w:rFonts w:ascii="Times New Roman" w:hAnsi="Times New Roman"/>
                <w:sz w:val="20"/>
                <w:szCs w:val="20"/>
              </w:rPr>
              <w:t xml:space="preserve"> N/kg)P</w:t>
            </w:r>
          </w:p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16" w:type="dxa"/>
          </w:tcPr>
          <w:p w:rsidR="000A0A73" w:rsidRPr="006309FC" w:rsidRDefault="000A0A73" w:rsidP="006309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09FC">
              <w:rPr>
                <w:rFonts w:ascii="Times New Roman" w:hAnsi="Times New Roman"/>
                <w:b/>
                <w:noProof/>
                <w:lang w:eastAsia="tr-TR"/>
              </w:rPr>
              <w:pict>
                <v:shape id="Resim 8" o:spid="_x0000_i1098" type="#_x0000_t75" style="width:87.75pt;height:108.75pt;visibility:visible">
                  <v:imagedata r:id="rId69" o:title=""/>
                </v:shape>
              </w:pict>
            </w:r>
          </w:p>
        </w:tc>
      </w:tr>
    </w:tbl>
    <w:p w:rsidR="000A0A73" w:rsidRDefault="000A0A73" w:rsidP="00122A15">
      <w:pPr>
        <w:rPr>
          <w:rFonts w:ascii="Times New Roman" w:hAnsi="Times New Roman"/>
          <w:b/>
        </w:rPr>
      </w:pPr>
    </w:p>
    <w:p w:rsidR="000A0A73" w:rsidRPr="00343A5E" w:rsidRDefault="000A0A73" w:rsidP="00122A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0A0A73" w:rsidRPr="00E664C2" w:rsidRDefault="000A0A73" w:rsidP="00B83520">
      <w:pPr>
        <w:rPr>
          <w:rFonts w:ascii="Times New Roman" w:hAnsi="Times New Roman"/>
        </w:rPr>
      </w:pPr>
      <w:r>
        <w:rPr>
          <w:noProof/>
          <w:lang w:eastAsia="tr-TR"/>
        </w:rPr>
        <w:pict>
          <v:shape id="_x0000_s1038" type="#_x0000_t202" style="position:absolute;margin-left:114.55pt;margin-top:29.3pt;width:164.6pt;height:19.5pt;z-index:251654144" stroked="f">
            <v:textbox>
              <w:txbxContent>
                <w:p w:rsidR="000A0A73" w:rsidRDefault="000A0A73" w:rsidP="00C80555">
                  <w:pPr>
                    <w:spacing w:after="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Her soru 5,toplam 100 puandır.</w:t>
                  </w:r>
                </w:p>
                <w:p w:rsidR="000A0A73" w:rsidRDefault="000A0A73" w:rsidP="00C80555"/>
              </w:txbxContent>
            </v:textbox>
          </v:shape>
        </w:pict>
      </w:r>
      <w:r>
        <w:rPr>
          <w:rFonts w:ascii="Times New Roman" w:hAnsi="Times New Roman"/>
        </w:rPr>
        <w:t xml:space="preserve"> </w:t>
      </w:r>
      <w:hyperlink r:id="rId70" w:history="1">
        <w:r>
          <w:rPr>
            <w:rStyle w:val="Hyperlink"/>
            <w:rFonts w:ascii="Times New Roman" w:hAnsi="Times New Roman"/>
            <w:sz w:val="20"/>
          </w:rPr>
          <w:t>www.sorubak.com</w:t>
        </w:r>
      </w:hyperlink>
    </w:p>
    <w:sectPr w:rsidR="000A0A73" w:rsidRPr="00E664C2" w:rsidSect="00266017">
      <w:headerReference w:type="default" r:id="rId71"/>
      <w:footerReference w:type="default" r:id="rId72"/>
      <w:pgSz w:w="11906" w:h="16838"/>
      <w:pgMar w:top="709" w:right="567" w:bottom="567" w:left="567" w:header="284" w:footer="0" w:gutter="0"/>
      <w:cols w:num="2"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A73" w:rsidRDefault="000A0A73" w:rsidP="00046405">
      <w:pPr>
        <w:spacing w:after="0" w:line="240" w:lineRule="auto"/>
      </w:pPr>
      <w:r>
        <w:separator/>
      </w:r>
    </w:p>
  </w:endnote>
  <w:endnote w:type="continuationSeparator" w:id="0">
    <w:p w:rsidR="000A0A73" w:rsidRDefault="000A0A73" w:rsidP="0004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A73" w:rsidRDefault="000A0A73">
    <w:pPr>
      <w:pStyle w:val="Footer"/>
    </w:pPr>
    <w:r>
      <w:rPr>
        <w:noProof/>
        <w:lang w:eastAsia="tr-TR"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0" type="#_x0000_t185" style="position:absolute;margin-left:0;margin-top:819.8pt;width:51.05pt;height:18.8pt;z-index:251658752;mso-position-horizontal:center;mso-position-horizontal-relative:margin;mso-position-vertical-relative:page" filled="t" strokecolor="gray" strokeweight="2.25pt">
          <v:textbox inset=",0,,0">
            <w:txbxContent>
              <w:p w:rsidR="000A0A73" w:rsidRDefault="000A0A73">
                <w:pPr>
                  <w:jc w:val="center"/>
                </w:pPr>
                <w:fldSimple w:instr=" PAGE    \* MERGEFORMAT ">
                  <w:r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margin" anchory="page"/>
        </v:shape>
      </w:pict>
    </w:r>
    <w:r>
      <w:rPr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0;margin-top:828.45pt;width:434.5pt;height:0;z-index:251657728;mso-position-horizontal:center;mso-position-horizontal-relative:margin;mso-position-vertical-relative:page;v-text-anchor:middle" o:connectortype="straight" strokecolor="gray" strokeweight="1pt"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A73" w:rsidRDefault="000A0A73" w:rsidP="00046405">
      <w:pPr>
        <w:spacing w:after="0" w:line="240" w:lineRule="auto"/>
      </w:pPr>
      <w:r>
        <w:separator/>
      </w:r>
    </w:p>
  </w:footnote>
  <w:footnote w:type="continuationSeparator" w:id="0">
    <w:p w:rsidR="000A0A73" w:rsidRDefault="000A0A73" w:rsidP="0004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A73" w:rsidRPr="00757CC7" w:rsidRDefault="000A0A73" w:rsidP="00266017">
    <w:pPr>
      <w:pStyle w:val="Header"/>
      <w:jc w:val="center"/>
      <w:rPr>
        <w:rFonts w:ascii="Times New Roman" w:hAnsi="Times New Roman"/>
      </w:rPr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53.5pt;margin-top:18.8pt;width:31.55pt;height:794.7pt;z-index:251656704" stroked="f">
          <v:textbox style="layout-flow:vertical;mso-next-textbox:#_x0000_s2049">
            <w:txbxContent>
              <w:p w:rsidR="000A0A73" w:rsidRPr="000E0408" w:rsidRDefault="000A0A73" w:rsidP="009F1E6B">
                <w:pPr>
                  <w:jc w:val="center"/>
                  <w:rPr>
                    <w:rFonts w:ascii="Times New Roman" w:hAnsi="Times New Roman"/>
                    <w:b/>
                  </w:rPr>
                </w:pPr>
                <w:r w:rsidRPr="000E0408">
                  <w:rPr>
                    <w:rFonts w:ascii="Times New Roman" w:hAnsi="Times New Roman"/>
                    <w:b/>
                  </w:rPr>
                  <w:t>--------------</w:t>
                </w:r>
                <w:r>
                  <w:rPr>
                    <w:rFonts w:ascii="Times New Roman" w:hAnsi="Times New Roman"/>
                    <w:b/>
                  </w:rPr>
                  <w:t>----------------------</w:t>
                </w:r>
                <w:r w:rsidRPr="000E0408">
                  <w:rPr>
                    <w:rFonts w:ascii="Times New Roman" w:hAnsi="Times New Roman"/>
                    <w:b/>
                  </w:rPr>
                  <w:t>-----------------</w:t>
                </w:r>
                <w:r>
                  <w:rPr>
                    <w:rFonts w:ascii="Times New Roman" w:hAnsi="Times New Roman"/>
                    <w:b/>
                  </w:rPr>
                  <w:t>--------------------</w:t>
                </w:r>
                <w:r>
                  <w:rPr>
                    <w:rFonts w:ascii="Times New Roman" w:hAnsi="Times New Roman"/>
                    <w:b/>
                  </w:rPr>
                  <w:sym w:font="Wingdings" w:char="F021"/>
                </w:r>
                <w:r>
                  <w:rPr>
                    <w:rFonts w:ascii="Times New Roman" w:hAnsi="Times New Roman"/>
                    <w:b/>
                  </w:rPr>
                  <w:sym w:font="Wingdings" w:char="F021"/>
                </w:r>
                <w:r>
                  <w:rPr>
                    <w:rFonts w:ascii="Times New Roman" w:hAnsi="Times New Roman"/>
                    <w:b/>
                  </w:rPr>
                  <w:sym w:font="Wingdings" w:char="F021"/>
                </w:r>
                <w:r>
                  <w:rPr>
                    <w:rFonts w:ascii="Times New Roman" w:hAnsi="Times New Roman"/>
                    <w:b/>
                    <w:sz w:val="36"/>
                  </w:rPr>
                  <w:t xml:space="preserve"> </w:t>
                </w:r>
                <w:r w:rsidRPr="00C26A5A">
                  <w:rPr>
                    <w:rFonts w:ascii="Times New Roman" w:hAnsi="Times New Roman"/>
                    <w:b/>
                  </w:rPr>
                  <w:t>TOKİ SARIÇAM</w:t>
                </w:r>
                <w:r w:rsidRPr="000E0408">
                  <w:rPr>
                    <w:rFonts w:ascii="Times New Roman" w:hAnsi="Times New Roman"/>
                    <w:b/>
                  </w:rPr>
                  <w:t xml:space="preserve"> ANADOLU LİSESİ</w:t>
                </w:r>
                <w:r>
                  <w:rPr>
                    <w:rFonts w:ascii="Times New Roman" w:hAnsi="Times New Roman"/>
                    <w:b/>
                    <w:sz w:val="36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</w:rPr>
                  <w:sym w:font="Wingdings" w:char="F021"/>
                </w:r>
                <w:r>
                  <w:rPr>
                    <w:rFonts w:ascii="Times New Roman" w:hAnsi="Times New Roman"/>
                    <w:b/>
                  </w:rPr>
                  <w:sym w:font="Wingdings" w:char="F021"/>
                </w:r>
                <w:r>
                  <w:rPr>
                    <w:rFonts w:ascii="Times New Roman" w:hAnsi="Times New Roman"/>
                    <w:b/>
                  </w:rPr>
                  <w:sym w:font="Wingdings" w:char="F021"/>
                </w:r>
                <w:r w:rsidRPr="000E0408">
                  <w:rPr>
                    <w:rFonts w:ascii="Times New Roman" w:hAnsi="Times New Roman"/>
                    <w:b/>
                  </w:rPr>
                  <w:t>-----------------------------------------------------</w:t>
                </w:r>
                <w:r>
                  <w:rPr>
                    <w:rFonts w:ascii="Times New Roman" w:hAnsi="Times New Roman"/>
                    <w:b/>
                  </w:rPr>
                  <w:t>-------------------------------</w:t>
                </w:r>
                <w:r w:rsidRPr="000E0408">
                  <w:rPr>
                    <w:rFonts w:ascii="Times New Roman" w:hAnsi="Times New Roman"/>
                    <w:b/>
                  </w:rPr>
                  <w:t>------</w:t>
                </w:r>
              </w:p>
            </w:txbxContent>
          </v:textbox>
        </v:shape>
      </w:pic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F0329"/>
    <w:multiLevelType w:val="hybridMultilevel"/>
    <w:tmpl w:val="239C9334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305B12"/>
    <w:multiLevelType w:val="hybridMultilevel"/>
    <w:tmpl w:val="3F563596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F0307F"/>
    <w:multiLevelType w:val="hybridMultilevel"/>
    <w:tmpl w:val="5100C2E0"/>
    <w:lvl w:ilvl="0" w:tplc="8408B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202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784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3A8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C05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26B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10A8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AA0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F0C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CEB"/>
    <w:rsid w:val="00001920"/>
    <w:rsid w:val="000130AF"/>
    <w:rsid w:val="00015C81"/>
    <w:rsid w:val="00021D98"/>
    <w:rsid w:val="00032808"/>
    <w:rsid w:val="000331B5"/>
    <w:rsid w:val="00033E75"/>
    <w:rsid w:val="00036E72"/>
    <w:rsid w:val="0004076C"/>
    <w:rsid w:val="0004454E"/>
    <w:rsid w:val="00045042"/>
    <w:rsid w:val="000462E6"/>
    <w:rsid w:val="00046405"/>
    <w:rsid w:val="00050770"/>
    <w:rsid w:val="0005417A"/>
    <w:rsid w:val="000541CE"/>
    <w:rsid w:val="0005673B"/>
    <w:rsid w:val="0006256A"/>
    <w:rsid w:val="000657A2"/>
    <w:rsid w:val="00067818"/>
    <w:rsid w:val="00070B4B"/>
    <w:rsid w:val="00073AF1"/>
    <w:rsid w:val="00090A5E"/>
    <w:rsid w:val="00090DCA"/>
    <w:rsid w:val="00092398"/>
    <w:rsid w:val="000A0A73"/>
    <w:rsid w:val="000A0D83"/>
    <w:rsid w:val="000A1367"/>
    <w:rsid w:val="000A54CA"/>
    <w:rsid w:val="000A5682"/>
    <w:rsid w:val="000A7119"/>
    <w:rsid w:val="000B161F"/>
    <w:rsid w:val="000C1EB8"/>
    <w:rsid w:val="000C4B29"/>
    <w:rsid w:val="000C4D74"/>
    <w:rsid w:val="000C5254"/>
    <w:rsid w:val="000C5345"/>
    <w:rsid w:val="000D350D"/>
    <w:rsid w:val="000E0408"/>
    <w:rsid w:val="000E108F"/>
    <w:rsid w:val="000E629A"/>
    <w:rsid w:val="000F09DF"/>
    <w:rsid w:val="00101CEB"/>
    <w:rsid w:val="001036F3"/>
    <w:rsid w:val="00113D1E"/>
    <w:rsid w:val="00116B9B"/>
    <w:rsid w:val="00117ECC"/>
    <w:rsid w:val="00120FAE"/>
    <w:rsid w:val="0012122F"/>
    <w:rsid w:val="00121715"/>
    <w:rsid w:val="00121DC8"/>
    <w:rsid w:val="00122A15"/>
    <w:rsid w:val="00124065"/>
    <w:rsid w:val="00143AAE"/>
    <w:rsid w:val="001458F9"/>
    <w:rsid w:val="001518D5"/>
    <w:rsid w:val="00155699"/>
    <w:rsid w:val="001620EF"/>
    <w:rsid w:val="00162314"/>
    <w:rsid w:val="001640AA"/>
    <w:rsid w:val="00170CE8"/>
    <w:rsid w:val="0017105D"/>
    <w:rsid w:val="0017486C"/>
    <w:rsid w:val="00180B66"/>
    <w:rsid w:val="00180E0F"/>
    <w:rsid w:val="00182E51"/>
    <w:rsid w:val="0018538B"/>
    <w:rsid w:val="001931F1"/>
    <w:rsid w:val="001946B0"/>
    <w:rsid w:val="001946FE"/>
    <w:rsid w:val="00196489"/>
    <w:rsid w:val="001974E3"/>
    <w:rsid w:val="001A1A6A"/>
    <w:rsid w:val="001A329B"/>
    <w:rsid w:val="001A4DF2"/>
    <w:rsid w:val="001B4EED"/>
    <w:rsid w:val="001B57AE"/>
    <w:rsid w:val="001B5A76"/>
    <w:rsid w:val="001C220A"/>
    <w:rsid w:val="001C4601"/>
    <w:rsid w:val="001D469E"/>
    <w:rsid w:val="001E06D1"/>
    <w:rsid w:val="001E192E"/>
    <w:rsid w:val="001E4562"/>
    <w:rsid w:val="001F0079"/>
    <w:rsid w:val="001F1D3E"/>
    <w:rsid w:val="001F3052"/>
    <w:rsid w:val="001F3DEC"/>
    <w:rsid w:val="001F5622"/>
    <w:rsid w:val="001F5D32"/>
    <w:rsid w:val="00201399"/>
    <w:rsid w:val="00201B0A"/>
    <w:rsid w:val="00202A49"/>
    <w:rsid w:val="00205CAD"/>
    <w:rsid w:val="00210340"/>
    <w:rsid w:val="0022455A"/>
    <w:rsid w:val="00230B54"/>
    <w:rsid w:val="002329F6"/>
    <w:rsid w:val="0023324D"/>
    <w:rsid w:val="0024375C"/>
    <w:rsid w:val="002449DF"/>
    <w:rsid w:val="00252C9A"/>
    <w:rsid w:val="00255665"/>
    <w:rsid w:val="00261025"/>
    <w:rsid w:val="00262361"/>
    <w:rsid w:val="00264E88"/>
    <w:rsid w:val="00265228"/>
    <w:rsid w:val="00265FFF"/>
    <w:rsid w:val="00266017"/>
    <w:rsid w:val="002676F9"/>
    <w:rsid w:val="00270539"/>
    <w:rsid w:val="00270E56"/>
    <w:rsid w:val="002767C7"/>
    <w:rsid w:val="00280F99"/>
    <w:rsid w:val="002813D2"/>
    <w:rsid w:val="0028302D"/>
    <w:rsid w:val="002934FB"/>
    <w:rsid w:val="00294AF6"/>
    <w:rsid w:val="00297B90"/>
    <w:rsid w:val="002A5C13"/>
    <w:rsid w:val="002A65FD"/>
    <w:rsid w:val="002B3EDC"/>
    <w:rsid w:val="002B48B1"/>
    <w:rsid w:val="002B65F5"/>
    <w:rsid w:val="002C068D"/>
    <w:rsid w:val="002C197E"/>
    <w:rsid w:val="002D0CE2"/>
    <w:rsid w:val="002D2062"/>
    <w:rsid w:val="002D439C"/>
    <w:rsid w:val="002D6810"/>
    <w:rsid w:val="002E134F"/>
    <w:rsid w:val="002F13DB"/>
    <w:rsid w:val="002F75F8"/>
    <w:rsid w:val="00307168"/>
    <w:rsid w:val="003072DB"/>
    <w:rsid w:val="003216C2"/>
    <w:rsid w:val="00321948"/>
    <w:rsid w:val="003230D5"/>
    <w:rsid w:val="0032512E"/>
    <w:rsid w:val="00331676"/>
    <w:rsid w:val="003357DC"/>
    <w:rsid w:val="00335E5D"/>
    <w:rsid w:val="00336605"/>
    <w:rsid w:val="00336FAC"/>
    <w:rsid w:val="0034047A"/>
    <w:rsid w:val="00343A5E"/>
    <w:rsid w:val="00364057"/>
    <w:rsid w:val="00397C54"/>
    <w:rsid w:val="003A556B"/>
    <w:rsid w:val="003B00EC"/>
    <w:rsid w:val="003B56F2"/>
    <w:rsid w:val="003C14CA"/>
    <w:rsid w:val="003C2D50"/>
    <w:rsid w:val="003C321E"/>
    <w:rsid w:val="003C6B45"/>
    <w:rsid w:val="003C7D38"/>
    <w:rsid w:val="003D3562"/>
    <w:rsid w:val="003D59A2"/>
    <w:rsid w:val="003E1B48"/>
    <w:rsid w:val="003E2C54"/>
    <w:rsid w:val="003F1435"/>
    <w:rsid w:val="003F159C"/>
    <w:rsid w:val="003F22B6"/>
    <w:rsid w:val="003F3E20"/>
    <w:rsid w:val="003F3EF8"/>
    <w:rsid w:val="003F47E5"/>
    <w:rsid w:val="003F7723"/>
    <w:rsid w:val="00402F40"/>
    <w:rsid w:val="00406D54"/>
    <w:rsid w:val="00411641"/>
    <w:rsid w:val="0041614B"/>
    <w:rsid w:val="00417963"/>
    <w:rsid w:val="004217A0"/>
    <w:rsid w:val="004267CF"/>
    <w:rsid w:val="00430D6B"/>
    <w:rsid w:val="00433DFA"/>
    <w:rsid w:val="004358B7"/>
    <w:rsid w:val="00443697"/>
    <w:rsid w:val="00444914"/>
    <w:rsid w:val="004460DE"/>
    <w:rsid w:val="004529A5"/>
    <w:rsid w:val="00453177"/>
    <w:rsid w:val="00453C1E"/>
    <w:rsid w:val="00455876"/>
    <w:rsid w:val="004641A7"/>
    <w:rsid w:val="00464546"/>
    <w:rsid w:val="00466799"/>
    <w:rsid w:val="00467B2B"/>
    <w:rsid w:val="00471FF1"/>
    <w:rsid w:val="0047337C"/>
    <w:rsid w:val="00475E32"/>
    <w:rsid w:val="00485A7E"/>
    <w:rsid w:val="00487D28"/>
    <w:rsid w:val="00490141"/>
    <w:rsid w:val="00492AA5"/>
    <w:rsid w:val="004B139C"/>
    <w:rsid w:val="004B2D20"/>
    <w:rsid w:val="004B3927"/>
    <w:rsid w:val="004B3A8E"/>
    <w:rsid w:val="004B53F8"/>
    <w:rsid w:val="004D40D5"/>
    <w:rsid w:val="004D5E0A"/>
    <w:rsid w:val="004D651A"/>
    <w:rsid w:val="004D6AB8"/>
    <w:rsid w:val="004F1338"/>
    <w:rsid w:val="004F6A1A"/>
    <w:rsid w:val="0050393A"/>
    <w:rsid w:val="00503B5F"/>
    <w:rsid w:val="00504CD0"/>
    <w:rsid w:val="00505852"/>
    <w:rsid w:val="00530059"/>
    <w:rsid w:val="00531537"/>
    <w:rsid w:val="00531EBE"/>
    <w:rsid w:val="005442E9"/>
    <w:rsid w:val="00544B7C"/>
    <w:rsid w:val="00545FF2"/>
    <w:rsid w:val="00557349"/>
    <w:rsid w:val="005608BA"/>
    <w:rsid w:val="00562AC3"/>
    <w:rsid w:val="00565AA7"/>
    <w:rsid w:val="0057202F"/>
    <w:rsid w:val="00574F29"/>
    <w:rsid w:val="0058494C"/>
    <w:rsid w:val="0059663D"/>
    <w:rsid w:val="005A1970"/>
    <w:rsid w:val="005A233F"/>
    <w:rsid w:val="005A3BD9"/>
    <w:rsid w:val="005A6B8F"/>
    <w:rsid w:val="005A6D6D"/>
    <w:rsid w:val="005B2457"/>
    <w:rsid w:val="005B6735"/>
    <w:rsid w:val="005C0DC9"/>
    <w:rsid w:val="005C1ABE"/>
    <w:rsid w:val="005C25E4"/>
    <w:rsid w:val="005C3CCF"/>
    <w:rsid w:val="005D5E09"/>
    <w:rsid w:val="005D7B50"/>
    <w:rsid w:val="005E180F"/>
    <w:rsid w:val="005E49C6"/>
    <w:rsid w:val="005E7050"/>
    <w:rsid w:val="005E7468"/>
    <w:rsid w:val="005E7F77"/>
    <w:rsid w:val="005F24DA"/>
    <w:rsid w:val="0060105E"/>
    <w:rsid w:val="00602A57"/>
    <w:rsid w:val="00603196"/>
    <w:rsid w:val="0061375A"/>
    <w:rsid w:val="00617824"/>
    <w:rsid w:val="006208F2"/>
    <w:rsid w:val="006209A4"/>
    <w:rsid w:val="00622585"/>
    <w:rsid w:val="006229D1"/>
    <w:rsid w:val="00626D6D"/>
    <w:rsid w:val="0062731C"/>
    <w:rsid w:val="00630702"/>
    <w:rsid w:val="006309FC"/>
    <w:rsid w:val="00630A93"/>
    <w:rsid w:val="00634F86"/>
    <w:rsid w:val="0063504E"/>
    <w:rsid w:val="0064013A"/>
    <w:rsid w:val="0064118E"/>
    <w:rsid w:val="006418B6"/>
    <w:rsid w:val="00642AB8"/>
    <w:rsid w:val="00643DC8"/>
    <w:rsid w:val="006453FE"/>
    <w:rsid w:val="00645CF9"/>
    <w:rsid w:val="00652D9D"/>
    <w:rsid w:val="00662CCF"/>
    <w:rsid w:val="00663083"/>
    <w:rsid w:val="0067168E"/>
    <w:rsid w:val="00674CF0"/>
    <w:rsid w:val="00677EE1"/>
    <w:rsid w:val="00686943"/>
    <w:rsid w:val="00693EF2"/>
    <w:rsid w:val="00697361"/>
    <w:rsid w:val="006A4C22"/>
    <w:rsid w:val="006B4E31"/>
    <w:rsid w:val="006B5FD5"/>
    <w:rsid w:val="006C24A0"/>
    <w:rsid w:val="006C38F1"/>
    <w:rsid w:val="006C6D50"/>
    <w:rsid w:val="006E1288"/>
    <w:rsid w:val="006E19C6"/>
    <w:rsid w:val="006E71DD"/>
    <w:rsid w:val="006F098D"/>
    <w:rsid w:val="0070074A"/>
    <w:rsid w:val="00701BCA"/>
    <w:rsid w:val="00701FD6"/>
    <w:rsid w:val="00702982"/>
    <w:rsid w:val="007039CE"/>
    <w:rsid w:val="0071057C"/>
    <w:rsid w:val="00710F70"/>
    <w:rsid w:val="007170E8"/>
    <w:rsid w:val="00722F5C"/>
    <w:rsid w:val="00723398"/>
    <w:rsid w:val="00724289"/>
    <w:rsid w:val="00734587"/>
    <w:rsid w:val="00735BD6"/>
    <w:rsid w:val="00735E44"/>
    <w:rsid w:val="00743A39"/>
    <w:rsid w:val="00745E61"/>
    <w:rsid w:val="007525CE"/>
    <w:rsid w:val="00757CC7"/>
    <w:rsid w:val="007612E8"/>
    <w:rsid w:val="00762A77"/>
    <w:rsid w:val="0076503C"/>
    <w:rsid w:val="00770369"/>
    <w:rsid w:val="00774EC6"/>
    <w:rsid w:val="00775F80"/>
    <w:rsid w:val="0078098C"/>
    <w:rsid w:val="00782793"/>
    <w:rsid w:val="00783D7C"/>
    <w:rsid w:val="0078570F"/>
    <w:rsid w:val="007857C3"/>
    <w:rsid w:val="00786BB7"/>
    <w:rsid w:val="00790212"/>
    <w:rsid w:val="007932AE"/>
    <w:rsid w:val="00796371"/>
    <w:rsid w:val="007A0F74"/>
    <w:rsid w:val="007C0DC4"/>
    <w:rsid w:val="007C1AB2"/>
    <w:rsid w:val="007C2927"/>
    <w:rsid w:val="007C315A"/>
    <w:rsid w:val="007D0210"/>
    <w:rsid w:val="007D5BEC"/>
    <w:rsid w:val="007D66FE"/>
    <w:rsid w:val="007D7B4A"/>
    <w:rsid w:val="007E10D1"/>
    <w:rsid w:val="007F495D"/>
    <w:rsid w:val="007F564E"/>
    <w:rsid w:val="007F5D90"/>
    <w:rsid w:val="00800932"/>
    <w:rsid w:val="00801354"/>
    <w:rsid w:val="008111F7"/>
    <w:rsid w:val="00812970"/>
    <w:rsid w:val="00816931"/>
    <w:rsid w:val="008177C5"/>
    <w:rsid w:val="00833F40"/>
    <w:rsid w:val="008341C1"/>
    <w:rsid w:val="00834A37"/>
    <w:rsid w:val="00834E17"/>
    <w:rsid w:val="00837067"/>
    <w:rsid w:val="008378A8"/>
    <w:rsid w:val="00840F18"/>
    <w:rsid w:val="00842897"/>
    <w:rsid w:val="008432CA"/>
    <w:rsid w:val="0085085C"/>
    <w:rsid w:val="00855B5C"/>
    <w:rsid w:val="0085638A"/>
    <w:rsid w:val="00857D72"/>
    <w:rsid w:val="0086087C"/>
    <w:rsid w:val="00863BFA"/>
    <w:rsid w:val="0087180A"/>
    <w:rsid w:val="00874F40"/>
    <w:rsid w:val="00875A30"/>
    <w:rsid w:val="00875C23"/>
    <w:rsid w:val="00877412"/>
    <w:rsid w:val="00890388"/>
    <w:rsid w:val="008904CD"/>
    <w:rsid w:val="00894745"/>
    <w:rsid w:val="008A2E21"/>
    <w:rsid w:val="008A54C2"/>
    <w:rsid w:val="008A5BF4"/>
    <w:rsid w:val="008B249E"/>
    <w:rsid w:val="008B6B67"/>
    <w:rsid w:val="008C0E59"/>
    <w:rsid w:val="008C2762"/>
    <w:rsid w:val="008C3227"/>
    <w:rsid w:val="008C4E38"/>
    <w:rsid w:val="008D0971"/>
    <w:rsid w:val="008D3B04"/>
    <w:rsid w:val="008E4F38"/>
    <w:rsid w:val="008E6131"/>
    <w:rsid w:val="008E62F4"/>
    <w:rsid w:val="008E76F0"/>
    <w:rsid w:val="008E7898"/>
    <w:rsid w:val="008F0264"/>
    <w:rsid w:val="008F1E76"/>
    <w:rsid w:val="008F5CC8"/>
    <w:rsid w:val="008F6232"/>
    <w:rsid w:val="008F79C0"/>
    <w:rsid w:val="00901859"/>
    <w:rsid w:val="00903B15"/>
    <w:rsid w:val="00907A30"/>
    <w:rsid w:val="00914CD8"/>
    <w:rsid w:val="00916A67"/>
    <w:rsid w:val="009177E3"/>
    <w:rsid w:val="00917CFA"/>
    <w:rsid w:val="00927450"/>
    <w:rsid w:val="00931D1C"/>
    <w:rsid w:val="00932CA6"/>
    <w:rsid w:val="00942233"/>
    <w:rsid w:val="00942A50"/>
    <w:rsid w:val="0094515E"/>
    <w:rsid w:val="0094742F"/>
    <w:rsid w:val="009539D2"/>
    <w:rsid w:val="00953D5B"/>
    <w:rsid w:val="00957ECE"/>
    <w:rsid w:val="00963061"/>
    <w:rsid w:val="00965C0C"/>
    <w:rsid w:val="009663C2"/>
    <w:rsid w:val="00967294"/>
    <w:rsid w:val="0096789B"/>
    <w:rsid w:val="00982977"/>
    <w:rsid w:val="009836B2"/>
    <w:rsid w:val="00984776"/>
    <w:rsid w:val="00985C0A"/>
    <w:rsid w:val="009A5CBE"/>
    <w:rsid w:val="009A5D72"/>
    <w:rsid w:val="009A68DA"/>
    <w:rsid w:val="009B4842"/>
    <w:rsid w:val="009B5E07"/>
    <w:rsid w:val="009C1CCA"/>
    <w:rsid w:val="009C58C5"/>
    <w:rsid w:val="009C77FE"/>
    <w:rsid w:val="009F1E6B"/>
    <w:rsid w:val="009F2040"/>
    <w:rsid w:val="00A00C5F"/>
    <w:rsid w:val="00A0302E"/>
    <w:rsid w:val="00A06A3D"/>
    <w:rsid w:val="00A07B4D"/>
    <w:rsid w:val="00A22EE8"/>
    <w:rsid w:val="00A230D5"/>
    <w:rsid w:val="00A275DD"/>
    <w:rsid w:val="00A322FF"/>
    <w:rsid w:val="00A33006"/>
    <w:rsid w:val="00A34476"/>
    <w:rsid w:val="00A47895"/>
    <w:rsid w:val="00A52150"/>
    <w:rsid w:val="00A5538B"/>
    <w:rsid w:val="00A70ED1"/>
    <w:rsid w:val="00A715F4"/>
    <w:rsid w:val="00A72894"/>
    <w:rsid w:val="00A819FE"/>
    <w:rsid w:val="00A96A66"/>
    <w:rsid w:val="00AA2320"/>
    <w:rsid w:val="00AA3294"/>
    <w:rsid w:val="00AA6589"/>
    <w:rsid w:val="00AB554B"/>
    <w:rsid w:val="00AB7A86"/>
    <w:rsid w:val="00AC4BD1"/>
    <w:rsid w:val="00AC569A"/>
    <w:rsid w:val="00AD0BBC"/>
    <w:rsid w:val="00AD3998"/>
    <w:rsid w:val="00AD39D8"/>
    <w:rsid w:val="00AD3BBA"/>
    <w:rsid w:val="00AD4757"/>
    <w:rsid w:val="00AD5309"/>
    <w:rsid w:val="00AD716D"/>
    <w:rsid w:val="00AE4E88"/>
    <w:rsid w:val="00AE5449"/>
    <w:rsid w:val="00AF1869"/>
    <w:rsid w:val="00AF21DF"/>
    <w:rsid w:val="00B071D5"/>
    <w:rsid w:val="00B07F01"/>
    <w:rsid w:val="00B1292F"/>
    <w:rsid w:val="00B15947"/>
    <w:rsid w:val="00B22BBC"/>
    <w:rsid w:val="00B234AD"/>
    <w:rsid w:val="00B24CEB"/>
    <w:rsid w:val="00B27BAC"/>
    <w:rsid w:val="00B32B05"/>
    <w:rsid w:val="00B378F1"/>
    <w:rsid w:val="00B37A68"/>
    <w:rsid w:val="00B4354F"/>
    <w:rsid w:val="00B43E54"/>
    <w:rsid w:val="00B44F80"/>
    <w:rsid w:val="00B531B2"/>
    <w:rsid w:val="00B5443F"/>
    <w:rsid w:val="00B54743"/>
    <w:rsid w:val="00B549BB"/>
    <w:rsid w:val="00B54F6D"/>
    <w:rsid w:val="00B60245"/>
    <w:rsid w:val="00B61059"/>
    <w:rsid w:val="00B657CC"/>
    <w:rsid w:val="00B65944"/>
    <w:rsid w:val="00B746C0"/>
    <w:rsid w:val="00B760F5"/>
    <w:rsid w:val="00B770E0"/>
    <w:rsid w:val="00B826EB"/>
    <w:rsid w:val="00B83520"/>
    <w:rsid w:val="00B83E0A"/>
    <w:rsid w:val="00B87284"/>
    <w:rsid w:val="00B91B70"/>
    <w:rsid w:val="00B942BF"/>
    <w:rsid w:val="00B97569"/>
    <w:rsid w:val="00BB03CE"/>
    <w:rsid w:val="00BB13F8"/>
    <w:rsid w:val="00BB27EE"/>
    <w:rsid w:val="00BC1960"/>
    <w:rsid w:val="00BC48FA"/>
    <w:rsid w:val="00BC5CF3"/>
    <w:rsid w:val="00BC5E4A"/>
    <w:rsid w:val="00BC7C07"/>
    <w:rsid w:val="00BD0962"/>
    <w:rsid w:val="00BE4D86"/>
    <w:rsid w:val="00BE5D49"/>
    <w:rsid w:val="00BE7A38"/>
    <w:rsid w:val="00BF0E39"/>
    <w:rsid w:val="00BF1C45"/>
    <w:rsid w:val="00BF2724"/>
    <w:rsid w:val="00BF3D92"/>
    <w:rsid w:val="00BF6999"/>
    <w:rsid w:val="00C04D22"/>
    <w:rsid w:val="00C14B25"/>
    <w:rsid w:val="00C159D1"/>
    <w:rsid w:val="00C20204"/>
    <w:rsid w:val="00C247CC"/>
    <w:rsid w:val="00C264B7"/>
    <w:rsid w:val="00C26A5A"/>
    <w:rsid w:val="00C30A20"/>
    <w:rsid w:val="00C33B30"/>
    <w:rsid w:val="00C367E1"/>
    <w:rsid w:val="00C4255A"/>
    <w:rsid w:val="00C46C29"/>
    <w:rsid w:val="00C4784D"/>
    <w:rsid w:val="00C47E16"/>
    <w:rsid w:val="00C5151A"/>
    <w:rsid w:val="00C62B42"/>
    <w:rsid w:val="00C641A9"/>
    <w:rsid w:val="00C64508"/>
    <w:rsid w:val="00C71BA2"/>
    <w:rsid w:val="00C739A3"/>
    <w:rsid w:val="00C771E3"/>
    <w:rsid w:val="00C80555"/>
    <w:rsid w:val="00C80EE1"/>
    <w:rsid w:val="00C8578E"/>
    <w:rsid w:val="00C86315"/>
    <w:rsid w:val="00C8669F"/>
    <w:rsid w:val="00C86B0C"/>
    <w:rsid w:val="00C912D9"/>
    <w:rsid w:val="00CA2D1C"/>
    <w:rsid w:val="00CB2A0D"/>
    <w:rsid w:val="00CC123A"/>
    <w:rsid w:val="00CC180C"/>
    <w:rsid w:val="00CC36E6"/>
    <w:rsid w:val="00CD0185"/>
    <w:rsid w:val="00CD023A"/>
    <w:rsid w:val="00CD3405"/>
    <w:rsid w:val="00CD3E26"/>
    <w:rsid w:val="00CF124C"/>
    <w:rsid w:val="00CF3D30"/>
    <w:rsid w:val="00CF41CC"/>
    <w:rsid w:val="00CF5B8C"/>
    <w:rsid w:val="00D05355"/>
    <w:rsid w:val="00D11AFE"/>
    <w:rsid w:val="00D16623"/>
    <w:rsid w:val="00D249AE"/>
    <w:rsid w:val="00D25879"/>
    <w:rsid w:val="00D32200"/>
    <w:rsid w:val="00D3349E"/>
    <w:rsid w:val="00D34621"/>
    <w:rsid w:val="00D34EA9"/>
    <w:rsid w:val="00D361D1"/>
    <w:rsid w:val="00D400B8"/>
    <w:rsid w:val="00D41081"/>
    <w:rsid w:val="00D42821"/>
    <w:rsid w:val="00D4564E"/>
    <w:rsid w:val="00D50B48"/>
    <w:rsid w:val="00D512A3"/>
    <w:rsid w:val="00D513DB"/>
    <w:rsid w:val="00D51E37"/>
    <w:rsid w:val="00D566F0"/>
    <w:rsid w:val="00D611DA"/>
    <w:rsid w:val="00D61A9C"/>
    <w:rsid w:val="00D7058C"/>
    <w:rsid w:val="00D726B3"/>
    <w:rsid w:val="00D76283"/>
    <w:rsid w:val="00D76703"/>
    <w:rsid w:val="00D769F2"/>
    <w:rsid w:val="00D941B3"/>
    <w:rsid w:val="00DA4E61"/>
    <w:rsid w:val="00DA7C37"/>
    <w:rsid w:val="00DB0728"/>
    <w:rsid w:val="00DB09B9"/>
    <w:rsid w:val="00DB2DBE"/>
    <w:rsid w:val="00DB2DBF"/>
    <w:rsid w:val="00DB3CA6"/>
    <w:rsid w:val="00DB6DEA"/>
    <w:rsid w:val="00DD6051"/>
    <w:rsid w:val="00DD746E"/>
    <w:rsid w:val="00DE3754"/>
    <w:rsid w:val="00DE58F1"/>
    <w:rsid w:val="00DF1DFF"/>
    <w:rsid w:val="00E02AAF"/>
    <w:rsid w:val="00E02CCA"/>
    <w:rsid w:val="00E04B0E"/>
    <w:rsid w:val="00E1167B"/>
    <w:rsid w:val="00E15E18"/>
    <w:rsid w:val="00E24E77"/>
    <w:rsid w:val="00E30F26"/>
    <w:rsid w:val="00E315D7"/>
    <w:rsid w:val="00E33890"/>
    <w:rsid w:val="00E3577C"/>
    <w:rsid w:val="00E40AA1"/>
    <w:rsid w:val="00E4296B"/>
    <w:rsid w:val="00E46457"/>
    <w:rsid w:val="00E4726D"/>
    <w:rsid w:val="00E50795"/>
    <w:rsid w:val="00E52E58"/>
    <w:rsid w:val="00E53D8C"/>
    <w:rsid w:val="00E55D54"/>
    <w:rsid w:val="00E579D0"/>
    <w:rsid w:val="00E6173D"/>
    <w:rsid w:val="00E6292D"/>
    <w:rsid w:val="00E664C2"/>
    <w:rsid w:val="00E707B0"/>
    <w:rsid w:val="00E73A1F"/>
    <w:rsid w:val="00E7642D"/>
    <w:rsid w:val="00E841F2"/>
    <w:rsid w:val="00E858EA"/>
    <w:rsid w:val="00E86DBF"/>
    <w:rsid w:val="00E91817"/>
    <w:rsid w:val="00E95DFA"/>
    <w:rsid w:val="00EA1294"/>
    <w:rsid w:val="00EA3E22"/>
    <w:rsid w:val="00EA7B84"/>
    <w:rsid w:val="00EB0885"/>
    <w:rsid w:val="00EC0B89"/>
    <w:rsid w:val="00EC63FC"/>
    <w:rsid w:val="00EC6F26"/>
    <w:rsid w:val="00ED26CD"/>
    <w:rsid w:val="00ED3005"/>
    <w:rsid w:val="00ED33E8"/>
    <w:rsid w:val="00ED6514"/>
    <w:rsid w:val="00ED699B"/>
    <w:rsid w:val="00EE189B"/>
    <w:rsid w:val="00EE24E9"/>
    <w:rsid w:val="00EE27E2"/>
    <w:rsid w:val="00EE2809"/>
    <w:rsid w:val="00EE4F3C"/>
    <w:rsid w:val="00EE673C"/>
    <w:rsid w:val="00EE6757"/>
    <w:rsid w:val="00EE7A3F"/>
    <w:rsid w:val="00EF0322"/>
    <w:rsid w:val="00EF448E"/>
    <w:rsid w:val="00F028D1"/>
    <w:rsid w:val="00F04616"/>
    <w:rsid w:val="00F0784C"/>
    <w:rsid w:val="00F12DB6"/>
    <w:rsid w:val="00F15F86"/>
    <w:rsid w:val="00F223B3"/>
    <w:rsid w:val="00F235C0"/>
    <w:rsid w:val="00F27742"/>
    <w:rsid w:val="00F301DA"/>
    <w:rsid w:val="00F34F4D"/>
    <w:rsid w:val="00F35786"/>
    <w:rsid w:val="00F359E4"/>
    <w:rsid w:val="00F37BAC"/>
    <w:rsid w:val="00F37E05"/>
    <w:rsid w:val="00F40115"/>
    <w:rsid w:val="00F4542B"/>
    <w:rsid w:val="00F4546A"/>
    <w:rsid w:val="00F456E4"/>
    <w:rsid w:val="00F50697"/>
    <w:rsid w:val="00F51548"/>
    <w:rsid w:val="00F52965"/>
    <w:rsid w:val="00F5297C"/>
    <w:rsid w:val="00F52FF8"/>
    <w:rsid w:val="00F54C74"/>
    <w:rsid w:val="00F5669A"/>
    <w:rsid w:val="00F578F3"/>
    <w:rsid w:val="00F60F42"/>
    <w:rsid w:val="00F64CB3"/>
    <w:rsid w:val="00F708CD"/>
    <w:rsid w:val="00F73F18"/>
    <w:rsid w:val="00F77CCB"/>
    <w:rsid w:val="00F863A9"/>
    <w:rsid w:val="00F9102A"/>
    <w:rsid w:val="00FA35E0"/>
    <w:rsid w:val="00FA578A"/>
    <w:rsid w:val="00FB4A02"/>
    <w:rsid w:val="00FC0142"/>
    <w:rsid w:val="00FC06A8"/>
    <w:rsid w:val="00FC0DE8"/>
    <w:rsid w:val="00FC2E08"/>
    <w:rsid w:val="00FD0F39"/>
    <w:rsid w:val="00FD5192"/>
    <w:rsid w:val="00FD669C"/>
    <w:rsid w:val="00FD76C9"/>
    <w:rsid w:val="00FD7F2C"/>
    <w:rsid w:val="00FE09BD"/>
    <w:rsid w:val="00FF662F"/>
    <w:rsid w:val="00FF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6B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11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2C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8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669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62B42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04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64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6405"/>
    <w:rPr>
      <w:rFonts w:cs="Times New Roman"/>
    </w:rPr>
  </w:style>
  <w:style w:type="table" w:styleId="LightShading-Accent5">
    <w:name w:val="Light Shading Accent 5"/>
    <w:basedOn w:val="TableNormal"/>
    <w:uiPriority w:val="99"/>
    <w:rsid w:val="00942A50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Hyperlink">
    <w:name w:val="Hyperlink"/>
    <w:basedOn w:val="DefaultParagraphFont"/>
    <w:uiPriority w:val="99"/>
    <w:rsid w:val="00677E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7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.tr/url?q=http://trwat.com/ucuz-ucak-biletleri/&amp;sa=U&amp;ei=HRZJU7DuC8iO7QabroDgDQ&amp;ved=0CDAQ9QEwAg&amp;usg=AFQjCNHoMRztzq9Z676TkCGbQODzLLcE5A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4.png"/><Relationship Id="rId39" Type="http://schemas.openxmlformats.org/officeDocument/2006/relationships/image" Target="media/image27.emf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29.png"/><Relationship Id="rId47" Type="http://schemas.openxmlformats.org/officeDocument/2006/relationships/image" Target="media/image33.png"/><Relationship Id="rId50" Type="http://schemas.openxmlformats.org/officeDocument/2006/relationships/hyperlink" Target="https://www.google.com.tr/url?q=http://www.aksuvinc.com/tags/vinc-kiralama&amp;sa=U&amp;ei=expJU4L7EPLe7AbF04HgCQ&amp;ved=0CFAQ9QEwEg&amp;usg=AFQjCNEjQX8usb0du1MrcjUec3nI16zUEg" TargetMode="External"/><Relationship Id="rId55" Type="http://schemas.openxmlformats.org/officeDocument/2006/relationships/image" Target="media/image38.jpeg"/><Relationship Id="rId63" Type="http://schemas.openxmlformats.org/officeDocument/2006/relationships/image" Target="media/image43.png"/><Relationship Id="rId68" Type="http://schemas.openxmlformats.org/officeDocument/2006/relationships/image" Target="media/image47.png"/><Relationship Id="rId7" Type="http://schemas.openxmlformats.org/officeDocument/2006/relationships/image" Target="media/image1.png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9" Type="http://schemas.openxmlformats.org/officeDocument/2006/relationships/image" Target="media/image17.png"/><Relationship Id="rId11" Type="http://schemas.openxmlformats.org/officeDocument/2006/relationships/hyperlink" Target="https://www.google.com.tr/url?q=http://www.bahceaydinlatma.net/aydinlatma/aydinlatma-diregi.php&amp;sa=U&amp;ei=vRZJU7G5I4ey7AaZmYDADQ&amp;ved=0CFIQ9QEwEw&amp;usg=AFQjCNFhkHrQTuIZOvXP7jiIe_Dc7eNIzQ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1.png"/><Relationship Id="rId53" Type="http://schemas.openxmlformats.org/officeDocument/2006/relationships/image" Target="media/image37.jpeg"/><Relationship Id="rId58" Type="http://schemas.openxmlformats.org/officeDocument/2006/relationships/image" Target="media/image40.png"/><Relationship Id="rId66" Type="http://schemas.openxmlformats.org/officeDocument/2006/relationships/image" Target="media/image46.png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.tr/url?q=http://www.netresim.net/img1695.search.htm&amp;sa=U&amp;ei=6x9JU4KFLubF7AbJkYDABQ&amp;ved=0CC4Q9QEwAQ&amp;usg=AFQjCNFA53eGT3oBVktw4_iCM9gWb0jlvw" TargetMode="Externa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5.png"/><Relationship Id="rId57" Type="http://schemas.openxmlformats.org/officeDocument/2006/relationships/oleObject" Target="embeddings/oleObject3.bin"/><Relationship Id="rId61" Type="http://schemas.openxmlformats.org/officeDocument/2006/relationships/oleObject" Target="embeddings/oleObject5.bin"/><Relationship Id="rId10" Type="http://schemas.openxmlformats.org/officeDocument/2006/relationships/image" Target="media/image3.jpeg"/><Relationship Id="rId19" Type="http://schemas.openxmlformats.org/officeDocument/2006/relationships/hyperlink" Target="https://www.google.com.tr/url?q=http://nardisjazz.com/2010/01/ntv-radyoda-102-8-tulug-tirpan-art-of-trio-konseri-var/&amp;sa=U&amp;ei=1BxJU5uXMY-f7gbqv4HgCQ&amp;ved=0CCwQ9QEwAA&amp;usg=AFQjCNHBFjVyAe1xDakCmbPqg6GBC7X3vQ" TargetMode="External"/><Relationship Id="rId31" Type="http://schemas.openxmlformats.org/officeDocument/2006/relationships/image" Target="media/image19.png"/><Relationship Id="rId44" Type="http://schemas.openxmlformats.org/officeDocument/2006/relationships/oleObject" Target="embeddings/oleObject2.bin"/><Relationship Id="rId52" Type="http://schemas.openxmlformats.org/officeDocument/2006/relationships/hyperlink" Target="https://www.google.com.tr/url?q=http://www.kaliteliresimler.com/img85.htm&amp;sa=U&amp;ei=2BlJU-X2BeLe7Abr5IDgAg&amp;ved=0CDAQ9QEwAg&amp;usg=AFQjCNG7DaAiu1AZC6NmmoHi3WDtzB6ajg" TargetMode="External"/><Relationship Id="rId60" Type="http://schemas.openxmlformats.org/officeDocument/2006/relationships/image" Target="media/image41.png"/><Relationship Id="rId65" Type="http://schemas.openxmlformats.org/officeDocument/2006/relationships/image" Target="media/image45.e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tr/url?q=http://www.arabamodelleri.biz/page/4&amp;sa=U&amp;ei=NxVJU5noF4ud7QbXrYFg&amp;ved=0CC4Q9QEwAQ&amp;usg=AFQjCNE4VTB-DWhHqrBnfQEcf3Wmj0kj0Q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0.png"/><Relationship Id="rId48" Type="http://schemas.openxmlformats.org/officeDocument/2006/relationships/image" Target="media/image34.png"/><Relationship Id="rId56" Type="http://schemas.openxmlformats.org/officeDocument/2006/relationships/image" Target="media/image39.png"/><Relationship Id="rId64" Type="http://schemas.openxmlformats.org/officeDocument/2006/relationships/image" Target="media/image44.png"/><Relationship Id="rId69" Type="http://schemas.openxmlformats.org/officeDocument/2006/relationships/image" Target="media/image48.png"/><Relationship Id="rId8" Type="http://schemas.openxmlformats.org/officeDocument/2006/relationships/image" Target="media/image2.png"/><Relationship Id="rId51" Type="http://schemas.openxmlformats.org/officeDocument/2006/relationships/image" Target="media/image36.jpe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hyperlink" Target="https://www.google.com.tr/url?q=http://www.medikal.nl/okul-cantalarina-dikkat&amp;sa=U&amp;ei=gxxJU_q-IeOP7AbQgoCADw&amp;ved=0CCwQ9QEwAA&amp;usg=AFQjCNGv-f0nQWA0tA8xBhZBKopj5u0Vlw" TargetMode="External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2.png"/><Relationship Id="rId59" Type="http://schemas.openxmlformats.org/officeDocument/2006/relationships/oleObject" Target="embeddings/oleObject4.bin"/><Relationship Id="rId67" Type="http://schemas.openxmlformats.org/officeDocument/2006/relationships/oleObject" Target="embeddings/oleObject6.bin"/><Relationship Id="rId20" Type="http://schemas.openxmlformats.org/officeDocument/2006/relationships/image" Target="media/image8.jpeg"/><Relationship Id="rId41" Type="http://schemas.openxmlformats.org/officeDocument/2006/relationships/oleObject" Target="embeddings/oleObject1.bin"/><Relationship Id="rId54" Type="http://schemas.openxmlformats.org/officeDocument/2006/relationships/hyperlink" Target="https://www.google.com.tr/url?q=http://www.uludagsozluk.com/k/u%C3%A7an-balon/&amp;sa=U&amp;ei=1BpJU67QEqSU7Qbb54A4&amp;ved=0CEwQ9QEwEA&amp;usg=AFQjCNEOOt75sr6FyZCmmEfqxIKMST8b4A" TargetMode="External"/><Relationship Id="rId62" Type="http://schemas.openxmlformats.org/officeDocument/2006/relationships/image" Target="media/image42.png"/><Relationship Id="rId70" Type="http://schemas.openxmlformats.org/officeDocument/2006/relationships/hyperlink" Target="http://www.sorubak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430</TotalTime>
  <Pages>5</Pages>
  <Words>1902</Words>
  <Characters>10842</Characters>
  <Application>Microsoft Office Outlook</Application>
  <DocSecurity>0</DocSecurity>
  <Lines>0</Lines>
  <Paragraphs>0</Paragraphs>
  <ScaleCrop>false</ScaleCrop>
  <Company>by olmez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UltraXP User</dc:creator>
  <cp:keywords/>
  <dc:description/>
  <cp:lastModifiedBy>edanur</cp:lastModifiedBy>
  <cp:revision>99</cp:revision>
  <cp:lastPrinted>2014-04-14T17:55:00Z</cp:lastPrinted>
  <dcterms:created xsi:type="dcterms:W3CDTF">2014-04-03T17:27:00Z</dcterms:created>
  <dcterms:modified xsi:type="dcterms:W3CDTF">2014-04-21T18:52:00Z</dcterms:modified>
</cp:coreProperties>
</file>