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087" w:rsidRPr="00384C95" w:rsidRDefault="002C3087" w:rsidP="006B6469">
      <w:pPr>
        <w:rPr>
          <w:sz w:val="24"/>
          <w:szCs w:val="24"/>
        </w:rPr>
      </w:pPr>
      <w:r>
        <w:rPr>
          <w:sz w:val="24"/>
          <w:szCs w:val="24"/>
        </w:rPr>
        <w:t>ADI VE SOYADI: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TARİH: 08/10/2014</w:t>
      </w:r>
    </w:p>
    <w:p w:rsidR="002C3087" w:rsidRPr="00384C95" w:rsidRDefault="002C3087" w:rsidP="006B6469">
      <w:pPr>
        <w:rPr>
          <w:sz w:val="24"/>
          <w:szCs w:val="24"/>
        </w:rPr>
      </w:pPr>
      <w:r w:rsidRPr="00384C95">
        <w:rPr>
          <w:sz w:val="24"/>
          <w:szCs w:val="24"/>
        </w:rPr>
        <w:t>SINIFI VE NU  :</w:t>
      </w:r>
    </w:p>
    <w:p w:rsidR="002C3087" w:rsidRPr="00384C95" w:rsidRDefault="002C3087" w:rsidP="00384C95">
      <w:pPr>
        <w:rPr>
          <w:sz w:val="24"/>
          <w:szCs w:val="24"/>
        </w:rPr>
      </w:pPr>
      <w:r w:rsidRPr="00384C95">
        <w:rPr>
          <w:sz w:val="24"/>
          <w:szCs w:val="24"/>
        </w:rPr>
        <w:t>2014-2015 EĞİTİM ÖĞRETİM YILI ANTALYA MURATPAŞA İLÇESİ MUSTAFA KEMAL AYANOĞLU İLKOKULU</w:t>
      </w:r>
    </w:p>
    <w:p w:rsidR="002C3087" w:rsidRPr="00384C95" w:rsidRDefault="002C3087" w:rsidP="006B6469">
      <w:pPr>
        <w:ind w:left="1416" w:firstLine="708"/>
        <w:rPr>
          <w:sz w:val="24"/>
          <w:szCs w:val="24"/>
        </w:rPr>
      </w:pPr>
      <w:r w:rsidRPr="00384C95">
        <w:rPr>
          <w:sz w:val="24"/>
          <w:szCs w:val="24"/>
        </w:rPr>
        <w:t xml:space="preserve"> 3-C SINIFI FEN BİLİMLERİ DERSİ 1. DEĞERLENDİRME SORULARI</w:t>
      </w:r>
    </w:p>
    <w:p w:rsidR="002C3087" w:rsidRPr="00384C95" w:rsidRDefault="002C3087" w:rsidP="006B6469">
      <w:pPr>
        <w:ind w:firstLine="708"/>
        <w:rPr>
          <w:sz w:val="24"/>
          <w:szCs w:val="24"/>
        </w:rPr>
      </w:pPr>
      <w:r w:rsidRPr="00384C95">
        <w:rPr>
          <w:sz w:val="24"/>
          <w:szCs w:val="24"/>
        </w:rPr>
        <w:t>Aşağıdaki soruları cevaplayalım.</w:t>
      </w:r>
    </w:p>
    <w:p w:rsidR="002C3087" w:rsidRPr="00384C95" w:rsidRDefault="002C3087" w:rsidP="006B6469">
      <w:pPr>
        <w:rPr>
          <w:sz w:val="24"/>
          <w:szCs w:val="24"/>
        </w:rPr>
      </w:pPr>
      <w:r w:rsidRPr="00384C95">
        <w:rPr>
          <w:sz w:val="24"/>
          <w:szCs w:val="24"/>
        </w:rPr>
        <w:t>1-Duyu organlarımızı ve görevlerini yazalım.</w:t>
      </w:r>
      <w:r w:rsidRPr="009948EE">
        <w:t xml:space="preserve"> </w:t>
      </w:r>
      <w:r w:rsidRPr="009948EE">
        <w:rPr>
          <w:sz w:val="24"/>
          <w:szCs w:val="24"/>
        </w:rPr>
        <w:t>(8p)</w:t>
      </w:r>
    </w:p>
    <w:p w:rsidR="002C3087" w:rsidRPr="00384C95" w:rsidRDefault="002C3087" w:rsidP="006B6469">
      <w:pPr>
        <w:rPr>
          <w:sz w:val="24"/>
          <w:szCs w:val="24"/>
        </w:rPr>
      </w:pPr>
      <w:r w:rsidRPr="00384C95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</w:t>
      </w:r>
      <w:r w:rsidRPr="00384C95">
        <w:rPr>
          <w:sz w:val="24"/>
          <w:szCs w:val="24"/>
        </w:rPr>
        <w:t>2-Burun sağlığımız için yapmamız gerekenlerden iki tanesini yazalım.</w:t>
      </w:r>
      <w:r w:rsidRPr="009948EE">
        <w:t xml:space="preserve"> </w:t>
      </w:r>
      <w:r w:rsidRPr="009948EE">
        <w:rPr>
          <w:sz w:val="24"/>
          <w:szCs w:val="24"/>
        </w:rPr>
        <w:t>(8p)</w:t>
      </w:r>
    </w:p>
    <w:p w:rsidR="002C3087" w:rsidRPr="00384C95" w:rsidRDefault="002C3087" w:rsidP="006B6469">
      <w:pPr>
        <w:rPr>
          <w:sz w:val="24"/>
          <w:szCs w:val="24"/>
        </w:rPr>
      </w:pPr>
      <w:r w:rsidRPr="00384C95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3087" w:rsidRPr="00384C95" w:rsidRDefault="002C3087" w:rsidP="006B6469">
      <w:pPr>
        <w:rPr>
          <w:sz w:val="24"/>
          <w:szCs w:val="24"/>
        </w:rPr>
      </w:pPr>
      <w:r>
        <w:rPr>
          <w:sz w:val="24"/>
          <w:szCs w:val="24"/>
        </w:rPr>
        <w:t>3-</w:t>
      </w:r>
      <w:r w:rsidRPr="00384C95">
        <w:rPr>
          <w:sz w:val="24"/>
          <w:szCs w:val="24"/>
        </w:rPr>
        <w:t>Kulak  sağlığımız için yapmamız gerekenlerden iki tanesini yazalım.</w:t>
      </w:r>
      <w:r w:rsidRPr="009948EE">
        <w:t xml:space="preserve"> </w:t>
      </w:r>
      <w:r w:rsidRPr="009948EE">
        <w:rPr>
          <w:sz w:val="24"/>
          <w:szCs w:val="24"/>
        </w:rPr>
        <w:t>(8p)</w:t>
      </w:r>
    </w:p>
    <w:p w:rsidR="002C3087" w:rsidRPr="00384C95" w:rsidRDefault="002C3087" w:rsidP="006B6469">
      <w:pPr>
        <w:rPr>
          <w:sz w:val="24"/>
          <w:szCs w:val="24"/>
        </w:rPr>
      </w:pPr>
      <w:r w:rsidRPr="00384C95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</w:t>
      </w:r>
    </w:p>
    <w:p w:rsidR="002C3087" w:rsidRPr="00384C95" w:rsidRDefault="002C3087" w:rsidP="006B6469">
      <w:pPr>
        <w:rPr>
          <w:sz w:val="24"/>
          <w:szCs w:val="24"/>
        </w:rPr>
      </w:pPr>
      <w:r w:rsidRPr="00384C95">
        <w:rPr>
          <w:sz w:val="24"/>
          <w:szCs w:val="24"/>
        </w:rPr>
        <w:t>4-Göz  sağlığımız için yapmamız gerekenlerden iki tanesini yazalım.</w:t>
      </w:r>
      <w:r w:rsidRPr="009948EE">
        <w:t xml:space="preserve"> </w:t>
      </w:r>
      <w:r w:rsidRPr="009948EE">
        <w:rPr>
          <w:sz w:val="24"/>
          <w:szCs w:val="24"/>
        </w:rPr>
        <w:t>(8p)</w:t>
      </w:r>
    </w:p>
    <w:p w:rsidR="002C3087" w:rsidRPr="00384C95" w:rsidRDefault="002C3087" w:rsidP="006B6469">
      <w:pPr>
        <w:rPr>
          <w:sz w:val="24"/>
          <w:szCs w:val="24"/>
        </w:rPr>
      </w:pPr>
      <w:r w:rsidRPr="00384C95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5-Dil sağlığımız için yapmamız gerekenlerden iki tanesini yazalım.</w:t>
      </w:r>
      <w:r w:rsidRPr="009948EE">
        <w:t xml:space="preserve"> </w:t>
      </w:r>
      <w:r w:rsidRPr="009948EE">
        <w:rPr>
          <w:sz w:val="24"/>
          <w:szCs w:val="24"/>
        </w:rPr>
        <w:t>(8p)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6-Deri sağlığımız için yapmamız gerekenlerden iki tanesini yazalım.</w:t>
      </w:r>
      <w:r w:rsidRPr="009948EE">
        <w:t xml:space="preserve"> </w:t>
      </w:r>
      <w:r>
        <w:rPr>
          <w:sz w:val="24"/>
          <w:szCs w:val="24"/>
        </w:rPr>
        <w:t>(8</w:t>
      </w:r>
      <w:r w:rsidRPr="009948EE">
        <w:rPr>
          <w:sz w:val="24"/>
          <w:szCs w:val="24"/>
        </w:rPr>
        <w:t>p)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7-Aşağıda  verilen kelimeleri uygun yerlere yazalım.</w:t>
      </w:r>
      <w:r w:rsidRPr="009948EE">
        <w:t xml:space="preserve"> </w:t>
      </w:r>
      <w:r w:rsidRPr="009948EE">
        <w:rPr>
          <w:sz w:val="24"/>
          <w:szCs w:val="24"/>
        </w:rPr>
        <w:t>(6p)</w:t>
      </w:r>
    </w:p>
    <w:p w:rsidR="002C3087" w:rsidRPr="00384C95" w:rsidRDefault="002C3087" w:rsidP="00CB62D3">
      <w:pPr>
        <w:ind w:firstLine="708"/>
        <w:rPr>
          <w:sz w:val="24"/>
          <w:szCs w:val="24"/>
        </w:rPr>
      </w:pPr>
      <w:r w:rsidRPr="00384C95">
        <w:rPr>
          <w:sz w:val="24"/>
          <w:szCs w:val="24"/>
        </w:rPr>
        <w:t>Kulaklarımız – temiz – gözlerimiz – konuşmamızı – beş --  burun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Duyu organlarımız ................................tanedir.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Çok yakından televizyon izlersek ....................................................... bozulur.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Dil tat almamızı ve ....................................................................sağlar.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.....................................................koku almamızı sağlar.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....................................................olmasaydı duyamazdık.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8-Aşağıda verilen cümlelerin başına doğru ise (D), yanlış ise (Y) yazalım.</w:t>
      </w:r>
      <w:r>
        <w:rPr>
          <w:sz w:val="24"/>
          <w:szCs w:val="24"/>
        </w:rPr>
        <w:t>(6p)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(</w:t>
      </w:r>
      <w:r w:rsidRPr="00384C95">
        <w:rPr>
          <w:sz w:val="24"/>
          <w:szCs w:val="24"/>
        </w:rPr>
        <w:tab/>
        <w:t>) Deri sağlığımız için yüksek sesli ortamlarda bulunmalıyız.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(</w:t>
      </w:r>
      <w:r w:rsidRPr="00384C95">
        <w:rPr>
          <w:sz w:val="24"/>
          <w:szCs w:val="24"/>
        </w:rPr>
        <w:tab/>
        <w:t>) Duyu organlarımız beş tanedir. Bunlar kulak, burun, göz, deri, dildir.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(</w:t>
      </w:r>
      <w:r w:rsidRPr="00384C95">
        <w:rPr>
          <w:sz w:val="24"/>
          <w:szCs w:val="24"/>
        </w:rPr>
        <w:tab/>
        <w:t>) Duyu organlarımızın hepsini temiz tutmalıyız.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(</w:t>
      </w:r>
      <w:r w:rsidRPr="00384C95">
        <w:rPr>
          <w:sz w:val="24"/>
          <w:szCs w:val="24"/>
        </w:rPr>
        <w:tab/>
        <w:t>) Dil tat almamızı sağlar. Ayrıca koku almamızı da sağlar.</w:t>
      </w:r>
    </w:p>
    <w:p w:rsidR="002C3087" w:rsidRPr="00384C95" w:rsidRDefault="002C3087" w:rsidP="0060167E">
      <w:pPr>
        <w:rPr>
          <w:sz w:val="24"/>
          <w:szCs w:val="24"/>
        </w:rPr>
      </w:pPr>
      <w:r w:rsidRPr="00384C95">
        <w:rPr>
          <w:sz w:val="24"/>
          <w:szCs w:val="24"/>
        </w:rPr>
        <w:t>9-‘’ ........................................ aşırı ışıktan korumalıyız.’’ cümlesini aşağıdakilerden hangisi tamamlar?</w:t>
      </w:r>
      <w:r w:rsidRPr="009948EE">
        <w:t xml:space="preserve"> </w:t>
      </w:r>
      <w:r>
        <w:rPr>
          <w:sz w:val="24"/>
          <w:szCs w:val="24"/>
        </w:rPr>
        <w:t>(5</w:t>
      </w:r>
      <w:r w:rsidRPr="009948EE">
        <w:rPr>
          <w:sz w:val="24"/>
          <w:szCs w:val="24"/>
        </w:rPr>
        <w:t>p)</w:t>
      </w:r>
    </w:p>
    <w:p w:rsidR="002C3087" w:rsidRPr="00384C95" w:rsidRDefault="002C3087" w:rsidP="002021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4C95">
        <w:rPr>
          <w:sz w:val="24"/>
          <w:szCs w:val="24"/>
        </w:rPr>
        <w:t>kulağımızı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B) derimizi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C) gözümüzü</w:t>
      </w:r>
    </w:p>
    <w:p w:rsidR="002C3087" w:rsidRPr="00384C95" w:rsidRDefault="002C3087" w:rsidP="002021D2">
      <w:pPr>
        <w:rPr>
          <w:rFonts w:ascii="Arial Black" w:hAnsi="Arial Black"/>
          <w:sz w:val="24"/>
          <w:szCs w:val="24"/>
        </w:rPr>
      </w:pPr>
      <w:r w:rsidRPr="00384C95">
        <w:rPr>
          <w:sz w:val="24"/>
          <w:szCs w:val="24"/>
        </w:rPr>
        <w:t xml:space="preserve">10-Suyun altında yüzen Müşerref, hangi duyu organını </w:t>
      </w:r>
      <w:r w:rsidRPr="00384C95">
        <w:rPr>
          <w:rFonts w:ascii="Arial Black" w:hAnsi="Arial Black"/>
          <w:sz w:val="24"/>
          <w:szCs w:val="24"/>
        </w:rPr>
        <w:t>kullanmaz?</w:t>
      </w:r>
      <w:r w:rsidRPr="009948EE">
        <w:t xml:space="preserve"> (5p)</w:t>
      </w:r>
    </w:p>
    <w:p w:rsidR="002C3087" w:rsidRPr="00384C95" w:rsidRDefault="002C3087" w:rsidP="00F8285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84C95">
        <w:rPr>
          <w:sz w:val="24"/>
          <w:szCs w:val="24"/>
        </w:rPr>
        <w:t>Burun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B) göz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C) kulak</w:t>
      </w:r>
    </w:p>
    <w:p w:rsidR="002C3087" w:rsidRPr="00384C95" w:rsidRDefault="002C3087" w:rsidP="00F82853">
      <w:pPr>
        <w:rPr>
          <w:sz w:val="24"/>
          <w:szCs w:val="24"/>
        </w:rPr>
      </w:pPr>
      <w:r w:rsidRPr="00384C95">
        <w:rPr>
          <w:sz w:val="24"/>
          <w:szCs w:val="24"/>
        </w:rPr>
        <w:t xml:space="preserve">11- </w:t>
      </w:r>
      <w:r w:rsidRPr="00384C95">
        <w:rPr>
          <w:sz w:val="24"/>
          <w:szCs w:val="24"/>
        </w:rPr>
        <w:tab/>
        <w:t xml:space="preserve">Yusuf: Nefes almamızı sağlar. </w:t>
      </w:r>
    </w:p>
    <w:p w:rsidR="002C3087" w:rsidRPr="00384C95" w:rsidRDefault="002C3087" w:rsidP="00F82853">
      <w:pPr>
        <w:rPr>
          <w:sz w:val="24"/>
          <w:szCs w:val="24"/>
        </w:rPr>
      </w:pPr>
      <w:r w:rsidRPr="00384C95">
        <w:rPr>
          <w:sz w:val="24"/>
          <w:szCs w:val="24"/>
        </w:rPr>
        <w:tab/>
        <w:t>Kardelen: Koku almamızı sağlar.</w:t>
      </w:r>
    </w:p>
    <w:p w:rsidR="002C3087" w:rsidRPr="00384C95" w:rsidRDefault="002C3087" w:rsidP="00F82853">
      <w:pPr>
        <w:rPr>
          <w:sz w:val="24"/>
          <w:szCs w:val="24"/>
        </w:rPr>
      </w:pPr>
      <w:r w:rsidRPr="00384C95">
        <w:rPr>
          <w:sz w:val="24"/>
          <w:szCs w:val="24"/>
        </w:rPr>
        <w:tab/>
        <w:t>Aziz: Dokunma hissini sağlar.</w:t>
      </w:r>
    </w:p>
    <w:p w:rsidR="002C3087" w:rsidRPr="00384C95" w:rsidRDefault="002C3087" w:rsidP="00F82853">
      <w:pPr>
        <w:rPr>
          <w:sz w:val="24"/>
          <w:szCs w:val="24"/>
        </w:rPr>
      </w:pPr>
      <w:r w:rsidRPr="00384C95">
        <w:rPr>
          <w:sz w:val="24"/>
          <w:szCs w:val="24"/>
        </w:rPr>
        <w:tab/>
        <w:t xml:space="preserve">Burun ile ilgili bilgi veren öğrencilerden hangisi </w:t>
      </w:r>
      <w:r w:rsidRPr="00384C95">
        <w:rPr>
          <w:rFonts w:ascii="Arial Black" w:hAnsi="Arial Black"/>
          <w:sz w:val="24"/>
          <w:szCs w:val="24"/>
        </w:rPr>
        <w:t>yanlış</w:t>
      </w:r>
      <w:r w:rsidRPr="00384C95">
        <w:rPr>
          <w:sz w:val="24"/>
          <w:szCs w:val="24"/>
        </w:rPr>
        <w:t xml:space="preserve"> bilgi vermiştir?</w:t>
      </w:r>
      <w:r w:rsidRPr="009948EE">
        <w:t xml:space="preserve"> </w:t>
      </w:r>
      <w:r w:rsidRPr="009948EE">
        <w:rPr>
          <w:sz w:val="24"/>
          <w:szCs w:val="24"/>
        </w:rPr>
        <w:t>(5p)</w:t>
      </w:r>
    </w:p>
    <w:p w:rsidR="002C3087" w:rsidRPr="00384C95" w:rsidRDefault="002C3087" w:rsidP="00F8285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84C95">
        <w:rPr>
          <w:sz w:val="24"/>
          <w:szCs w:val="24"/>
        </w:rPr>
        <w:t>Yusuf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B) Kardelen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C) Aziz</w:t>
      </w:r>
    </w:p>
    <w:p w:rsidR="002C3087" w:rsidRPr="00384C95" w:rsidRDefault="002C3087" w:rsidP="00F82853">
      <w:pPr>
        <w:rPr>
          <w:sz w:val="24"/>
          <w:szCs w:val="24"/>
        </w:rPr>
      </w:pPr>
      <w:r w:rsidRPr="00384C95">
        <w:rPr>
          <w:sz w:val="24"/>
          <w:szCs w:val="24"/>
        </w:rPr>
        <w:t>12- ‘’ Çok sıcak ya da  çok soğuk yiyecek ve içeçeklerden kaçınmalıyız.’’ Uyarısı hangi duyu organımızla ilgilidir?</w:t>
      </w:r>
      <w:r w:rsidRPr="009948EE">
        <w:t xml:space="preserve"> </w:t>
      </w:r>
      <w:r w:rsidRPr="009948EE">
        <w:rPr>
          <w:sz w:val="24"/>
          <w:szCs w:val="24"/>
        </w:rPr>
        <w:t>(5p)</w:t>
      </w:r>
    </w:p>
    <w:p w:rsidR="002C3087" w:rsidRPr="00384C95" w:rsidRDefault="002C3087" w:rsidP="0058465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84C95">
        <w:rPr>
          <w:sz w:val="24"/>
          <w:szCs w:val="24"/>
        </w:rPr>
        <w:t>Deri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B) burun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C) dil</w:t>
      </w:r>
    </w:p>
    <w:p w:rsidR="002C3087" w:rsidRPr="00384C95" w:rsidRDefault="002C3087" w:rsidP="00584654">
      <w:pPr>
        <w:rPr>
          <w:sz w:val="24"/>
          <w:szCs w:val="24"/>
        </w:rPr>
      </w:pPr>
      <w:r w:rsidRPr="00384C95">
        <w:rPr>
          <w:sz w:val="24"/>
          <w:szCs w:val="24"/>
        </w:rPr>
        <w:t>13-Tat alma organımız aşağıdakilerden hangisini de yapar?</w:t>
      </w:r>
      <w:r w:rsidRPr="009948EE">
        <w:t xml:space="preserve"> </w:t>
      </w:r>
      <w:r w:rsidRPr="009948EE">
        <w:rPr>
          <w:sz w:val="24"/>
          <w:szCs w:val="24"/>
        </w:rPr>
        <w:t>(5p)</w:t>
      </w:r>
    </w:p>
    <w:p w:rsidR="002C3087" w:rsidRPr="00384C95" w:rsidRDefault="002C3087" w:rsidP="0058465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384C95">
        <w:rPr>
          <w:sz w:val="24"/>
          <w:szCs w:val="24"/>
        </w:rPr>
        <w:t>Koku alma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B) Nefes alma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C) Konuşma</w:t>
      </w:r>
    </w:p>
    <w:p w:rsidR="002C3087" w:rsidRPr="00384C95" w:rsidRDefault="002C3087" w:rsidP="00584654">
      <w:pPr>
        <w:rPr>
          <w:sz w:val="24"/>
          <w:szCs w:val="24"/>
        </w:rPr>
      </w:pPr>
      <w:r w:rsidRPr="00384C95">
        <w:rPr>
          <w:sz w:val="24"/>
          <w:szCs w:val="24"/>
        </w:rPr>
        <w:t>14-Çiçekçiye girdiğimizde en baskın olarak aşağıdaki duyu organlarının hangilerini kullanırız?</w:t>
      </w:r>
      <w:r w:rsidRPr="009948EE">
        <w:t xml:space="preserve"> </w:t>
      </w:r>
      <w:r w:rsidRPr="009948EE">
        <w:rPr>
          <w:sz w:val="24"/>
          <w:szCs w:val="24"/>
        </w:rPr>
        <w:t>(5p)</w:t>
      </w:r>
    </w:p>
    <w:p w:rsidR="002C3087" w:rsidRPr="00384C95" w:rsidRDefault="002C3087" w:rsidP="0058465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384C95">
        <w:rPr>
          <w:sz w:val="24"/>
          <w:szCs w:val="24"/>
        </w:rPr>
        <w:t>Burun-kulak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B) göz-deri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C) göz-burun</w:t>
      </w:r>
    </w:p>
    <w:p w:rsidR="002C3087" w:rsidRPr="00384C95" w:rsidRDefault="002C3087" w:rsidP="00584654">
      <w:pPr>
        <w:rPr>
          <w:sz w:val="24"/>
          <w:szCs w:val="24"/>
        </w:rPr>
      </w:pPr>
      <w:r w:rsidRPr="00384C95">
        <w:rPr>
          <w:sz w:val="24"/>
          <w:szCs w:val="24"/>
        </w:rPr>
        <w:t>15-Gözleri görmeyen bir insanın müzikle ilgilenebilmesini aşağıdakilerden hangisi açıklar?</w:t>
      </w:r>
      <w:r w:rsidRPr="009948EE">
        <w:t xml:space="preserve"> </w:t>
      </w:r>
      <w:r w:rsidRPr="009948EE">
        <w:rPr>
          <w:sz w:val="24"/>
          <w:szCs w:val="24"/>
        </w:rPr>
        <w:t>(5p)</w:t>
      </w:r>
    </w:p>
    <w:p w:rsidR="002C3087" w:rsidRPr="00384C95" w:rsidRDefault="002C3087" w:rsidP="00384C9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384C95">
        <w:rPr>
          <w:sz w:val="24"/>
          <w:szCs w:val="24"/>
        </w:rPr>
        <w:t xml:space="preserve">Müzik için kulak yeterlidir. </w:t>
      </w:r>
      <w:r>
        <w:rPr>
          <w:sz w:val="24"/>
          <w:szCs w:val="24"/>
        </w:rPr>
        <w:t xml:space="preserve">   </w:t>
      </w:r>
      <w:r w:rsidRPr="00384C95">
        <w:rPr>
          <w:sz w:val="24"/>
          <w:szCs w:val="24"/>
        </w:rPr>
        <w:t>B)Müzik için burun yeterlidir.</w:t>
      </w:r>
      <w:r w:rsidRPr="00384C95">
        <w:rPr>
          <w:sz w:val="24"/>
          <w:szCs w:val="24"/>
        </w:rPr>
        <w:tab/>
        <w:t>C) Kör birisi müzik yapamaz.</w:t>
      </w:r>
    </w:p>
    <w:p w:rsidR="002C3087" w:rsidRPr="00384C95" w:rsidRDefault="002C3087" w:rsidP="00384C95">
      <w:pPr>
        <w:rPr>
          <w:sz w:val="24"/>
          <w:szCs w:val="24"/>
        </w:rPr>
      </w:pPr>
      <w:r w:rsidRPr="00384C95">
        <w:rPr>
          <w:sz w:val="24"/>
          <w:szCs w:val="24"/>
        </w:rPr>
        <w:t>16-Çevremizdeki varlıkları nasıl algılarız?</w:t>
      </w:r>
      <w:r w:rsidRPr="009948EE">
        <w:t xml:space="preserve"> </w:t>
      </w:r>
      <w:r w:rsidRPr="009948EE">
        <w:rPr>
          <w:sz w:val="24"/>
          <w:szCs w:val="24"/>
        </w:rPr>
        <w:t>(5p)</w:t>
      </w:r>
    </w:p>
    <w:p w:rsidR="002C3087" w:rsidRPr="00675166" w:rsidRDefault="002C3087" w:rsidP="00675166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384C95">
        <w:rPr>
          <w:sz w:val="24"/>
          <w:szCs w:val="24"/>
        </w:rPr>
        <w:t>Duyu organlarımızla</w:t>
      </w:r>
      <w:r w:rsidRPr="00384C95">
        <w:rPr>
          <w:sz w:val="24"/>
          <w:szCs w:val="24"/>
        </w:rPr>
        <w:tab/>
        <w:t>B) Kalbimizle</w:t>
      </w:r>
      <w:r w:rsidRPr="00384C95">
        <w:rPr>
          <w:sz w:val="24"/>
          <w:szCs w:val="24"/>
        </w:rPr>
        <w:tab/>
      </w:r>
      <w:r w:rsidRPr="00384C95">
        <w:rPr>
          <w:sz w:val="24"/>
          <w:szCs w:val="24"/>
        </w:rPr>
        <w:tab/>
        <w:t>C) Beynimizle</w:t>
      </w:r>
      <w:r w:rsidRPr="00384C95">
        <w:rPr>
          <w:sz w:val="24"/>
          <w:szCs w:val="24"/>
        </w:rPr>
        <w:tab/>
      </w:r>
    </w:p>
    <w:p w:rsidR="002C3087" w:rsidRDefault="002C3087" w:rsidP="00675166">
      <w:pPr>
        <w:pStyle w:val="ListParagraph"/>
        <w:ind w:left="1065"/>
        <w:rPr>
          <w:sz w:val="24"/>
          <w:szCs w:val="24"/>
        </w:rPr>
      </w:pPr>
    </w:p>
    <w:p w:rsidR="002C3087" w:rsidRDefault="002C3087" w:rsidP="00675166">
      <w:pPr>
        <w:pStyle w:val="ListParagraph"/>
        <w:ind w:left="1065"/>
        <w:rPr>
          <w:sz w:val="24"/>
          <w:szCs w:val="24"/>
        </w:rPr>
      </w:pPr>
      <w:r>
        <w:rPr>
          <w:sz w:val="24"/>
          <w:szCs w:val="24"/>
        </w:rPr>
        <w:t>KOLAY GELSİN KUZUCUKLARIM.</w:t>
      </w:r>
    </w:p>
    <w:p w:rsidR="002C3087" w:rsidRDefault="002C3087" w:rsidP="00675166">
      <w:pPr>
        <w:pStyle w:val="ListParagraph"/>
        <w:ind w:left="1065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GÜLSÜM YILDIZ</w:t>
      </w:r>
    </w:p>
    <w:p w:rsidR="002C3087" w:rsidRPr="00095FEB" w:rsidRDefault="002C3087" w:rsidP="00095FEB">
      <w:pPr>
        <w:pStyle w:val="ListParagraph"/>
        <w:ind w:left="1065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UZMAN SINIF ÖĞRETMENİ</w:t>
      </w:r>
      <w:bookmarkStart w:id="0" w:name="_GoBack"/>
      <w:bookmarkEnd w:id="0"/>
      <w:r>
        <w:tab/>
      </w:r>
      <w:r>
        <w:tab/>
      </w:r>
    </w:p>
    <w:sectPr w:rsidR="002C3087" w:rsidRPr="00095FEB" w:rsidSect="006B64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6424B"/>
    <w:multiLevelType w:val="hybridMultilevel"/>
    <w:tmpl w:val="7D32503E"/>
    <w:lvl w:ilvl="0" w:tplc="8460C0EA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35431892"/>
    <w:multiLevelType w:val="hybridMultilevel"/>
    <w:tmpl w:val="2C869B3A"/>
    <w:lvl w:ilvl="0" w:tplc="020CC42A">
      <w:start w:val="1"/>
      <w:numFmt w:val="upp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DB02271"/>
    <w:multiLevelType w:val="hybridMultilevel"/>
    <w:tmpl w:val="33C2FA7E"/>
    <w:lvl w:ilvl="0" w:tplc="B2C8400A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4E5F5A03"/>
    <w:multiLevelType w:val="hybridMultilevel"/>
    <w:tmpl w:val="C4D0D34C"/>
    <w:lvl w:ilvl="0" w:tplc="0D8E82EA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5301147D"/>
    <w:multiLevelType w:val="hybridMultilevel"/>
    <w:tmpl w:val="D6643A98"/>
    <w:lvl w:ilvl="0" w:tplc="6F60495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D210F99"/>
    <w:multiLevelType w:val="hybridMultilevel"/>
    <w:tmpl w:val="133C397C"/>
    <w:lvl w:ilvl="0" w:tplc="00FE774C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6AFB5A6D"/>
    <w:multiLevelType w:val="hybridMultilevel"/>
    <w:tmpl w:val="A9B033E2"/>
    <w:lvl w:ilvl="0" w:tplc="0CA0D40E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721F625D"/>
    <w:multiLevelType w:val="hybridMultilevel"/>
    <w:tmpl w:val="BD781628"/>
    <w:lvl w:ilvl="0" w:tplc="0714E12A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637"/>
    <w:rsid w:val="000930F9"/>
    <w:rsid w:val="00095FEB"/>
    <w:rsid w:val="002021D2"/>
    <w:rsid w:val="002C3087"/>
    <w:rsid w:val="003757B0"/>
    <w:rsid w:val="00384C95"/>
    <w:rsid w:val="00584654"/>
    <w:rsid w:val="0060167E"/>
    <w:rsid w:val="00675166"/>
    <w:rsid w:val="0068016D"/>
    <w:rsid w:val="006B6469"/>
    <w:rsid w:val="00733637"/>
    <w:rsid w:val="009948EE"/>
    <w:rsid w:val="00CB62D3"/>
    <w:rsid w:val="00F8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7B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02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2</Pages>
  <Words>794</Words>
  <Characters>4526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Gülsüm Yıldız</dc:creator>
  <cp:keywords/>
  <dc:description/>
  <cp:lastModifiedBy>gulcan</cp:lastModifiedBy>
  <cp:revision>10</cp:revision>
  <dcterms:created xsi:type="dcterms:W3CDTF">2014-10-08T18:15:00Z</dcterms:created>
  <dcterms:modified xsi:type="dcterms:W3CDTF">2014-10-08T22:08:00Z</dcterms:modified>
</cp:coreProperties>
</file>