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41" w:rsidRDefault="002D7B41">
      <w:r>
        <w:t xml:space="preserve">                                     HAREKET ÖZELLİKLERİ TESTİ</w:t>
      </w:r>
    </w:p>
    <w:p w:rsidR="002D7B41" w:rsidRDefault="002D7B41" w:rsidP="00385792">
      <w:pPr>
        <w:rPr>
          <w:sz w:val="24"/>
          <w:szCs w:val="24"/>
        </w:rPr>
      </w:pPr>
      <w:r>
        <w:rPr>
          <w:noProof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61.5pt;margin-top:2.35pt;width:186.75pt;height:40.5pt;z-index:251658240;visibility:visible;v-text-anchor:middle" adj="-2938,7867" filled="f" strokecolor="#00b050">
            <v:shadow on="t" color="black" opacity="24903f" origin=",.5" offset="0,.55556mm"/>
            <v:textbox>
              <w:txbxContent>
                <w:p w:rsidR="002D7B41" w:rsidRPr="00B03DB3" w:rsidRDefault="002D7B41" w:rsidP="00ED2C15">
                  <w:pPr>
                    <w:rPr>
                      <w:rFonts w:ascii="Cambria" w:hAnsi="Cambria" w:cs="Cambria"/>
                    </w:rPr>
                  </w:pPr>
                  <w:r w:rsidRPr="00B03DB3">
                    <w:rPr>
                      <w:rFonts w:ascii="Cambria" w:hAnsi="Cambria" w:cs="Cambria"/>
                    </w:rPr>
                    <w:t>Aşağıdakilerden hangisi hızlanan bir harekettir?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>1</w:t>
      </w:r>
      <w:r>
        <w:rPr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5" o:spid="_x0000_i1025" type="#_x0000_t75" alt="Açıklama: peo13" style="width:32.25pt;height:51.75pt;visibility:visible">
            <v:imagedata r:id="rId7" o:title=""/>
          </v:shape>
        </w:pic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 xml:space="preserve">a) Yukarı atılan top     b) Ağaçtan düşen elma </w: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 xml:space="preserve"> c) Kaleye giden top</w:t>
      </w:r>
      <w:r>
        <w:rPr>
          <w:noProof/>
          <w:lang w:eastAsia="tr-TR"/>
        </w:rPr>
        <w:pict>
          <v:shape id="_x0000_s1027" type="#_x0000_t62" style="position:absolute;margin-left:57pt;margin-top:25.65pt;width:186.75pt;height:40.5pt;z-index:251661312;visibility:visible;mso-position-horizontal-relative:text;mso-position-vertical-relative:text;v-text-anchor:middle" adj="-2938,7867" filled="f" strokecolor="#00b050">
            <v:shadow on="t" color="black" opacity="24903f" origin=",.5" offset="0,.55556mm"/>
            <v:textbox>
              <w:txbxContent>
                <w:p w:rsidR="002D7B41" w:rsidRPr="00B03DB3" w:rsidRDefault="002D7B41" w:rsidP="00ED2C15">
                  <w:pPr>
                    <w:rPr>
                      <w:rFonts w:ascii="Cambria" w:hAnsi="Cambria" w:cs="Cambria"/>
                    </w:rPr>
                  </w:pPr>
                  <w:r w:rsidRPr="00B03DB3">
                    <w:rPr>
                      <w:rFonts w:ascii="Cambria" w:hAnsi="Cambria" w:cs="Cambria"/>
                    </w:rPr>
                    <w:t>Aşağıdakilerden hangisi dönme hareketi yapmaz?</w:t>
                  </w:r>
                </w:p>
              </w:txbxContent>
            </v:textbox>
          </v:shape>
        </w:pic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noProof/>
          <w:lang w:eastAsia="tr-TR"/>
        </w:rPr>
        <w:pict>
          <v:shape id="Resim 13" o:spid="_x0000_i1026" type="#_x0000_t75" alt="Açıklama: ZW50ICAZJA376CAGJZDVZCA7FZSMXCA7J5NL7CA2A3G30CAFGFL05CAHGLPURCAJ6RHE5CASRSJ24CA3ET4H2CAY5D84SCA3GEO6PCAS130IPCAHK0E62CA1DPGD5CAA1XF30CAUU82M6CAJZ3J0U" style="width:41.25pt;height:36pt;visibility:visible">
            <v:imagedata r:id="rId8" o:title=""/>
          </v:shape>
        </w:pic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 xml:space="preserve">a)  Pervanenin hareketi b) Salıncakta sallanma </w: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>c) Topaç</w:t>
      </w:r>
    </w:p>
    <w:p w:rsidR="002D7B41" w:rsidRDefault="002D7B41" w:rsidP="00385792">
      <w:pPr>
        <w:rPr>
          <w:sz w:val="24"/>
          <w:szCs w:val="24"/>
        </w:rPr>
      </w:pPr>
      <w:r>
        <w:rPr>
          <w:noProof/>
          <w:lang w:eastAsia="tr-TR"/>
        </w:rPr>
        <w:pict>
          <v:shape id="_x0000_s1028" type="#_x0000_t62" style="position:absolute;margin-left:61.5pt;margin-top:4.05pt;width:186.75pt;height:40.5pt;z-index:251660288;visibility:visible;v-text-anchor:middle" adj="-2938,7867" filled="f" strokecolor="#00b050">
            <v:shadow on="t" color="black" opacity="24903f" origin=",.5" offset="0,.55556mm"/>
            <v:textbox>
              <w:txbxContent>
                <w:p w:rsidR="002D7B41" w:rsidRDefault="002D7B41" w:rsidP="00ED2C1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Aşağıdakilerden hangisi hareket çeşitlerinden biri değildir?    </w:t>
                  </w:r>
                </w:p>
                <w:p w:rsidR="002D7B41" w:rsidRPr="00B03DB3" w:rsidRDefault="002D7B41" w:rsidP="00ED2C15">
                  <w:pPr>
                    <w:rPr>
                      <w:rFonts w:ascii="Cambria" w:hAnsi="Cambria" w:cs="Cambria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Resim 68" o:spid="_x0000_s1029" type="#_x0000_t75" alt="Açıklama: boy_s01" style="position:absolute;margin-left:20.25pt;margin-top:3.2pt;width:30pt;height:36.75pt;z-index:-251657216;visibility:visible" wrapcoords="9720 0 4320 441 2160 4849 3780 7053 -540 12784 -540 13665 1620 14106 3780 21159 4320 21159 17820 21159 18360 21159 21600 14988 21600 13224 19440 7053 21060 4408 18360 441 12420 0 9720 0">
            <v:imagedata r:id="rId9" o:title=""/>
            <w10:wrap type="tight"/>
          </v:shape>
        </w:pic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 xml:space="preserve">3) </w: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>a) Kırılma hareketi        b) Sallanma hareketi</w: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 xml:space="preserve">c)  Yön değiştirme hareketi  </w:t>
      </w:r>
    </w:p>
    <w:p w:rsidR="002D7B41" w:rsidRDefault="002D7B41" w:rsidP="00385792">
      <w:pPr>
        <w:rPr>
          <w:sz w:val="24"/>
          <w:szCs w:val="24"/>
        </w:rPr>
      </w:pPr>
      <w:r>
        <w:rPr>
          <w:noProof/>
          <w:lang w:eastAsia="tr-TR"/>
        </w:rPr>
        <w:pict>
          <v:shape id="_x0000_s1030" type="#_x0000_t62" style="position:absolute;margin-left:69.75pt;margin-top:21.2pt;width:186.75pt;height:46.2pt;z-index:251662336;visibility:visible;v-text-anchor:middle" adj="-2938,6896" filled="f" strokecolor="#00b050">
            <v:shadow on="t" color="black" opacity="24903f" origin=",.5" offset="0,.55556mm"/>
            <v:textbox>
              <w:txbxContent>
                <w:p w:rsidR="002D7B41" w:rsidRDefault="002D7B41" w:rsidP="007D47D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Aşağıdakilerden hangisinin hareketi yanlış eşleşmiştir?</w:t>
                  </w:r>
                </w:p>
                <w:p w:rsidR="002D7B41" w:rsidRPr="00B03DB3" w:rsidRDefault="002D7B41" w:rsidP="007D47D6">
                  <w:pPr>
                    <w:rPr>
                      <w:rFonts w:ascii="Cambria" w:hAnsi="Cambria" w:cs="Cambria"/>
                    </w:rPr>
                  </w:pPr>
                </w:p>
              </w:txbxContent>
            </v:textbox>
          </v:shape>
        </w:pict>
      </w:r>
      <w:r>
        <w:rPr>
          <w:sz w:val="24"/>
          <w:szCs w:val="24"/>
        </w:rPr>
        <w:t xml:space="preserve">  </w: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 xml:space="preserve">4)     </w:t>
      </w:r>
      <w:r>
        <w:rPr>
          <w:noProof/>
          <w:lang w:eastAsia="tr-TR"/>
        </w:rPr>
        <w:pict>
          <v:shape id="_x0000_i1027" type="#_x0000_t75" alt="Açıklama: ZW50ICAZJA376CAGJZDVZCA7FZSMXCA7J5NL7CA2A3G30CAFGFL05CAHGLPURCAJ6RHE5CASRSJ24CA3ET4H2CAY5D84SCA3GEO6PCAS130IPCAHK0E62CA1DPGD5CAA1XF30CAUU82M6CAJZ3J0U" style="width:41.25pt;height:36pt;visibility:visible">
            <v:imagedata r:id="rId8" o:title=""/>
          </v:shape>
        </w:pict>
      </w:r>
    </w:p>
    <w:p w:rsidR="002D7B41" w:rsidRDefault="002D7B41" w:rsidP="00385792">
      <w:pPr>
        <w:rPr>
          <w:sz w:val="24"/>
          <w:szCs w:val="24"/>
        </w:rPr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82.5pt;margin-top:10.55pt;width:26.25pt;height:.75pt;flip:y;z-index:251652096" o:connectortype="straight">
            <v:stroke endarrow="block"/>
          </v:shape>
        </w:pict>
      </w:r>
      <w:r>
        <w:rPr>
          <w:sz w:val="24"/>
          <w:szCs w:val="24"/>
        </w:rPr>
        <w:t>a)  Atlıkarınca                  Dönme</w:t>
      </w:r>
    </w:p>
    <w:p w:rsidR="002D7B41" w:rsidRDefault="002D7B41" w:rsidP="00385792">
      <w:pPr>
        <w:rPr>
          <w:sz w:val="24"/>
          <w:szCs w:val="24"/>
        </w:rPr>
      </w:pPr>
      <w:r>
        <w:rPr>
          <w:noProof/>
          <w:lang w:eastAsia="tr-TR"/>
        </w:rPr>
        <w:pict>
          <v:shape id="_x0000_s1032" type="#_x0000_t32" style="position:absolute;margin-left:94.5pt;margin-top:9.2pt;width:26.25pt;height:.75pt;flip:y;z-index:251653120" o:connectortype="straight">
            <v:stroke endarrow="block"/>
          </v:shape>
        </w:pict>
      </w:r>
      <w:r>
        <w:rPr>
          <w:sz w:val="24"/>
          <w:szCs w:val="24"/>
        </w:rPr>
        <w:t>b) İp atlayan çocuk              Sallanma</w:t>
      </w:r>
    </w:p>
    <w:p w:rsidR="002D7B41" w:rsidRDefault="002D7B41" w:rsidP="00385792">
      <w:pPr>
        <w:rPr>
          <w:sz w:val="24"/>
          <w:szCs w:val="24"/>
        </w:rPr>
      </w:pPr>
      <w:r>
        <w:rPr>
          <w:noProof/>
          <w:lang w:eastAsia="tr-TR"/>
        </w:rPr>
        <w:pict>
          <v:shape id="_x0000_s1033" type="#_x0000_t32" style="position:absolute;margin-left:128.25pt;margin-top:10.1pt;width:26.25pt;height:.75pt;flip:y;z-index:251654144" o:connectortype="straight">
            <v:stroke endarrow="block"/>
          </v:shape>
        </w:pict>
      </w:r>
      <w:r>
        <w:rPr>
          <w:sz w:val="24"/>
          <w:szCs w:val="24"/>
        </w:rPr>
        <w:t>c)  Frenine basılan araba               Yavaşlama</w:t>
      </w:r>
    </w:p>
    <w:p w:rsidR="002D7B41" w:rsidRDefault="002D7B41" w:rsidP="00385792">
      <w:pPr>
        <w:rPr>
          <w:sz w:val="24"/>
          <w:szCs w:val="24"/>
        </w:rPr>
      </w:pPr>
      <w:r>
        <w:rPr>
          <w:noProof/>
          <w:lang w:eastAsia="tr-TR"/>
        </w:rPr>
        <w:pict>
          <v:shape id="_x0000_s1034" type="#_x0000_t62" style="position:absolute;margin-left:61.5pt;margin-top:10.15pt;width:170.25pt;height:41.25pt;z-index:251663360;visibility:visible;v-text-anchor:middle" adj="-3223,5760" filled="f" strokecolor="#00b050">
            <v:shadow on="t" color="black" opacity="24903f" origin=",.5" offset="0,.55556mm"/>
            <v:textbox>
              <w:txbxContent>
                <w:p w:rsidR="002D7B41" w:rsidRDefault="002D7B41" w:rsidP="00177E3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Aşağıdakilerden hangisinin hareketi farklıdır?</w:t>
                  </w:r>
                </w:p>
                <w:p w:rsidR="002D7B41" w:rsidRPr="00B03DB3" w:rsidRDefault="002D7B41" w:rsidP="007D47D6">
                  <w:pPr>
                    <w:rPr>
                      <w:rFonts w:ascii="Cambria" w:hAnsi="Cambria" w:cs="Cambria"/>
                    </w:rPr>
                  </w:pPr>
                </w:p>
              </w:txbxContent>
            </v:textbox>
          </v:shape>
        </w:pict>
      </w:r>
      <w:r>
        <w:rPr>
          <w:sz w:val="24"/>
          <w:szCs w:val="24"/>
        </w:rPr>
        <w:t xml:space="preserve">5) </w:t>
      </w:r>
      <w:r>
        <w:rPr>
          <w:noProof/>
          <w:lang w:eastAsia="tr-TR"/>
        </w:rPr>
        <w:pict>
          <v:shape id="Resim 1" o:spid="_x0000_i1028" type="#_x0000_t75" style="width:35.25pt;height:36.75pt;visibility:visible">
            <v:imagedata r:id="rId10" o:title=""/>
          </v:shape>
        </w:pict>
      </w:r>
    </w:p>
    <w:p w:rsidR="002D7B41" w:rsidRDefault="002D7B41" w:rsidP="00385792">
      <w:pPr>
        <w:rPr>
          <w:sz w:val="24"/>
          <w:szCs w:val="24"/>
        </w:rPr>
      </w:pP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>a)Direksiyon  b)Rüzgar gülü  c) salıncak</w: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>6) 1-Helikopterin pervanesi dönme hareketi yapar</w: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>2- Hamaktaki çocuk, sallanma hareketi yapar</w: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>3- Uçurumdan atılan taş, hızlanma hareketi yapar</w: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>Yukarıdakilerden hangileri doğrudur?</w:t>
      </w:r>
    </w:p>
    <w:p w:rsidR="002D7B41" w:rsidRPr="008A1039" w:rsidRDefault="002D7B41" w:rsidP="008334C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334C5">
        <w:rPr>
          <w:sz w:val="24"/>
          <w:szCs w:val="24"/>
        </w:rPr>
        <w:t>2</w:t>
      </w:r>
      <w:r>
        <w:rPr>
          <w:sz w:val="24"/>
          <w:szCs w:val="24"/>
        </w:rPr>
        <w:t xml:space="preserve">  --</w:t>
      </w:r>
      <w:r w:rsidRPr="008334C5"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         b)  1                 c)  1-2-3</w:t>
      </w:r>
    </w:p>
    <w:p w:rsidR="002D7B41" w:rsidRDefault="002D7B41" w:rsidP="008334C5">
      <w:pPr>
        <w:rPr>
          <w:sz w:val="24"/>
          <w:szCs w:val="24"/>
        </w:rPr>
      </w:pPr>
      <w:r>
        <w:rPr>
          <w:sz w:val="24"/>
          <w:szCs w:val="24"/>
        </w:rPr>
        <w:t>7) Aşağıdakilerden hangisi hareket etmez?</w:t>
      </w:r>
    </w:p>
    <w:p w:rsidR="002D7B41" w:rsidRDefault="002D7B41" w:rsidP="008334C5">
      <w:pPr>
        <w:rPr>
          <w:sz w:val="24"/>
          <w:szCs w:val="24"/>
        </w:rPr>
      </w:pPr>
      <w:r>
        <w:rPr>
          <w:sz w:val="24"/>
          <w:szCs w:val="24"/>
        </w:rPr>
        <w:t>a) Dağ            b) Ağaç        c) İnsan</w:t>
      </w:r>
    </w:p>
    <w:p w:rsidR="002D7B41" w:rsidRDefault="002D7B41" w:rsidP="008334C5">
      <w:pPr>
        <w:rPr>
          <w:sz w:val="24"/>
          <w:szCs w:val="24"/>
        </w:rPr>
      </w:pPr>
      <w:r>
        <w:rPr>
          <w:sz w:val="24"/>
          <w:szCs w:val="24"/>
        </w:rPr>
        <w:t>8)  1- Duraktan kalkan minibüs</w:t>
      </w:r>
    </w:p>
    <w:p w:rsidR="002D7B41" w:rsidRDefault="002D7B41" w:rsidP="008334C5">
      <w:pPr>
        <w:rPr>
          <w:sz w:val="24"/>
          <w:szCs w:val="24"/>
        </w:rPr>
      </w:pPr>
      <w:r>
        <w:rPr>
          <w:sz w:val="24"/>
          <w:szCs w:val="24"/>
        </w:rPr>
        <w:t xml:space="preserve">     2- Köpeği fark eden kedi</w:t>
      </w:r>
    </w:p>
    <w:p w:rsidR="002D7B41" w:rsidRDefault="002D7B41" w:rsidP="008334C5">
      <w:pPr>
        <w:rPr>
          <w:sz w:val="24"/>
          <w:szCs w:val="24"/>
        </w:rPr>
      </w:pPr>
      <w:r>
        <w:rPr>
          <w:sz w:val="24"/>
          <w:szCs w:val="24"/>
        </w:rPr>
        <w:t xml:space="preserve">     3- Kırmızı ışıya yaklaşan araç </w:t>
      </w:r>
    </w:p>
    <w:p w:rsidR="002D7B41" w:rsidRDefault="002D7B41" w:rsidP="008334C5">
      <w:pPr>
        <w:rPr>
          <w:sz w:val="24"/>
          <w:szCs w:val="24"/>
        </w:rPr>
      </w:pPr>
      <w:r>
        <w:rPr>
          <w:sz w:val="24"/>
          <w:szCs w:val="24"/>
        </w:rPr>
        <w:t>Yukarıdakilerden hangileri hızlanan hareket yapar?</w:t>
      </w:r>
    </w:p>
    <w:p w:rsidR="002D7B41" w:rsidRDefault="002D7B41" w:rsidP="0098059D">
      <w:pPr>
        <w:rPr>
          <w:sz w:val="24"/>
          <w:szCs w:val="24"/>
        </w:rPr>
      </w:pPr>
      <w:r>
        <w:rPr>
          <w:sz w:val="24"/>
          <w:szCs w:val="24"/>
        </w:rPr>
        <w:t>a).  1-2          b) 1-2   -3           c)  1-3</w:t>
      </w:r>
    </w:p>
    <w:p w:rsidR="002D7B41" w:rsidRDefault="002D7B41" w:rsidP="0098059D">
      <w:pPr>
        <w:rPr>
          <w:sz w:val="24"/>
          <w:szCs w:val="24"/>
        </w:rPr>
      </w:pPr>
      <w:r>
        <w:rPr>
          <w:sz w:val="24"/>
          <w:szCs w:val="24"/>
        </w:rPr>
        <w:t>9)Aşağıdakilerden hangisinin hareketi yanlıştır?</w:t>
      </w:r>
    </w:p>
    <w:p w:rsidR="002D7B41" w:rsidRDefault="002D7B41" w:rsidP="0098059D">
      <w:pPr>
        <w:rPr>
          <w:sz w:val="24"/>
          <w:szCs w:val="24"/>
        </w:rPr>
      </w:pPr>
      <w:r>
        <w:rPr>
          <w:noProof/>
          <w:lang w:eastAsia="tr-TR"/>
        </w:rPr>
        <w:pict>
          <v:shape id="_x0000_s1035" type="#_x0000_t32" style="position:absolute;margin-left:100.15pt;margin-top:9.9pt;width:26.25pt;height:.75pt;flip:y;z-index:251655168" o:connectortype="straight">
            <v:stroke endarrow="block"/>
          </v:shape>
        </w:pict>
      </w:r>
      <w:r>
        <w:rPr>
          <w:sz w:val="24"/>
          <w:szCs w:val="24"/>
        </w:rPr>
        <w:t>a) Viraja giren araba           Yön değiştirme</w:t>
      </w:r>
    </w:p>
    <w:p w:rsidR="002D7B41" w:rsidRDefault="002D7B41" w:rsidP="0098059D">
      <w:pPr>
        <w:rPr>
          <w:sz w:val="24"/>
          <w:szCs w:val="24"/>
        </w:rPr>
      </w:pPr>
      <w:r>
        <w:rPr>
          <w:noProof/>
          <w:lang w:eastAsia="tr-TR"/>
        </w:rPr>
        <w:pict>
          <v:shape id="_x0000_s1036" type="#_x0000_t32" style="position:absolute;margin-left:92.65pt;margin-top:9.3pt;width:26.25pt;height:.75pt;flip:y;z-index:251656192" o:connectortype="straight">
            <v:stroke endarrow="block"/>
          </v:shape>
        </w:pict>
      </w:r>
      <w:r>
        <w:rPr>
          <w:sz w:val="24"/>
          <w:szCs w:val="24"/>
        </w:rPr>
        <w:t>b) Yukarı atılan taş            Yavaşlama</w:t>
      </w:r>
    </w:p>
    <w:p w:rsidR="002D7B41" w:rsidRDefault="002D7B41" w:rsidP="0098059D">
      <w:pPr>
        <w:rPr>
          <w:sz w:val="24"/>
          <w:szCs w:val="24"/>
        </w:rPr>
      </w:pPr>
      <w:r>
        <w:rPr>
          <w:noProof/>
          <w:lang w:eastAsia="tr-TR"/>
        </w:rPr>
        <w:pict>
          <v:shape id="_x0000_s1037" type="#_x0000_t32" style="position:absolute;margin-left:126.4pt;margin-top:8.7pt;width:26.25pt;height:.75pt;flip:y;z-index:251657216" o:connectortype="straight">
            <v:stroke endarrow="block"/>
          </v:shape>
        </w:pict>
      </w:r>
      <w:r>
        <w:rPr>
          <w:sz w:val="24"/>
          <w:szCs w:val="24"/>
        </w:rPr>
        <w:t>c) Koşuya başlayan çocuk             Dönme</w:t>
      </w:r>
    </w:p>
    <w:p w:rsidR="002D7B41" w:rsidRDefault="002D7B41" w:rsidP="0098059D">
      <w:pPr>
        <w:rPr>
          <w:sz w:val="24"/>
          <w:szCs w:val="24"/>
        </w:rPr>
      </w:pPr>
      <w:r>
        <w:rPr>
          <w:sz w:val="24"/>
          <w:szCs w:val="24"/>
        </w:rPr>
        <w:t>10)  a.Bisiklet       b. Uçak    c.Kamyon</w:t>
      </w:r>
    </w:p>
    <w:p w:rsidR="002D7B41" w:rsidRDefault="002D7B41" w:rsidP="0098059D">
      <w:pPr>
        <w:rPr>
          <w:sz w:val="24"/>
          <w:szCs w:val="24"/>
        </w:rPr>
      </w:pPr>
      <w:r>
        <w:rPr>
          <w:sz w:val="24"/>
          <w:szCs w:val="24"/>
        </w:rPr>
        <w:t>Yukarıdaki araçları hızı fazla olandan az olana doğru sıralanışı hangi seçenekte verilmiştir?</w:t>
      </w:r>
    </w:p>
    <w:p w:rsidR="002D7B41" w:rsidRPr="000A3376" w:rsidRDefault="002D7B41" w:rsidP="000A337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 b,   c,  a           b)    c,  a,  b            c)  a  ,b ,c</w:t>
      </w:r>
    </w:p>
    <w:p w:rsidR="002D7B41" w:rsidRDefault="002D7B41" w:rsidP="001622D0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11) Hareketli varlığın hızı azalıyorsa………… hareketi yapar. </w:t>
      </w:r>
    </w:p>
    <w:p w:rsidR="002D7B41" w:rsidRDefault="002D7B41" w:rsidP="001622D0">
      <w:pPr>
        <w:ind w:left="360"/>
        <w:rPr>
          <w:sz w:val="24"/>
          <w:szCs w:val="24"/>
        </w:rPr>
      </w:pPr>
      <w:r>
        <w:rPr>
          <w:sz w:val="24"/>
          <w:szCs w:val="24"/>
        </w:rPr>
        <w:t>Rüzgar gülü……………….. hareketi yapar.</w:t>
      </w:r>
    </w:p>
    <w:p w:rsidR="002D7B41" w:rsidRDefault="002D7B41" w:rsidP="001622D0">
      <w:pPr>
        <w:ind w:left="360"/>
        <w:rPr>
          <w:sz w:val="24"/>
          <w:szCs w:val="24"/>
        </w:rPr>
      </w:pPr>
      <w:r>
        <w:rPr>
          <w:sz w:val="24"/>
          <w:szCs w:val="24"/>
        </w:rPr>
        <w:t>Beşik……………..…………hareketi yapar.</w:t>
      </w:r>
    </w:p>
    <w:p w:rsidR="002D7B41" w:rsidRDefault="002D7B41" w:rsidP="001622D0">
      <w:pPr>
        <w:ind w:left="360"/>
        <w:rPr>
          <w:sz w:val="24"/>
          <w:szCs w:val="24"/>
        </w:rPr>
      </w:pPr>
      <w:r>
        <w:rPr>
          <w:sz w:val="24"/>
          <w:szCs w:val="24"/>
        </w:rPr>
        <w:t>Tepeden bırakılan top ………………….hareket yapar.</w:t>
      </w:r>
    </w:p>
    <w:p w:rsidR="002D7B41" w:rsidRDefault="002D7B41" w:rsidP="000A3376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Yukarıdaki boşlukları doldurunuz.</w:t>
      </w:r>
    </w:p>
    <w:p w:rsidR="002D7B41" w:rsidRDefault="002D7B41" w:rsidP="001622D0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12)   1. Pencereden düşen saksı   </w:t>
      </w:r>
    </w:p>
    <w:p w:rsidR="002D7B41" w:rsidRDefault="002D7B41" w:rsidP="001622D0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2. Yokuş yukarı fırlatılan oyuncak  araba</w:t>
      </w:r>
    </w:p>
    <w:p w:rsidR="002D7B41" w:rsidRPr="001622D0" w:rsidRDefault="002D7B41" w:rsidP="00472B25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3.Parkta kaydırakta kayan çocuk   </w:t>
      </w:r>
    </w:p>
    <w:p w:rsidR="002D7B41" w:rsidRPr="008A1039" w:rsidRDefault="002D7B41" w:rsidP="008A1039">
      <w:pPr>
        <w:rPr>
          <w:sz w:val="24"/>
          <w:szCs w:val="24"/>
        </w:rPr>
      </w:pPr>
      <w:r>
        <w:rPr>
          <w:sz w:val="24"/>
          <w:szCs w:val="24"/>
        </w:rPr>
        <w:t>Yukarıdakilerden kaçıncı sıradaki yavaşlayan</w:t>
      </w:r>
      <w:r w:rsidRPr="000A3376">
        <w:rPr>
          <w:sz w:val="24"/>
          <w:szCs w:val="24"/>
        </w:rPr>
        <w:t xml:space="preserve"> hareket yapar?</w:t>
      </w:r>
    </w:p>
    <w:p w:rsidR="002D7B41" w:rsidRDefault="002D7B41" w:rsidP="0038579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1         b)     2          c)  3</w:t>
      </w:r>
    </w:p>
    <w:p w:rsidR="002D7B41" w:rsidRDefault="002D7B41" w:rsidP="00D27224">
      <w:pPr>
        <w:pStyle w:val="ListParagraph"/>
        <w:rPr>
          <w:sz w:val="24"/>
          <w:szCs w:val="24"/>
        </w:rPr>
      </w:pP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13)Aşağıdaki çocuklardan hangisinin yaptığı hareket diğerlerinden farklıdır?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a)Barış’ın salıncakta sallanması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b)Esin’in kaydıraktan kayması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c)Cemal’in buzda kayması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14)Bir otobüs yolcu indirmek ve bindirmek için durağa yaklaşmaktadır.Bu otobüsün yaptığı hareket türü hangisidir?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a)yavaşlama   b)hızlanma c)dönme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15)Ağaçtan düşen bir elmanın  hareket türü aşağıdakilerden hangisidir?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a)yavaşlama b)hızlanma  c)sallanma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16)Aşağıdakilerden hangisinin hareket türü  farklıdır?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a)gondol  b)rüzgar gülü  c)salıncak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17)Aşağıdakilerden hangisi hızlanma harekete örnektir?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a)İnişe geçen uçak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b)İskeleye yaklaşan uçak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c)Duraktan kalkan otobüs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18)Labirentte peynire ulaşmak isteyen farenin hareketi için ne söylenebilir?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a)sık sık yön değiştirir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b)dönme hareketi yapar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c)hızlanma hareketi</w:t>
      </w:r>
    </w:p>
    <w:p w:rsidR="002D7B41" w:rsidRDefault="002D7B41" w:rsidP="00D272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19)Bacaklarına yatırarak bebeği uyutmak isteyen bir kişi hangi hareketi yapar?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a)dönme  b)sallanma  c)hızlanma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20)Araç kullanan bir sürücü viraj alırken yaptığı hareket hangisidir?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a)yer değiştirme  b)hızlanma  c)dönme</w:t>
      </w:r>
    </w:p>
    <w:p w:rsidR="002D7B41" w:rsidRDefault="002D7B41" w:rsidP="007A5E6E">
      <w:pPr>
        <w:pStyle w:val="ListParagraph"/>
        <w:rPr>
          <w:sz w:val="24"/>
          <w:szCs w:val="24"/>
        </w:rPr>
      </w:pP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21)Aşağıdakilerden hangisinin hareketi diğerlerinden farklıdır?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a)vantilatör  b)topaç  c)salıncak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22)   1)direksiyon çevirmek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  2)çekmeceyi açmak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    3)musluğu açmak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yukarıdaki olayların hangilerinde dönme hareketi vardır?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a)1-2      b)1-2-3    c)1-3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23)Aşağıdakilerden hangisi yavaşlayan harekettir?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a)Yokuştan aşağı yuvarlanan tekerlek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b)Koşarken yürümeye başlayan sporcu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c)Duraktan hareket eden otobüs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24)Hızla giden bir otomobilin frenine hafifçe basılıp viraja girilirse hangi iki hareket yapılmış olur?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a)hızlanma-dönme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b)yavaşlama-yön değiştirme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c)hızlanma-yer değiştirme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25)Aşağıdakilerden hangisi duvar saatinin sarkacı ile aynı hareketi yapar?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a)salıncağın hareketi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b)saatin yelkovanı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c)yukarı atılan top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26)Aşağıdakilerden hangisi dönme hareketine örnek değildir?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a)Dünyamızın hareketi</w:t>
      </w:r>
    </w:p>
    <w:p w:rsidR="002D7B41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b)Salıncağa binen çocuğun hareketi</w:t>
      </w:r>
    </w:p>
    <w:p w:rsidR="002D7B41" w:rsidRPr="008854CF" w:rsidRDefault="002D7B41" w:rsidP="007A5E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c)Mikser ile kek malzemelerinin  karıştırılması</w:t>
      </w:r>
    </w:p>
    <w:p w:rsidR="002D7B41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2D7B41" w:rsidRPr="00385792" w:rsidRDefault="002D7B41" w:rsidP="0038579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sectPr w:rsidR="002D7B41" w:rsidRPr="00385792" w:rsidSect="00385792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B41" w:rsidRDefault="002D7B41" w:rsidP="00A73DB3">
      <w:pPr>
        <w:spacing w:after="0" w:line="240" w:lineRule="auto"/>
      </w:pPr>
      <w:r>
        <w:separator/>
      </w:r>
    </w:p>
  </w:endnote>
  <w:endnote w:type="continuationSeparator" w:id="0">
    <w:p w:rsidR="002D7B41" w:rsidRDefault="002D7B41" w:rsidP="00A73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B41" w:rsidRDefault="002D7B41" w:rsidP="00A73DB3">
      <w:pPr>
        <w:spacing w:after="0" w:line="240" w:lineRule="auto"/>
      </w:pPr>
      <w:r>
        <w:separator/>
      </w:r>
    </w:p>
  </w:footnote>
  <w:footnote w:type="continuationSeparator" w:id="0">
    <w:p w:rsidR="002D7B41" w:rsidRDefault="002D7B41" w:rsidP="00A73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93D"/>
    <w:multiLevelType w:val="hybridMultilevel"/>
    <w:tmpl w:val="6D94462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C2F48"/>
    <w:multiLevelType w:val="hybridMultilevel"/>
    <w:tmpl w:val="D352892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45EC8"/>
    <w:multiLevelType w:val="hybridMultilevel"/>
    <w:tmpl w:val="D42C51C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017E8"/>
    <w:multiLevelType w:val="hybridMultilevel"/>
    <w:tmpl w:val="A142068A"/>
    <w:lvl w:ilvl="0" w:tplc="D4E03A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FB6C15"/>
    <w:multiLevelType w:val="hybridMultilevel"/>
    <w:tmpl w:val="902C4B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4F3893"/>
    <w:multiLevelType w:val="hybridMultilevel"/>
    <w:tmpl w:val="5FAA813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792"/>
    <w:rsid w:val="00011AF6"/>
    <w:rsid w:val="00014A66"/>
    <w:rsid w:val="00056D93"/>
    <w:rsid w:val="000A32EE"/>
    <w:rsid w:val="000A3376"/>
    <w:rsid w:val="00127889"/>
    <w:rsid w:val="001622D0"/>
    <w:rsid w:val="00177E38"/>
    <w:rsid w:val="001B4E5F"/>
    <w:rsid w:val="001B7927"/>
    <w:rsid w:val="00211883"/>
    <w:rsid w:val="002819AC"/>
    <w:rsid w:val="002D4DA0"/>
    <w:rsid w:val="002D7B41"/>
    <w:rsid w:val="002E211A"/>
    <w:rsid w:val="00317C3C"/>
    <w:rsid w:val="0034141D"/>
    <w:rsid w:val="00353289"/>
    <w:rsid w:val="00385792"/>
    <w:rsid w:val="00472B25"/>
    <w:rsid w:val="004F48FB"/>
    <w:rsid w:val="00500C32"/>
    <w:rsid w:val="00502511"/>
    <w:rsid w:val="00511E25"/>
    <w:rsid w:val="00541BF8"/>
    <w:rsid w:val="00570F84"/>
    <w:rsid w:val="005B4A7C"/>
    <w:rsid w:val="005C4406"/>
    <w:rsid w:val="006219CE"/>
    <w:rsid w:val="00676A88"/>
    <w:rsid w:val="00695675"/>
    <w:rsid w:val="00722EA4"/>
    <w:rsid w:val="0073437B"/>
    <w:rsid w:val="00736E8E"/>
    <w:rsid w:val="00755678"/>
    <w:rsid w:val="00793AAF"/>
    <w:rsid w:val="007A5E6E"/>
    <w:rsid w:val="007B20D5"/>
    <w:rsid w:val="007D47D6"/>
    <w:rsid w:val="007E7212"/>
    <w:rsid w:val="008334C5"/>
    <w:rsid w:val="0088314D"/>
    <w:rsid w:val="008854CF"/>
    <w:rsid w:val="008A1039"/>
    <w:rsid w:val="008A5BA0"/>
    <w:rsid w:val="008A6FD4"/>
    <w:rsid w:val="008F5B86"/>
    <w:rsid w:val="00976ACF"/>
    <w:rsid w:val="0098059D"/>
    <w:rsid w:val="009F0CC0"/>
    <w:rsid w:val="00A73DB3"/>
    <w:rsid w:val="00A752CE"/>
    <w:rsid w:val="00AC16FC"/>
    <w:rsid w:val="00AE5E0A"/>
    <w:rsid w:val="00B03DB3"/>
    <w:rsid w:val="00B83E2F"/>
    <w:rsid w:val="00C65F8D"/>
    <w:rsid w:val="00D27224"/>
    <w:rsid w:val="00D8493D"/>
    <w:rsid w:val="00ED2C15"/>
    <w:rsid w:val="00F10C8F"/>
    <w:rsid w:val="00F57369"/>
    <w:rsid w:val="00FE3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2E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579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AC16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C1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A73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3DB3"/>
  </w:style>
  <w:style w:type="paragraph" w:styleId="Footer">
    <w:name w:val="footer"/>
    <w:basedOn w:val="Normal"/>
    <w:link w:val="FooterChar"/>
    <w:uiPriority w:val="99"/>
    <w:semiHidden/>
    <w:rsid w:val="00A73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3D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557</Words>
  <Characters>3179</Characters>
  <Application>Microsoft Office Outlook</Application>
  <DocSecurity>0</DocSecurity>
  <Lines>0</Lines>
  <Paragraphs>0</Paragraphs>
  <ScaleCrop>false</ScaleCrop>
  <Company>Şirket Adı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HAREKET ÖZELLİKLERİ TESTİ</dc:title>
  <dc:subject/>
  <dc:creator>a-1</dc:creator>
  <cp:keywords/>
  <dc:description/>
  <cp:lastModifiedBy>PERFECT XP PC1</cp:lastModifiedBy>
  <cp:revision>2</cp:revision>
  <dcterms:created xsi:type="dcterms:W3CDTF">2014-10-09T09:32:00Z</dcterms:created>
  <dcterms:modified xsi:type="dcterms:W3CDTF">2014-10-09T09:32:00Z</dcterms:modified>
</cp:coreProperties>
</file>