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0E" w:rsidRPr="00D27F99" w:rsidRDefault="002B570E" w:rsidP="009B13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27F99">
        <w:rPr>
          <w:rFonts w:ascii="Times New Roman" w:hAnsi="Times New Roman"/>
          <w:b/>
          <w:sz w:val="24"/>
          <w:szCs w:val="24"/>
        </w:rPr>
        <w:t>ALİYE HÜS</w:t>
      </w:r>
      <w:r>
        <w:rPr>
          <w:rFonts w:ascii="Times New Roman" w:hAnsi="Times New Roman"/>
          <w:b/>
          <w:sz w:val="24"/>
          <w:szCs w:val="24"/>
        </w:rPr>
        <w:t>E</w:t>
      </w:r>
      <w:r w:rsidRPr="00D27F99">
        <w:rPr>
          <w:rFonts w:ascii="Times New Roman" w:hAnsi="Times New Roman"/>
          <w:b/>
          <w:sz w:val="24"/>
          <w:szCs w:val="24"/>
        </w:rPr>
        <w:t xml:space="preserve">YİN TEKBAŞ İLKOKULU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D27F99">
        <w:rPr>
          <w:rFonts w:ascii="Times New Roman" w:hAnsi="Times New Roman"/>
          <w:b/>
          <w:sz w:val="24"/>
          <w:szCs w:val="24"/>
        </w:rPr>
        <w:t xml:space="preserve">3-B SINIFI </w:t>
      </w:r>
      <w:r>
        <w:rPr>
          <w:rFonts w:ascii="Times New Roman" w:hAnsi="Times New Roman"/>
          <w:b/>
          <w:i/>
          <w:sz w:val="24"/>
          <w:szCs w:val="24"/>
        </w:rPr>
        <w:t>ARALIK</w:t>
      </w:r>
      <w:r w:rsidRPr="00D27F99">
        <w:rPr>
          <w:rFonts w:ascii="Times New Roman" w:hAnsi="Times New Roman"/>
          <w:b/>
          <w:sz w:val="24"/>
          <w:szCs w:val="24"/>
        </w:rPr>
        <w:t xml:space="preserve"> AYI SINAV SORULARI</w:t>
      </w:r>
    </w:p>
    <w:tbl>
      <w:tblPr>
        <w:tblpPr w:leftFromText="141" w:rightFromText="141" w:vertAnchor="page" w:horzAnchor="margin" w:tblpY="1681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7"/>
      </w:tblGrid>
      <w:tr w:rsidR="002B570E" w:rsidRPr="00031489" w:rsidTr="00031489">
        <w:trPr>
          <w:trHeight w:val="427"/>
        </w:trPr>
        <w:tc>
          <w:tcPr>
            <w:tcW w:w="5387" w:type="dxa"/>
          </w:tcPr>
          <w:p w:rsidR="002B570E" w:rsidRPr="00031489" w:rsidRDefault="002B570E" w:rsidP="0003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1489">
              <w:rPr>
                <w:rFonts w:ascii="Times New Roman" w:hAnsi="Times New Roman"/>
                <w:b/>
                <w:sz w:val="24"/>
                <w:szCs w:val="24"/>
              </w:rPr>
              <w:t>ADI – SOYADI :</w:t>
            </w:r>
          </w:p>
        </w:tc>
      </w:tr>
      <w:tr w:rsidR="002B570E" w:rsidRPr="00031489" w:rsidTr="00031489">
        <w:trPr>
          <w:trHeight w:val="270"/>
        </w:trPr>
        <w:tc>
          <w:tcPr>
            <w:tcW w:w="5387" w:type="dxa"/>
          </w:tcPr>
          <w:p w:rsidR="002B570E" w:rsidRPr="00031489" w:rsidRDefault="002B570E" w:rsidP="0003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1489">
              <w:rPr>
                <w:rFonts w:ascii="Times New Roman" w:hAnsi="Times New Roman"/>
                <w:b/>
                <w:sz w:val="24"/>
                <w:szCs w:val="24"/>
              </w:rPr>
              <w:t>NO:</w:t>
            </w:r>
          </w:p>
        </w:tc>
      </w:tr>
    </w:tbl>
    <w:p w:rsidR="002B570E" w:rsidRDefault="002B570E" w:rsidP="00855E4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2B570E" w:rsidRDefault="002B570E" w:rsidP="003B395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F1E1B">
        <w:rPr>
          <w:rFonts w:ascii="Times New Roman" w:hAnsi="Times New Roman"/>
          <w:b/>
          <w:sz w:val="24"/>
          <w:szCs w:val="24"/>
          <w:u w:val="single"/>
        </w:rPr>
        <w:t>HAYAT BİLGİSİ SORULARI</w:t>
      </w:r>
    </w:p>
    <w:p w:rsidR="002B570E" w:rsidRPr="003B3951" w:rsidRDefault="002B570E" w:rsidP="003B395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B570E" w:rsidRDefault="002B570E" w:rsidP="009B13FF">
      <w:pPr>
        <w:spacing w:after="0"/>
        <w:rPr>
          <w:rFonts w:ascii="Times New Roman" w:hAnsi="Times New Roman"/>
          <w:color w:val="000000"/>
        </w:rPr>
      </w:pPr>
      <w:r w:rsidRPr="0031699D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</w:rPr>
        <w:t>I.En kalıcı öğrenme yaparak,yaşayarak öğrenmedir</w:t>
      </w:r>
      <w:r w:rsidRPr="0031699D">
        <w:rPr>
          <w:rFonts w:ascii="Times New Roman" w:hAnsi="Times New Roman"/>
          <w:color w:val="000000"/>
        </w:rPr>
        <w:t>.</w:t>
      </w:r>
      <w:r w:rsidRPr="0031699D">
        <w:rPr>
          <w:rStyle w:val="apple-converted-space"/>
          <w:rFonts w:ascii="Times New Roman" w:hAnsi="Times New Roman"/>
          <w:color w:val="000000"/>
        </w:rPr>
        <w:t> </w:t>
      </w:r>
      <w:r w:rsidRPr="0031699D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 xml:space="preserve">   II. Öğrenme isteği merakla başlar</w:t>
      </w:r>
      <w:r w:rsidRPr="0031699D">
        <w:rPr>
          <w:rFonts w:ascii="Times New Roman" w:hAnsi="Times New Roman"/>
          <w:color w:val="000000"/>
        </w:rPr>
        <w:t>.</w:t>
      </w:r>
      <w:r w:rsidRPr="0031699D">
        <w:rPr>
          <w:rStyle w:val="apple-converted-space"/>
          <w:rFonts w:ascii="Times New Roman" w:hAnsi="Times New Roman"/>
          <w:color w:val="000000"/>
        </w:rPr>
        <w:t> </w:t>
      </w:r>
      <w:r w:rsidRPr="0031699D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 xml:space="preserve">  </w:t>
      </w:r>
      <w:r w:rsidRPr="0031699D">
        <w:rPr>
          <w:rFonts w:ascii="Times New Roman" w:hAnsi="Times New Roman"/>
          <w:color w:val="000000"/>
        </w:rPr>
        <w:t xml:space="preserve">III. </w:t>
      </w:r>
      <w:r>
        <w:rPr>
          <w:rFonts w:ascii="Times New Roman" w:hAnsi="Times New Roman"/>
          <w:color w:val="000000"/>
        </w:rPr>
        <w:t>Atlas ve ansiklopedi ders kitaplarımızdandır</w:t>
      </w:r>
      <w:r w:rsidRPr="0031699D">
        <w:rPr>
          <w:rFonts w:ascii="Times New Roman" w:hAnsi="Times New Roman"/>
          <w:color w:val="000000"/>
        </w:rPr>
        <w:t>.</w:t>
      </w:r>
      <w:r w:rsidRPr="0031699D">
        <w:rPr>
          <w:rStyle w:val="apple-converted-space"/>
          <w:rFonts w:ascii="Times New Roman" w:hAnsi="Times New Roman"/>
          <w:color w:val="000000"/>
        </w:rPr>
        <w:t> </w:t>
      </w:r>
      <w:r w:rsidRPr="0031699D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 xml:space="preserve"> </w:t>
      </w:r>
      <w:r w:rsidRPr="0031699D">
        <w:rPr>
          <w:rStyle w:val="apple-converted-space"/>
          <w:rFonts w:ascii="Times New Roman" w:hAnsi="Times New Roman"/>
          <w:color w:val="000000"/>
        </w:rPr>
        <w:t> </w:t>
      </w:r>
      <w:r w:rsidRPr="0031699D">
        <w:rPr>
          <w:rFonts w:ascii="Times New Roman" w:hAnsi="Times New Roman"/>
          <w:color w:val="000000"/>
        </w:rPr>
        <w:br/>
      </w:r>
      <w:r w:rsidRPr="002B3AA4">
        <w:rPr>
          <w:rFonts w:ascii="Times New Roman" w:hAnsi="Times New Roman"/>
          <w:b/>
          <w:color w:val="000000"/>
        </w:rPr>
        <w:t>Yukarıdaki düşüncelerden kaç tanesi doğrudur?</w:t>
      </w:r>
      <w:r w:rsidRPr="0031699D"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br/>
      </w:r>
      <w:r w:rsidRPr="003B3951">
        <w:rPr>
          <w:rFonts w:ascii="Times New Roman" w:hAnsi="Times New Roman"/>
          <w:b/>
          <w:color w:val="000000"/>
        </w:rPr>
        <w:t>A)</w:t>
      </w:r>
      <w:r>
        <w:rPr>
          <w:rFonts w:ascii="Times New Roman" w:hAnsi="Times New Roman"/>
          <w:color w:val="000000"/>
        </w:rPr>
        <w:t xml:space="preserve"> I  ve  II</w:t>
      </w:r>
      <w:r w:rsidRPr="0031699D"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 xml:space="preserve">           </w:t>
      </w:r>
      <w:r w:rsidRPr="003B3951">
        <w:rPr>
          <w:rFonts w:ascii="Times New Roman" w:hAnsi="Times New Roman"/>
          <w:b/>
          <w:color w:val="000000"/>
        </w:rPr>
        <w:t xml:space="preserve">B) </w:t>
      </w:r>
      <w:r>
        <w:rPr>
          <w:rFonts w:ascii="Times New Roman" w:hAnsi="Times New Roman"/>
          <w:color w:val="000000"/>
        </w:rPr>
        <w:t>II  ve III</w:t>
      </w:r>
      <w:r w:rsidRPr="0031699D">
        <w:rPr>
          <w:rStyle w:val="apple-converted-space"/>
          <w:rFonts w:ascii="Times New Roman" w:hAnsi="Times New Roman"/>
          <w:color w:val="000000"/>
        </w:rPr>
        <w:t> </w:t>
      </w:r>
      <w:r w:rsidRPr="0031699D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       </w:t>
      </w:r>
      <w:r w:rsidRPr="003B3951">
        <w:rPr>
          <w:rFonts w:ascii="Times New Roman" w:hAnsi="Times New Roman"/>
          <w:b/>
          <w:color w:val="000000"/>
        </w:rPr>
        <w:t>C)</w:t>
      </w:r>
      <w:r>
        <w:rPr>
          <w:rFonts w:ascii="Times New Roman" w:hAnsi="Times New Roman"/>
          <w:color w:val="000000"/>
        </w:rPr>
        <w:t xml:space="preserve"> I,  II,  III</w:t>
      </w:r>
    </w:p>
    <w:p w:rsidR="002B570E" w:rsidRPr="0031699D" w:rsidRDefault="002B570E" w:rsidP="009B13FF">
      <w:pPr>
        <w:spacing w:after="0"/>
        <w:rPr>
          <w:rFonts w:ascii="Times New Roman" w:hAnsi="Times New Roman"/>
          <w:color w:val="000000"/>
        </w:rPr>
      </w:pPr>
    </w:p>
    <w:p w:rsidR="002B570E" w:rsidRDefault="002B570E" w:rsidP="009B13FF">
      <w:pPr>
        <w:tabs>
          <w:tab w:val="left" w:pos="55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1699D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24"/>
          <w:szCs w:val="24"/>
        </w:rPr>
        <w:t>Mert arkadaşına ev adresini veriyor.</w:t>
      </w:r>
    </w:p>
    <w:p w:rsidR="002B570E" w:rsidRPr="006740AF" w:rsidRDefault="002B570E" w:rsidP="002B3AA4">
      <w:pPr>
        <w:tabs>
          <w:tab w:val="left" w:pos="55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40AF">
        <w:rPr>
          <w:rFonts w:ascii="Times New Roman" w:hAnsi="Times New Roman"/>
          <w:b/>
          <w:sz w:val="24"/>
          <w:szCs w:val="24"/>
        </w:rPr>
        <w:t>Aşağıdakilerden hangisi Mert’in verdiği ev adresinde bulunmaz?</w:t>
      </w:r>
    </w:p>
    <w:p w:rsidR="002B570E" w:rsidRPr="0031699D" w:rsidRDefault="002B570E" w:rsidP="006740AF">
      <w:pPr>
        <w:tabs>
          <w:tab w:val="left" w:pos="55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0A6D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Sokak adı </w:t>
      </w:r>
      <w:r w:rsidRPr="00900A6D">
        <w:rPr>
          <w:rFonts w:ascii="Times New Roman" w:hAnsi="Times New Roman"/>
          <w:b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 xml:space="preserve">Apartman rengi  </w:t>
      </w:r>
      <w:r w:rsidRPr="00900A6D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>Kapı numarası</w:t>
      </w: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B570E" w:rsidRDefault="002B570E" w:rsidP="002B3AA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1699D">
        <w:rPr>
          <w:rFonts w:ascii="Times New Roman" w:hAnsi="Times New Roman"/>
          <w:b/>
          <w:sz w:val="24"/>
          <w:szCs w:val="24"/>
        </w:rPr>
        <w:t>3.</w:t>
      </w:r>
      <w:r w:rsidRPr="0031699D">
        <w:rPr>
          <w:rFonts w:ascii="Calibri Light" w:hAnsi="Calibri Light" w:cs="Arial"/>
          <w:color w:val="000000"/>
        </w:rPr>
        <w:t xml:space="preserve"> </w:t>
      </w:r>
      <w:r w:rsidRPr="00900A6D">
        <w:rPr>
          <w:rFonts w:ascii="Times New Roman" w:hAnsi="Times New Roman"/>
          <w:b/>
          <w:color w:val="000000"/>
          <w:sz w:val="24"/>
          <w:szCs w:val="24"/>
        </w:rPr>
        <w:t>Aşağıdakilerden hangisi tanımadığımız insanlara karşı alınabilecek en iyi tedbirdir?</w:t>
      </w:r>
      <w:r w:rsidRPr="0031699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900A6D">
        <w:rPr>
          <w:rFonts w:ascii="Times New Roman" w:hAnsi="Times New Roman"/>
          <w:b/>
          <w:color w:val="000000"/>
          <w:sz w:val="24"/>
          <w:szCs w:val="24"/>
        </w:rPr>
        <w:t>A)</w:t>
      </w:r>
      <w:r>
        <w:rPr>
          <w:rFonts w:ascii="Times New Roman" w:hAnsi="Times New Roman"/>
          <w:color w:val="000000"/>
          <w:sz w:val="24"/>
          <w:szCs w:val="24"/>
        </w:rPr>
        <w:t xml:space="preserve"> Tanımadığımız insanların arabalarına bineriz.                </w:t>
      </w:r>
      <w:r w:rsidRPr="00900A6D">
        <w:rPr>
          <w:rFonts w:ascii="Times New Roman" w:hAnsi="Times New Roman"/>
          <w:b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 xml:space="preserve"> Böyle durumlarda hayır demek olabilecek birçok problemi önler.                         </w:t>
      </w:r>
      <w:r w:rsidRPr="0031699D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</w:p>
    <w:p w:rsidR="002B570E" w:rsidRPr="00925ED3" w:rsidRDefault="002B570E" w:rsidP="002B3A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0A6D">
        <w:rPr>
          <w:rFonts w:ascii="Times New Roman" w:hAnsi="Times New Roman"/>
          <w:b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>Okula geliş ve gidişlerde kimse ile konuşmamalıyız.</w:t>
      </w: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2B3AA4" w:rsidRDefault="002B570E" w:rsidP="00900A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 w:rsidRPr="002B3AA4">
        <w:rPr>
          <w:rFonts w:ascii="Times New Roman" w:hAnsi="Times New Roman"/>
          <w:b/>
          <w:sz w:val="24"/>
          <w:szCs w:val="24"/>
        </w:rPr>
        <w:t xml:space="preserve">Trafik kazalarından korunmak için aşağıdakilerden hangisini </w:t>
      </w:r>
      <w:r w:rsidRPr="002B3AA4">
        <w:rPr>
          <w:rFonts w:ascii="Times New Roman" w:hAnsi="Times New Roman"/>
          <w:b/>
          <w:sz w:val="24"/>
          <w:szCs w:val="24"/>
          <w:u w:val="single"/>
        </w:rPr>
        <w:t>yapmamalıyız</w:t>
      </w:r>
      <w:r w:rsidRPr="002B3AA4">
        <w:rPr>
          <w:rFonts w:ascii="Times New Roman" w:hAnsi="Times New Roman"/>
          <w:b/>
          <w:sz w:val="24"/>
          <w:szCs w:val="24"/>
        </w:rPr>
        <w:t>?</w:t>
      </w:r>
    </w:p>
    <w:p w:rsidR="002B570E" w:rsidRDefault="002B570E" w:rsidP="009B13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3AA4">
        <w:rPr>
          <w:rFonts w:ascii="Times New Roman" w:hAnsi="Times New Roman"/>
          <w:b/>
          <w:sz w:val="24"/>
          <w:szCs w:val="24"/>
        </w:rPr>
        <w:t>A )</w:t>
      </w:r>
      <w:r w:rsidRPr="00925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Trafik kurallarına uymalıyız</w:t>
      </w:r>
      <w:r w:rsidRPr="00925ED3">
        <w:rPr>
          <w:rFonts w:ascii="Times New Roman" w:hAnsi="Times New Roman"/>
          <w:sz w:val="24"/>
          <w:szCs w:val="24"/>
        </w:rPr>
        <w:t xml:space="preserve">.                 </w:t>
      </w:r>
    </w:p>
    <w:p w:rsidR="002B570E" w:rsidRDefault="002B570E" w:rsidP="002B3A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3AA4">
        <w:rPr>
          <w:rFonts w:ascii="Times New Roman" w:hAnsi="Times New Roman"/>
          <w:b/>
          <w:sz w:val="24"/>
          <w:szCs w:val="24"/>
        </w:rPr>
        <w:t>B )</w:t>
      </w:r>
      <w:r w:rsidRPr="00925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Otomobilde emniyet kemerini takmamalıyız. </w:t>
      </w:r>
    </w:p>
    <w:p w:rsidR="002B570E" w:rsidRPr="00925ED3" w:rsidRDefault="002B570E" w:rsidP="002B3A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3AA4">
        <w:rPr>
          <w:rFonts w:ascii="Times New Roman" w:hAnsi="Times New Roman"/>
          <w:b/>
          <w:sz w:val="24"/>
          <w:szCs w:val="24"/>
        </w:rPr>
        <w:t>C )</w:t>
      </w:r>
      <w:r>
        <w:rPr>
          <w:rFonts w:ascii="Times New Roman" w:hAnsi="Times New Roman"/>
          <w:sz w:val="24"/>
          <w:szCs w:val="24"/>
        </w:rPr>
        <w:t xml:space="preserve"> Yaya alt ve üst geçitleri kullanmalıyız.</w:t>
      </w: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3B395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B3951">
        <w:rPr>
          <w:rFonts w:ascii="Times New Roman" w:hAnsi="Times New Roman"/>
          <w:sz w:val="24"/>
          <w:szCs w:val="24"/>
        </w:rPr>
        <w:t>Sefa alışveriş yaparken kaliteyi ucuza almaya özen gösteriyor. Alacağı ürünlerin garantili olmasına dikkat ediyor.</w:t>
      </w:r>
      <w:r w:rsidRPr="00925ED3"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</w:p>
    <w:p w:rsidR="002B570E" w:rsidRPr="00925ED3" w:rsidRDefault="002B570E" w:rsidP="003B395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925ED3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b/>
          <w:color w:val="000000"/>
          <w:sz w:val="24"/>
          <w:szCs w:val="24"/>
        </w:rPr>
        <w:t>Buna göre Sefa için aşağıdakilerden hangisi söylenebilir?</w:t>
      </w:r>
      <w:r w:rsidRPr="00925ED3">
        <w:rPr>
          <w:rFonts w:ascii="Times New Roman" w:hAnsi="Times New Roman"/>
          <w:b/>
          <w:color w:val="000000"/>
          <w:sz w:val="24"/>
          <w:szCs w:val="24"/>
        </w:rPr>
        <w:t xml:space="preserve">           </w:t>
      </w:r>
    </w:p>
    <w:p w:rsidR="002B570E" w:rsidRPr="00925ED3" w:rsidRDefault="002B570E" w:rsidP="009B13F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3B3951">
        <w:rPr>
          <w:rFonts w:ascii="Times New Roman" w:hAnsi="Times New Roman"/>
          <w:b/>
          <w:color w:val="000000"/>
          <w:sz w:val="24"/>
          <w:szCs w:val="24"/>
        </w:rPr>
        <w:t>A)</w:t>
      </w:r>
      <w:r w:rsidRPr="00925ED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Sefa bilinçli bir tüketicidir.</w:t>
      </w:r>
    </w:p>
    <w:p w:rsidR="002B570E" w:rsidRPr="00925ED3" w:rsidRDefault="002B570E" w:rsidP="009B13F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3B3951">
        <w:rPr>
          <w:rFonts w:ascii="Times New Roman" w:hAnsi="Times New Roman"/>
          <w:b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 xml:space="preserve"> Sefa meraklı biridir</w:t>
      </w:r>
      <w:r w:rsidRPr="00925ED3">
        <w:rPr>
          <w:rFonts w:ascii="Times New Roman" w:hAnsi="Times New Roman"/>
          <w:color w:val="000000"/>
          <w:sz w:val="24"/>
          <w:szCs w:val="24"/>
        </w:rPr>
        <w:t>.</w:t>
      </w:r>
      <w:r w:rsidRPr="00925ED3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</w:t>
      </w:r>
    </w:p>
    <w:p w:rsidR="002B570E" w:rsidRPr="0031133A" w:rsidRDefault="002B570E" w:rsidP="009B13FF">
      <w:pPr>
        <w:spacing w:after="0" w:line="240" w:lineRule="auto"/>
      </w:pPr>
      <w:r w:rsidRPr="003B3951">
        <w:rPr>
          <w:rFonts w:ascii="Times New Roman" w:hAnsi="Times New Roman"/>
          <w:b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 xml:space="preserve"> Sefa savurgan bir tüketicidir</w:t>
      </w:r>
      <w:r w:rsidRPr="0031133A">
        <w:rPr>
          <w:color w:val="000000"/>
        </w:rPr>
        <w:t xml:space="preserve">. </w:t>
      </w: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925ED3" w:rsidRDefault="002B570E" w:rsidP="003B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Atatürk’ün öğrenim hayatıyla ilgili verilen bilgilerden hangisi yanlıştır ?</w:t>
      </w:r>
      <w:r w:rsidRPr="00925ED3">
        <w:rPr>
          <w:rFonts w:ascii="Times New Roman" w:hAnsi="Times New Roman"/>
          <w:b/>
          <w:noProof/>
          <w:sz w:val="24"/>
          <w:szCs w:val="24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925ED3">
        <w:rPr>
          <w:rFonts w:ascii="Times New Roman" w:hAnsi="Times New Roman"/>
          <w:b/>
          <w:noProof/>
          <w:sz w:val="24"/>
          <w:szCs w:val="24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B570E" w:rsidRDefault="002B570E" w:rsidP="003B3951">
      <w:pPr>
        <w:spacing w:after="0"/>
        <w:rPr>
          <w:rFonts w:ascii="Times New Roman" w:hAnsi="Times New Roman"/>
          <w:noProof/>
          <w:sz w:val="24"/>
          <w:szCs w:val="24"/>
        </w:rPr>
      </w:pPr>
      <w:r w:rsidRPr="00925ED3">
        <w:rPr>
          <w:rFonts w:ascii="Times New Roman" w:hAnsi="Times New Roman"/>
          <w:b/>
          <w:noProof/>
          <w:sz w:val="24"/>
          <w:szCs w:val="24"/>
        </w:rPr>
        <w:t xml:space="preserve">A) </w:t>
      </w:r>
      <w:r>
        <w:rPr>
          <w:rFonts w:ascii="Times New Roman" w:hAnsi="Times New Roman"/>
          <w:noProof/>
          <w:sz w:val="24"/>
          <w:szCs w:val="24"/>
        </w:rPr>
        <w:t xml:space="preserve">Mustafa Kemal’in okul hayatı başarılıydı.              </w:t>
      </w:r>
      <w:r w:rsidRPr="00925ED3">
        <w:rPr>
          <w:rFonts w:ascii="Times New Roman" w:hAnsi="Times New Roman"/>
          <w:b/>
          <w:noProof/>
          <w:sz w:val="24"/>
          <w:szCs w:val="24"/>
        </w:rPr>
        <w:t>B)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Mustafa’ya Kemal adını mat.</w:t>
      </w:r>
      <w:r w:rsidRPr="003B3951">
        <w:rPr>
          <w:rFonts w:ascii="Times New Roman" w:hAnsi="Times New Roman"/>
          <w:noProof/>
          <w:sz w:val="24"/>
          <w:szCs w:val="24"/>
        </w:rPr>
        <w:t xml:space="preserve"> öğretmeni verdi.</w:t>
      </w:r>
      <w:r>
        <w:rPr>
          <w:rFonts w:ascii="Times New Roman" w:hAnsi="Times New Roman"/>
          <w:noProof/>
          <w:sz w:val="24"/>
          <w:szCs w:val="24"/>
        </w:rPr>
        <w:t xml:space="preserve">          </w:t>
      </w:r>
    </w:p>
    <w:p w:rsidR="002B570E" w:rsidRPr="00925ED3" w:rsidRDefault="002B570E" w:rsidP="003B3951">
      <w:pPr>
        <w:spacing w:after="0"/>
        <w:rPr>
          <w:rFonts w:ascii="Times New Roman" w:hAnsi="Times New Roman"/>
          <w:noProof/>
          <w:sz w:val="24"/>
          <w:szCs w:val="24"/>
        </w:rPr>
      </w:pPr>
      <w:r w:rsidRPr="00925ED3">
        <w:rPr>
          <w:rFonts w:ascii="Times New Roman" w:hAnsi="Times New Roman"/>
          <w:b/>
          <w:noProof/>
          <w:sz w:val="24"/>
          <w:szCs w:val="24"/>
        </w:rPr>
        <w:t xml:space="preserve">C) </w:t>
      </w:r>
      <w:r>
        <w:rPr>
          <w:rFonts w:ascii="Times New Roman" w:hAnsi="Times New Roman"/>
          <w:noProof/>
          <w:sz w:val="24"/>
          <w:szCs w:val="24"/>
        </w:rPr>
        <w:t>Atatürk’ün en büyük hayali doktor olmaktı.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7.Aşağıdakilerden hangisi yön bulmada yararlandığımız yöntemlerden biri </w:t>
      </w:r>
      <w:r w:rsidRPr="00461EEF">
        <w:rPr>
          <w:rFonts w:ascii="Times New Roman" w:hAnsi="Times New Roman"/>
          <w:b/>
          <w:sz w:val="24"/>
          <w:szCs w:val="24"/>
          <w:u w:val="single"/>
        </w:rPr>
        <w:t>değildir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Pr="00461EEF">
        <w:rPr>
          <w:rFonts w:ascii="Times New Roman" w:hAnsi="Times New Roman"/>
          <w:sz w:val="24"/>
          <w:szCs w:val="24"/>
        </w:rPr>
        <w:t>Çoban yıldızı</w:t>
      </w:r>
      <w:r>
        <w:rPr>
          <w:rFonts w:ascii="Times New Roman" w:hAnsi="Times New Roman"/>
          <w:b/>
          <w:sz w:val="24"/>
          <w:szCs w:val="24"/>
        </w:rPr>
        <w:t xml:space="preserve">      B) </w:t>
      </w:r>
      <w:r w:rsidRPr="00461EEF">
        <w:rPr>
          <w:rFonts w:ascii="Times New Roman" w:hAnsi="Times New Roman"/>
          <w:sz w:val="24"/>
          <w:szCs w:val="24"/>
        </w:rPr>
        <w:t>Pusula</w:t>
      </w:r>
      <w:r>
        <w:rPr>
          <w:rFonts w:ascii="Times New Roman" w:hAnsi="Times New Roman"/>
          <w:b/>
          <w:sz w:val="24"/>
          <w:szCs w:val="24"/>
        </w:rPr>
        <w:t xml:space="preserve">        C) </w:t>
      </w:r>
      <w:r w:rsidRPr="00461EEF">
        <w:rPr>
          <w:rFonts w:ascii="Times New Roman" w:hAnsi="Times New Roman"/>
          <w:sz w:val="24"/>
          <w:szCs w:val="24"/>
        </w:rPr>
        <w:t>Ay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402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</w:tblGrid>
      <w:tr w:rsidR="002B570E" w:rsidRPr="00031489" w:rsidTr="00031489">
        <w:trPr>
          <w:trHeight w:val="427"/>
        </w:trPr>
        <w:tc>
          <w:tcPr>
            <w:tcW w:w="4815" w:type="dxa"/>
          </w:tcPr>
          <w:p w:rsidR="002B570E" w:rsidRPr="00031489" w:rsidRDefault="002B570E" w:rsidP="0003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1489">
              <w:rPr>
                <w:rFonts w:ascii="Times New Roman" w:hAnsi="Times New Roman"/>
                <w:b/>
                <w:sz w:val="24"/>
                <w:szCs w:val="24"/>
              </w:rPr>
              <w:t>Tarih                   :               30.12.2014</w:t>
            </w:r>
          </w:p>
        </w:tc>
      </w:tr>
      <w:tr w:rsidR="002B570E" w:rsidRPr="00031489" w:rsidTr="00031489">
        <w:trPr>
          <w:trHeight w:val="223"/>
        </w:trPr>
        <w:tc>
          <w:tcPr>
            <w:tcW w:w="4815" w:type="dxa"/>
          </w:tcPr>
          <w:p w:rsidR="002B570E" w:rsidRPr="00031489" w:rsidRDefault="002B570E" w:rsidP="0003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1489">
              <w:rPr>
                <w:rFonts w:ascii="Times New Roman" w:hAnsi="Times New Roman"/>
                <w:b/>
                <w:sz w:val="24"/>
                <w:szCs w:val="24"/>
              </w:rPr>
              <w:t>Velisinin İmzası :</w:t>
            </w:r>
          </w:p>
        </w:tc>
      </w:tr>
    </w:tbl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6177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B570E" w:rsidRPr="006177B0" w:rsidRDefault="002B570E" w:rsidP="006177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77B0">
        <w:rPr>
          <w:rFonts w:ascii="Times New Roman" w:hAnsi="Times New Roman"/>
          <w:b/>
          <w:sz w:val="24"/>
          <w:szCs w:val="24"/>
        </w:rPr>
        <w:t xml:space="preserve">Cumhuriyet Bayramı ile ilgili aşağıdaki öğrencilerden hangisinin verdiği bilgi </w:t>
      </w:r>
      <w:r w:rsidRPr="006177B0">
        <w:rPr>
          <w:rFonts w:ascii="Times New Roman" w:hAnsi="Times New Roman"/>
          <w:b/>
          <w:sz w:val="24"/>
          <w:szCs w:val="24"/>
          <w:u w:val="single"/>
        </w:rPr>
        <w:t>yanlıştır</w:t>
      </w:r>
      <w:r w:rsidRPr="006177B0">
        <w:rPr>
          <w:rFonts w:ascii="Times New Roman" w:hAnsi="Times New Roman"/>
          <w:b/>
          <w:sz w:val="24"/>
          <w:szCs w:val="24"/>
        </w:rPr>
        <w:t>?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6177B0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77B0">
        <w:rPr>
          <w:rFonts w:ascii="Times New Roman" w:hAnsi="Times New Roman"/>
          <w:b/>
          <w:sz w:val="24"/>
          <w:szCs w:val="24"/>
        </w:rPr>
        <w:t>Berna</w:t>
      </w:r>
      <w:r>
        <w:rPr>
          <w:rFonts w:ascii="Times New Roman" w:hAnsi="Times New Roman"/>
          <w:sz w:val="24"/>
          <w:szCs w:val="24"/>
        </w:rPr>
        <w:t xml:space="preserve"> : Cumhuriyet 23 Nisan 1920 de ilan edildi.</w:t>
      </w:r>
      <w:r w:rsidRPr="00925ED3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6177B0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77B0">
        <w:rPr>
          <w:rFonts w:ascii="Times New Roman" w:hAnsi="Times New Roman"/>
          <w:b/>
          <w:sz w:val="24"/>
          <w:szCs w:val="24"/>
        </w:rPr>
        <w:t>Arda:</w:t>
      </w:r>
      <w:r>
        <w:rPr>
          <w:rFonts w:ascii="Times New Roman" w:hAnsi="Times New Roman"/>
          <w:sz w:val="24"/>
          <w:szCs w:val="24"/>
        </w:rPr>
        <w:t xml:space="preserve"> Cumhuriyet yönetiminde halkı seçilen kişi yönetir.                        </w:t>
      </w:r>
      <w:r w:rsidRPr="00925ED3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177B0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7B0">
        <w:rPr>
          <w:rFonts w:ascii="Times New Roman" w:hAnsi="Times New Roman"/>
          <w:b/>
          <w:sz w:val="24"/>
          <w:szCs w:val="24"/>
        </w:rPr>
        <w:t>Ceyhan</w:t>
      </w:r>
      <w:r>
        <w:rPr>
          <w:rFonts w:ascii="Times New Roman" w:hAnsi="Times New Roman"/>
          <w:sz w:val="24"/>
          <w:szCs w:val="24"/>
        </w:rPr>
        <w:t xml:space="preserve"> : 29 Ekim 1923’te ilan edilmiştir.</w:t>
      </w:r>
      <w:r w:rsidRPr="00925ED3">
        <w:rPr>
          <w:rFonts w:ascii="Times New Roman" w:hAnsi="Times New Roman"/>
          <w:sz w:val="24"/>
          <w:szCs w:val="24"/>
        </w:rPr>
        <w:t>.</w:t>
      </w:r>
    </w:p>
    <w:p w:rsidR="002B570E" w:rsidRPr="00925ED3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Sibel ile Yaren satranç oynamış ve Yaren bu oyunda Sibel’e yenilmiştir.</w:t>
      </w:r>
    </w:p>
    <w:p w:rsidR="002B570E" w:rsidRPr="006177B0" w:rsidRDefault="002B570E" w:rsidP="006177B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6177B0">
        <w:rPr>
          <w:rFonts w:ascii="Times New Roman" w:hAnsi="Times New Roman"/>
          <w:b/>
          <w:color w:val="000000"/>
          <w:sz w:val="24"/>
          <w:szCs w:val="24"/>
        </w:rPr>
        <w:t>Bu durumda Sibel’in Yaren’e aşağıdakilerden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hangisini söylemesi doğru olur</w:t>
      </w:r>
      <w:r w:rsidRPr="006177B0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2B570E" w:rsidRDefault="002B570E" w:rsidP="009B13F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052D">
        <w:rPr>
          <w:rFonts w:ascii="Times New Roman" w:hAnsi="Times New Roman"/>
          <w:b/>
          <w:color w:val="000000"/>
          <w:sz w:val="24"/>
          <w:szCs w:val="24"/>
        </w:rPr>
        <w:t>A)</w:t>
      </w:r>
      <w:r>
        <w:rPr>
          <w:rFonts w:ascii="Times New Roman" w:hAnsi="Times New Roman"/>
          <w:color w:val="000000"/>
          <w:sz w:val="24"/>
          <w:szCs w:val="24"/>
        </w:rPr>
        <w:t xml:space="preserve"> Seni nasıl yendim ha ha ha . </w:t>
      </w:r>
    </w:p>
    <w:p w:rsidR="002B570E" w:rsidRPr="00925ED3" w:rsidRDefault="002B570E" w:rsidP="009B13F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D052D">
        <w:rPr>
          <w:rFonts w:ascii="Times New Roman" w:hAnsi="Times New Roman"/>
          <w:b/>
          <w:color w:val="000000"/>
          <w:sz w:val="24"/>
          <w:szCs w:val="24"/>
        </w:rPr>
        <w:t>B)</w:t>
      </w:r>
      <w:r w:rsidRPr="00925ED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Canıma değsin oh oh oh</w:t>
      </w:r>
      <w:r w:rsidRPr="00925ED3">
        <w:rPr>
          <w:rFonts w:ascii="Times New Roman" w:hAnsi="Times New Roman"/>
          <w:color w:val="000000"/>
          <w:sz w:val="24"/>
          <w:szCs w:val="24"/>
        </w:rPr>
        <w:t>.</w:t>
      </w:r>
    </w:p>
    <w:p w:rsidR="002B570E" w:rsidRPr="00925ED3" w:rsidRDefault="002B570E" w:rsidP="009B13F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052D">
        <w:rPr>
          <w:rFonts w:ascii="Times New Roman" w:hAnsi="Times New Roman"/>
          <w:b/>
          <w:color w:val="000000"/>
          <w:sz w:val="24"/>
          <w:szCs w:val="24"/>
        </w:rPr>
        <w:t>C)</w:t>
      </w:r>
      <w:r w:rsidRPr="00925ED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Sen de çok iyi oynadın sana da tebrikler.</w:t>
      </w: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1D052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Aşağıdakilerden hangisi okul</w:t>
      </w:r>
      <w:r w:rsidRPr="001D052D">
        <w:rPr>
          <w:rFonts w:ascii="Times New Roman" w:hAnsi="Times New Roman"/>
          <w:b/>
          <w:sz w:val="24"/>
          <w:szCs w:val="24"/>
        </w:rPr>
        <w:t xml:space="preserve"> kurallarından değildir ?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Pr="001D052D">
        <w:rPr>
          <w:rFonts w:ascii="Times New Roman" w:hAnsi="Times New Roman"/>
          <w:sz w:val="24"/>
          <w:szCs w:val="24"/>
        </w:rPr>
        <w:t>Okula zamanında gel</w:t>
      </w:r>
      <w:r>
        <w:rPr>
          <w:rFonts w:ascii="Times New Roman" w:hAnsi="Times New Roman"/>
          <w:sz w:val="24"/>
          <w:szCs w:val="24"/>
        </w:rPr>
        <w:t>me</w:t>
      </w:r>
      <w:r w:rsidRPr="001D052D">
        <w:rPr>
          <w:rFonts w:ascii="Times New Roman" w:hAnsi="Times New Roman"/>
          <w:sz w:val="24"/>
          <w:szCs w:val="24"/>
        </w:rPr>
        <w:t>mek</w:t>
      </w:r>
      <w:r>
        <w:rPr>
          <w:rFonts w:ascii="Times New Roman" w:hAnsi="Times New Roman"/>
          <w:sz w:val="24"/>
          <w:szCs w:val="24"/>
        </w:rPr>
        <w:t>.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B) </w:t>
      </w:r>
      <w:r w:rsidRPr="001D052D">
        <w:rPr>
          <w:rFonts w:ascii="Times New Roman" w:hAnsi="Times New Roman"/>
          <w:sz w:val="24"/>
          <w:szCs w:val="24"/>
        </w:rPr>
        <w:t>Verilen ödevleri yapmak</w:t>
      </w:r>
    </w:p>
    <w:p w:rsidR="002B570E" w:rsidRPr="001D052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>Sınıf içinde koşmamak</w:t>
      </w: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461EEF" w:rsidRDefault="002B570E" w:rsidP="009B13FF">
      <w:pPr>
        <w:spacing w:after="0"/>
        <w:rPr>
          <w:rFonts w:ascii="Times New Roman" w:hAnsi="Times New Roman"/>
        </w:rPr>
      </w:pPr>
      <w:r w:rsidRPr="0031699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61EEF">
        <w:rPr>
          <w:rFonts w:ascii="Times New Roman" w:hAnsi="Times New Roman"/>
          <w:sz w:val="24"/>
          <w:szCs w:val="24"/>
        </w:rPr>
        <w:t>Samet her oyunda arkadaşları tarafından iki gurupta da olması istenilen bir çocuktur.</w:t>
      </w:r>
    </w:p>
    <w:p w:rsidR="002B570E" w:rsidRPr="00CA649D" w:rsidRDefault="002B570E" w:rsidP="00CA649D">
      <w:pPr>
        <w:spacing w:after="0" w:line="240" w:lineRule="auto"/>
        <w:jc w:val="both"/>
        <w:rPr>
          <w:rFonts w:ascii="Times New Roman" w:hAnsi="Times New Roman"/>
          <w:b/>
        </w:rPr>
      </w:pPr>
      <w:r w:rsidRPr="00CA649D">
        <w:rPr>
          <w:rFonts w:ascii="Times New Roman" w:hAnsi="Times New Roman"/>
          <w:b/>
        </w:rPr>
        <w:t>Samet’in bu kadar sevilmesinin nedeni</w:t>
      </w:r>
      <w:r>
        <w:rPr>
          <w:rFonts w:ascii="Times New Roman" w:hAnsi="Times New Roman"/>
          <w:b/>
        </w:rPr>
        <w:t xml:space="preserve"> aşağıdakilerden hangisi olamaz</w:t>
      </w:r>
      <w:r w:rsidRPr="00CA649D">
        <w:rPr>
          <w:rFonts w:ascii="Times New Roman" w:hAnsi="Times New Roman"/>
          <w:b/>
        </w:rPr>
        <w:t>?</w:t>
      </w:r>
    </w:p>
    <w:p w:rsidR="002B570E" w:rsidRDefault="002B570E" w:rsidP="00461EE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Pr="00CA649D">
        <w:rPr>
          <w:rFonts w:ascii="Times New Roman" w:hAnsi="Times New Roman"/>
          <w:b/>
        </w:rPr>
        <w:t>A)</w:t>
      </w:r>
      <w:r>
        <w:rPr>
          <w:rFonts w:ascii="Times New Roman" w:hAnsi="Times New Roman"/>
        </w:rPr>
        <w:t xml:space="preserve">  Samet dürüst bir arkadaştır</w:t>
      </w:r>
      <w:r w:rsidRPr="00996CFC">
        <w:rPr>
          <w:rFonts w:ascii="Times New Roman" w:hAnsi="Times New Roman"/>
        </w:rPr>
        <w:t xml:space="preserve">.                       </w:t>
      </w:r>
    </w:p>
    <w:p w:rsidR="002B570E" w:rsidRPr="004725FF" w:rsidRDefault="002B570E" w:rsidP="00461EEF">
      <w:pPr>
        <w:spacing w:after="0" w:line="240" w:lineRule="auto"/>
        <w:rPr>
          <w:rFonts w:ascii="Times New Roman" w:hAnsi="Times New Roman"/>
          <w:b/>
        </w:rPr>
      </w:pPr>
      <w:r w:rsidRPr="00CA649D">
        <w:rPr>
          <w:rFonts w:ascii="Times New Roman" w:hAnsi="Times New Roman"/>
          <w:b/>
        </w:rPr>
        <w:t xml:space="preserve"> B)</w:t>
      </w:r>
      <w:r>
        <w:rPr>
          <w:rFonts w:ascii="Times New Roman" w:hAnsi="Times New Roman"/>
          <w:b/>
        </w:rPr>
        <w:t xml:space="preserve"> </w:t>
      </w:r>
      <w:r w:rsidRPr="004725F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Samet oyunbozan ve kıskanç bir arkadaştır</w:t>
      </w:r>
      <w:r w:rsidRPr="004725FF">
        <w:rPr>
          <w:rFonts w:ascii="Times New Roman" w:hAnsi="Times New Roman"/>
        </w:rPr>
        <w:t xml:space="preserve">.                </w:t>
      </w:r>
    </w:p>
    <w:p w:rsidR="002B570E" w:rsidRPr="00996CFC" w:rsidRDefault="002B570E" w:rsidP="00461EE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Pr="00CA649D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 Samet yetenekli ve taraf tutmayan bir arkadaştır</w:t>
      </w:r>
      <w:r w:rsidRPr="00996CFC">
        <w:rPr>
          <w:rFonts w:ascii="Times New Roman" w:hAnsi="Times New Roman"/>
        </w:rPr>
        <w:t>.</w:t>
      </w:r>
    </w:p>
    <w:p w:rsidR="002B570E" w:rsidRPr="0031699D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BB3423" w:rsidRDefault="002B570E" w:rsidP="00CA649D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B3423">
        <w:rPr>
          <w:rFonts w:ascii="Times New Roman" w:hAnsi="Times New Roman"/>
          <w:i/>
        </w:rPr>
        <w:t xml:space="preserve">Dürüst, yalancı, oyunbozan, saygılı, kibar, bencil, </w:t>
      </w:r>
      <w:r>
        <w:rPr>
          <w:rFonts w:ascii="Times New Roman" w:hAnsi="Times New Roman"/>
          <w:i/>
        </w:rPr>
        <w:t xml:space="preserve">        l</w:t>
      </w:r>
      <w:r w:rsidRPr="00BB3423">
        <w:rPr>
          <w:rFonts w:ascii="Times New Roman" w:hAnsi="Times New Roman"/>
          <w:i/>
        </w:rPr>
        <w:t>ider, kavgacı.</w:t>
      </w:r>
    </w:p>
    <w:p w:rsidR="002B570E" w:rsidRPr="00CA649D" w:rsidRDefault="002B570E" w:rsidP="009B13FF">
      <w:pPr>
        <w:spacing w:after="0" w:line="240" w:lineRule="auto"/>
        <w:rPr>
          <w:rFonts w:ascii="Times New Roman" w:hAnsi="Times New Roman"/>
          <w:b/>
        </w:rPr>
      </w:pPr>
      <w:r w:rsidRPr="00CA649D">
        <w:rPr>
          <w:rFonts w:ascii="Times New Roman" w:hAnsi="Times New Roman"/>
          <w:b/>
        </w:rPr>
        <w:t>İyi bir arkadaşta yukarıdaki özelliklerden kaç tanesi olmamalıdır?</w:t>
      </w:r>
    </w:p>
    <w:p w:rsidR="002B570E" w:rsidRDefault="002B570E" w:rsidP="009B13FF">
      <w:pPr>
        <w:spacing w:after="0" w:line="240" w:lineRule="auto"/>
        <w:rPr>
          <w:rFonts w:ascii="Cambria" w:hAnsi="Cambria"/>
        </w:rPr>
      </w:pPr>
    </w:p>
    <w:p w:rsidR="002B570E" w:rsidRPr="00AC44A2" w:rsidRDefault="002B570E" w:rsidP="009B13FF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     </w:t>
      </w:r>
      <w:r w:rsidRPr="00AC44A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  <w:t xml:space="preserve">       </w:t>
      </w:r>
      <w:r w:rsidRPr="00AC44A2">
        <w:rPr>
          <w:rFonts w:ascii="Times New Roman" w:hAnsi="Times New Roman"/>
        </w:rPr>
        <w:t xml:space="preserve"> </w:t>
      </w:r>
      <w:r w:rsidRPr="00CA649D">
        <w:rPr>
          <w:rFonts w:ascii="Times New Roman" w:hAnsi="Times New Roman"/>
          <w:b/>
        </w:rPr>
        <w:t xml:space="preserve">B)  </w:t>
      </w:r>
      <w:r>
        <w:rPr>
          <w:rFonts w:ascii="Times New Roman" w:hAnsi="Times New Roman"/>
        </w:rPr>
        <w:t>4</w:t>
      </w:r>
      <w:r w:rsidRPr="00AC44A2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</w:t>
      </w:r>
      <w:r w:rsidRPr="00AC44A2">
        <w:rPr>
          <w:rFonts w:ascii="Times New Roman" w:hAnsi="Times New Roman"/>
        </w:rPr>
        <w:t xml:space="preserve"> </w:t>
      </w:r>
      <w:r w:rsidRPr="00CA649D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3</w:t>
      </w:r>
    </w:p>
    <w:p w:rsidR="002B570E" w:rsidRPr="00AC44A2" w:rsidRDefault="002B570E" w:rsidP="009B13FF">
      <w:pPr>
        <w:spacing w:after="0" w:line="240" w:lineRule="auto"/>
        <w:ind w:left="570"/>
        <w:rPr>
          <w:rFonts w:ascii="Cambria" w:hAnsi="Cambria"/>
        </w:rPr>
      </w:pPr>
    </w:p>
    <w:p w:rsidR="002B570E" w:rsidRPr="00E16715" w:rsidRDefault="002B570E" w:rsidP="00E1671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3169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6715">
        <w:rPr>
          <w:rFonts w:ascii="Times New Roman" w:hAnsi="Times New Roman"/>
          <w:b/>
          <w:sz w:val="24"/>
          <w:szCs w:val="24"/>
        </w:rPr>
        <w:t>Aşağıdaki öğrencilerden hangisinin söylediği yanlıştır?</w:t>
      </w:r>
    </w:p>
    <w:p w:rsidR="002B570E" w:rsidRDefault="002B570E" w:rsidP="009B13F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4207">
        <w:rPr>
          <w:rFonts w:ascii="Times New Roman" w:hAnsi="Times New Roman"/>
          <w:b/>
          <w:sz w:val="24"/>
          <w:szCs w:val="24"/>
        </w:rPr>
        <w:t>Sıla:</w:t>
      </w:r>
      <w:r>
        <w:rPr>
          <w:rFonts w:ascii="Times New Roman" w:hAnsi="Times New Roman"/>
          <w:sz w:val="24"/>
          <w:szCs w:val="24"/>
        </w:rPr>
        <w:t xml:space="preserve"> Her insanın kendine özgü ve yetenekleri vardır</w:t>
      </w:r>
      <w:r w:rsidRPr="00AC44A2">
        <w:rPr>
          <w:rFonts w:ascii="Times New Roman" w:hAnsi="Times New Roman"/>
          <w:sz w:val="24"/>
          <w:szCs w:val="24"/>
        </w:rPr>
        <w:t xml:space="preserve">. </w:t>
      </w:r>
    </w:p>
    <w:p w:rsidR="002B570E" w:rsidRPr="00AC44A2" w:rsidRDefault="002B570E" w:rsidP="009B13F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4207">
        <w:rPr>
          <w:rFonts w:ascii="Times New Roman" w:hAnsi="Times New Roman"/>
          <w:b/>
          <w:sz w:val="24"/>
          <w:szCs w:val="24"/>
        </w:rPr>
        <w:t>Ayşe:</w:t>
      </w:r>
      <w:r>
        <w:rPr>
          <w:rFonts w:ascii="Times New Roman" w:hAnsi="Times New Roman"/>
          <w:sz w:val="24"/>
          <w:szCs w:val="24"/>
        </w:rPr>
        <w:t xml:space="preserve"> Arkadaşlarımız arasındaki benzerlik ve farklılıklar normal değildir</w:t>
      </w:r>
      <w:r w:rsidRPr="00AC44A2">
        <w:rPr>
          <w:rFonts w:ascii="Times New Roman" w:hAnsi="Times New Roman"/>
          <w:sz w:val="24"/>
          <w:szCs w:val="24"/>
        </w:rPr>
        <w:t xml:space="preserve">.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2B570E" w:rsidRPr="00393F3F" w:rsidRDefault="002B570E" w:rsidP="009B13F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944207">
        <w:rPr>
          <w:rFonts w:ascii="Times New Roman" w:hAnsi="Times New Roman"/>
          <w:b/>
          <w:sz w:val="24"/>
          <w:szCs w:val="24"/>
        </w:rPr>
        <w:t>Sude:</w:t>
      </w:r>
      <w:r>
        <w:rPr>
          <w:rFonts w:ascii="Times New Roman" w:hAnsi="Times New Roman"/>
          <w:sz w:val="24"/>
          <w:szCs w:val="24"/>
        </w:rPr>
        <w:t xml:space="preserve"> Arkadaşlarımızın farklı görüş ve düşüncelerine hoşgörü ile yaklaşmak gerekir</w:t>
      </w:r>
      <w:r w:rsidRPr="00AC44A2">
        <w:rPr>
          <w:rFonts w:ascii="Times New Roman" w:hAnsi="Times New Roman"/>
          <w:sz w:val="24"/>
          <w:szCs w:val="24"/>
        </w:rPr>
        <w:t>.</w:t>
      </w:r>
    </w:p>
    <w:p w:rsidR="002B570E" w:rsidRPr="00BF1E1B" w:rsidRDefault="002B570E" w:rsidP="009B13F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TÜRKÇE </w:t>
      </w:r>
      <w:r w:rsidRPr="00BF1E1B">
        <w:rPr>
          <w:rFonts w:ascii="Times New Roman" w:hAnsi="Times New Roman"/>
          <w:b/>
          <w:sz w:val="24"/>
          <w:szCs w:val="24"/>
          <w:u w:val="single"/>
        </w:rPr>
        <w:t xml:space="preserve"> SORULARI</w:t>
      </w:r>
    </w:p>
    <w:p w:rsidR="002B570E" w:rsidRPr="00D65E4E" w:rsidRDefault="002B570E" w:rsidP="000D3C2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2B570E" w:rsidRPr="00D65E4E" w:rsidRDefault="002B570E" w:rsidP="00501B6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5541B">
        <w:rPr>
          <w:rFonts w:ascii="Times New Roman" w:hAnsi="Times New Roman"/>
          <w:b/>
          <w:sz w:val="24"/>
          <w:szCs w:val="24"/>
        </w:rPr>
        <w:t>Aşağıdaki cümlelerin hangisinde üç sessiz harfin yan yana bulunduğu bir sözcük</w:t>
      </w:r>
      <w:r>
        <w:rPr>
          <w:rFonts w:ascii="Times New Roman" w:hAnsi="Times New Roman"/>
          <w:b/>
          <w:sz w:val="24"/>
          <w:szCs w:val="24"/>
        </w:rPr>
        <w:t xml:space="preserve">  hangi cümlede </w:t>
      </w:r>
      <w:r w:rsidRPr="0095541B">
        <w:rPr>
          <w:rFonts w:ascii="Times New Roman" w:hAnsi="Times New Roman"/>
          <w:b/>
          <w:sz w:val="24"/>
          <w:szCs w:val="24"/>
        </w:rPr>
        <w:t xml:space="preserve"> kullanılmıştır?</w:t>
      </w:r>
      <w:r w:rsidRPr="00D65E4E">
        <w:rPr>
          <w:rFonts w:ascii="Times New Roman" w:hAnsi="Times New Roman"/>
        </w:rPr>
        <w:t xml:space="preserve"> 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501B6E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Şişli semtinde oturuyor.</w:t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501B6E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Serpil defterini yırtmış.     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Pr="00501B6E">
        <w:rPr>
          <w:rFonts w:ascii="Times New Roman" w:hAnsi="Times New Roman"/>
          <w:b/>
          <w:sz w:val="24"/>
          <w:szCs w:val="24"/>
        </w:rPr>
        <w:t>)</w:t>
      </w:r>
      <w:r w:rsidRPr="00D65E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Pelin martılara ekmek attı.</w:t>
      </w: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063116" w:rsidRDefault="002B570E" w:rsidP="009B13F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Aşağıdaki atasözlerinden hangisinin konusu çalışmaktır</w:t>
      </w:r>
      <w:r w:rsidRPr="00063116">
        <w:rPr>
          <w:rFonts w:ascii="Times New Roman" w:hAnsi="Times New Roman"/>
        </w:rPr>
        <w:t>?</w:t>
      </w:r>
    </w:p>
    <w:p w:rsidR="002B570E" w:rsidRDefault="002B570E" w:rsidP="00D732F5">
      <w:pPr>
        <w:spacing w:after="0"/>
        <w:rPr>
          <w:rFonts w:ascii="Times New Roman" w:hAnsi="Times New Roman"/>
        </w:rPr>
      </w:pPr>
      <w:r w:rsidRPr="0068062B">
        <w:rPr>
          <w:rFonts w:ascii="Times New Roman" w:hAnsi="Times New Roman"/>
          <w:b/>
        </w:rPr>
        <w:t xml:space="preserve">A) </w:t>
      </w:r>
      <w:r>
        <w:rPr>
          <w:rFonts w:ascii="Times New Roman" w:hAnsi="Times New Roman"/>
        </w:rPr>
        <w:t>Sakla samanı gelir zamanı.</w:t>
      </w:r>
    </w:p>
    <w:p w:rsidR="002B570E" w:rsidRDefault="002B570E" w:rsidP="00D732F5">
      <w:pPr>
        <w:spacing w:after="0"/>
        <w:rPr>
          <w:rFonts w:ascii="Times New Roman" w:hAnsi="Times New Roman"/>
        </w:rPr>
      </w:pPr>
      <w:r w:rsidRPr="0068062B">
        <w:rPr>
          <w:rFonts w:ascii="Times New Roman" w:hAnsi="Times New Roman"/>
          <w:b/>
        </w:rPr>
        <w:t>B)</w:t>
      </w:r>
      <w:r>
        <w:rPr>
          <w:rFonts w:ascii="Times New Roman" w:hAnsi="Times New Roman"/>
        </w:rPr>
        <w:t xml:space="preserve"> Üzüm üzüme baka baka kararır.</w:t>
      </w:r>
    </w:p>
    <w:p w:rsidR="002B570E" w:rsidRDefault="002B570E" w:rsidP="00D732F5">
      <w:pPr>
        <w:spacing w:after="0"/>
        <w:rPr>
          <w:rFonts w:ascii="Times New Roman" w:hAnsi="Times New Roman"/>
        </w:rPr>
      </w:pPr>
      <w:r w:rsidRPr="0068062B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Yazın başı pişenin kışın aşı pişer.</w:t>
      </w:r>
    </w:p>
    <w:p w:rsidR="002B570E" w:rsidRPr="00063116" w:rsidRDefault="002B570E" w:rsidP="00D732F5">
      <w:pPr>
        <w:spacing w:after="0"/>
        <w:rPr>
          <w:rFonts w:ascii="Times New Roman" w:hAnsi="Times New Roman"/>
        </w:rPr>
      </w:pPr>
    </w:p>
    <w:p w:rsidR="002B570E" w:rsidRDefault="002B570E" w:rsidP="0068062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Aşağıdaki cümlelerin hangisinde ‘‘ aydınlık’’</w:t>
      </w:r>
      <w:r w:rsidRPr="00063116">
        <w:rPr>
          <w:rFonts w:ascii="Times New Roman" w:hAnsi="Times New Roman"/>
          <w:sz w:val="24"/>
          <w:szCs w:val="24"/>
        </w:rPr>
        <w:t xml:space="preserve"> </w:t>
      </w:r>
      <w:r w:rsidRPr="0068062B">
        <w:rPr>
          <w:rFonts w:ascii="Times New Roman" w:hAnsi="Times New Roman"/>
          <w:b/>
          <w:sz w:val="24"/>
          <w:szCs w:val="24"/>
        </w:rPr>
        <w:t>sözcüğünün zıt anlamlısı hangi cümlede kullanılmıştır?</w:t>
      </w:r>
    </w:p>
    <w:p w:rsidR="002B570E" w:rsidRDefault="002B570E" w:rsidP="006806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062B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Oturduğu yerden güneşe bakıyordu.            </w:t>
      </w:r>
    </w:p>
    <w:p w:rsidR="002B570E" w:rsidRDefault="002B570E" w:rsidP="006806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062B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Oturduğu yer hiç ışık almıyordu.         </w:t>
      </w:r>
    </w:p>
    <w:p w:rsidR="002B570E" w:rsidRDefault="002B570E" w:rsidP="006806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062B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Oturduğu yer karanlık bir yerdi.</w:t>
      </w:r>
    </w:p>
    <w:p w:rsidR="002B570E" w:rsidRPr="0068062B" w:rsidRDefault="002B570E" w:rsidP="0068062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B570E" w:rsidRPr="00063116" w:rsidRDefault="002B570E" w:rsidP="00A05E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5EB7">
        <w:rPr>
          <w:rFonts w:ascii="Times New Roman" w:hAnsi="Times New Roman"/>
          <w:b/>
          <w:sz w:val="24"/>
          <w:szCs w:val="24"/>
        </w:rPr>
        <w:t>Aşağıdakilerden hangisinin adı her zaman büyük harfle başlar?</w:t>
      </w:r>
    </w:p>
    <w:p w:rsidR="002B570E" w:rsidRPr="00063116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A05EB7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>Ülke adları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A05EB7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Eşya adları    </w:t>
      </w:r>
      <w:r w:rsidRPr="00A05EB7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>meyve adları</w:t>
      </w: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6806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Aşağıdaki cümlelerde altı çizili sözcüklerden hangisi eş seslidir</w:t>
      </w:r>
      <w:r w:rsidRPr="00063116">
        <w:rPr>
          <w:rFonts w:ascii="Times New Roman" w:hAnsi="Times New Roman"/>
          <w:sz w:val="24"/>
          <w:szCs w:val="24"/>
        </w:rPr>
        <w:t xml:space="preserve"> ?</w:t>
      </w:r>
    </w:p>
    <w:p w:rsidR="002B570E" w:rsidRPr="0068062B" w:rsidRDefault="002B570E" w:rsidP="0068062B">
      <w:pPr>
        <w:spacing w:after="0"/>
        <w:rPr>
          <w:rFonts w:ascii="Times New Roman" w:hAnsi="Times New Roman"/>
          <w:b/>
          <w:sz w:val="24"/>
          <w:szCs w:val="24"/>
        </w:rPr>
      </w:pPr>
      <w:r w:rsidRPr="0068062B">
        <w:rPr>
          <w:rFonts w:ascii="Times New Roman" w:hAnsi="Times New Roman"/>
          <w:b/>
          <w:sz w:val="24"/>
          <w:szCs w:val="24"/>
        </w:rPr>
        <w:t xml:space="preserve">A)  </w:t>
      </w:r>
      <w:r w:rsidRPr="0068062B">
        <w:rPr>
          <w:rFonts w:ascii="Times New Roman" w:hAnsi="Times New Roman"/>
          <w:sz w:val="24"/>
          <w:szCs w:val="24"/>
        </w:rPr>
        <w:t xml:space="preserve">Ahmet bugün ata </w:t>
      </w:r>
      <w:r w:rsidRPr="0068062B">
        <w:rPr>
          <w:rFonts w:ascii="Times New Roman" w:hAnsi="Times New Roman"/>
          <w:sz w:val="24"/>
          <w:szCs w:val="24"/>
          <w:u w:val="single"/>
        </w:rPr>
        <w:t>bindi</w:t>
      </w:r>
      <w:r w:rsidRPr="0068062B">
        <w:rPr>
          <w:rFonts w:ascii="Times New Roman" w:hAnsi="Times New Roman"/>
          <w:sz w:val="24"/>
          <w:szCs w:val="24"/>
        </w:rPr>
        <w:t>.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68062B">
        <w:rPr>
          <w:rFonts w:ascii="Times New Roman" w:hAnsi="Times New Roman"/>
          <w:b/>
          <w:sz w:val="24"/>
          <w:szCs w:val="24"/>
        </w:rPr>
        <w:t>B )</w:t>
      </w:r>
      <w:r w:rsidRPr="000631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Annem deftere resim </w:t>
      </w:r>
      <w:r w:rsidRPr="0068062B">
        <w:rPr>
          <w:rFonts w:ascii="Times New Roman" w:hAnsi="Times New Roman"/>
          <w:sz w:val="24"/>
          <w:szCs w:val="24"/>
          <w:u w:val="single"/>
        </w:rPr>
        <w:t>yaptı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3116">
        <w:rPr>
          <w:rFonts w:ascii="Times New Roman" w:hAnsi="Times New Roman"/>
          <w:sz w:val="24"/>
          <w:szCs w:val="24"/>
        </w:rPr>
        <w:t xml:space="preserve">                </w:t>
      </w:r>
      <w:r w:rsidRPr="000631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063116">
        <w:rPr>
          <w:rFonts w:ascii="Times New Roman" w:hAnsi="Times New Roman"/>
          <w:sz w:val="24"/>
          <w:szCs w:val="24"/>
        </w:rPr>
        <w:t xml:space="preserve">                  </w:t>
      </w:r>
    </w:p>
    <w:p w:rsidR="002B570E" w:rsidRPr="0068062B" w:rsidRDefault="002B570E" w:rsidP="009B13FF">
      <w:pPr>
        <w:rPr>
          <w:rFonts w:ascii="Times New Roman" w:hAnsi="Times New Roman"/>
          <w:b/>
          <w:sz w:val="24"/>
          <w:szCs w:val="24"/>
        </w:rPr>
      </w:pPr>
      <w:r w:rsidRPr="0068062B">
        <w:rPr>
          <w:rFonts w:ascii="Times New Roman" w:hAnsi="Times New Roman"/>
          <w:b/>
          <w:sz w:val="24"/>
          <w:szCs w:val="24"/>
        </w:rPr>
        <w:t xml:space="preserve">C ) </w:t>
      </w:r>
      <w:r w:rsidRPr="0068062B">
        <w:rPr>
          <w:rFonts w:ascii="Times New Roman" w:hAnsi="Times New Roman"/>
          <w:sz w:val="24"/>
          <w:szCs w:val="24"/>
        </w:rPr>
        <w:t xml:space="preserve">Yaşı çok </w:t>
      </w:r>
      <w:r w:rsidRPr="0068062B">
        <w:rPr>
          <w:rFonts w:ascii="Times New Roman" w:hAnsi="Times New Roman"/>
          <w:sz w:val="24"/>
          <w:szCs w:val="24"/>
          <w:u w:val="single"/>
        </w:rPr>
        <w:t>gençmiş.</w:t>
      </w:r>
      <w:r w:rsidRPr="0068062B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2B570E" w:rsidRPr="00063116" w:rsidRDefault="002B570E" w:rsidP="00CF29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b/>
        </w:rPr>
        <w:t>Aşağıdaki kelimelerden hangisi yapım eki almıştır?</w:t>
      </w:r>
    </w:p>
    <w:p w:rsidR="002B570E" w:rsidRPr="00063116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CF2902">
        <w:rPr>
          <w:rFonts w:ascii="Times New Roman" w:hAnsi="Times New Roman"/>
          <w:b/>
          <w:sz w:val="24"/>
          <w:szCs w:val="24"/>
        </w:rPr>
        <w:t xml:space="preserve"> A)</w:t>
      </w:r>
      <w:r>
        <w:rPr>
          <w:rFonts w:ascii="Times New Roman" w:hAnsi="Times New Roman"/>
          <w:sz w:val="24"/>
          <w:szCs w:val="24"/>
        </w:rPr>
        <w:t xml:space="preserve"> yalı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CF2902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sulu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CF2902">
        <w:rPr>
          <w:rFonts w:ascii="Times New Roman" w:hAnsi="Times New Roman"/>
          <w:b/>
          <w:sz w:val="24"/>
          <w:szCs w:val="24"/>
        </w:rPr>
        <w:t>C)</w:t>
      </w:r>
      <w:r w:rsidRPr="000631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halı </w:t>
      </w: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E6088C" w:rsidRDefault="002B570E" w:rsidP="00CF2902">
      <w:pPr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Aşağıdaki kelimelerden hangisi bileşik bir kelimedir?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570E" w:rsidRPr="004D79D8" w:rsidRDefault="002B570E" w:rsidP="009B13FF">
      <w:pPr>
        <w:rPr>
          <w:rFonts w:ascii="Times New Roman" w:hAnsi="Times New Roman"/>
          <w:sz w:val="24"/>
          <w:szCs w:val="24"/>
        </w:rPr>
      </w:pPr>
      <w:r w:rsidRPr="00E6088C">
        <w:t xml:space="preserve"> </w:t>
      </w:r>
      <w:r w:rsidRPr="00CF2902">
        <w:rPr>
          <w:rFonts w:ascii="Times New Roman" w:hAnsi="Times New Roman"/>
          <w:b/>
          <w:sz w:val="24"/>
          <w:szCs w:val="24"/>
        </w:rPr>
        <w:t xml:space="preserve">A) </w:t>
      </w:r>
      <w:r w:rsidRPr="00CF2902">
        <w:rPr>
          <w:rFonts w:ascii="Times New Roman" w:hAnsi="Times New Roman"/>
          <w:sz w:val="24"/>
          <w:szCs w:val="24"/>
        </w:rPr>
        <w:t>Karatay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CF2902">
        <w:rPr>
          <w:rFonts w:ascii="Times New Roman" w:hAnsi="Times New Roman"/>
          <w:b/>
          <w:sz w:val="24"/>
          <w:szCs w:val="24"/>
        </w:rPr>
        <w:t>B)</w:t>
      </w:r>
      <w:r w:rsidRPr="00CF2902">
        <w:rPr>
          <w:rFonts w:ascii="Times New Roman" w:hAnsi="Times New Roman"/>
          <w:sz w:val="24"/>
          <w:szCs w:val="24"/>
        </w:rPr>
        <w:t xml:space="preserve"> simitçi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CF2902">
        <w:rPr>
          <w:rFonts w:ascii="Times New Roman" w:hAnsi="Times New Roman"/>
          <w:b/>
          <w:sz w:val="24"/>
          <w:szCs w:val="24"/>
        </w:rPr>
        <w:t>C)</w:t>
      </w:r>
      <w:r w:rsidRPr="004D79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top</w:t>
      </w:r>
      <w:r w:rsidRPr="004D79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3420B1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0456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045603">
        <w:rPr>
          <w:rFonts w:ascii="Times New Roman" w:hAnsi="Times New Roman"/>
          <w:b/>
          <w:sz w:val="24"/>
          <w:szCs w:val="24"/>
        </w:rPr>
        <w:t xml:space="preserve">. </w:t>
      </w:r>
      <w:r w:rsidRPr="00045603">
        <w:rPr>
          <w:rFonts w:ascii="Times New Roman" w:hAnsi="Times New Roman"/>
          <w:sz w:val="24"/>
          <w:szCs w:val="24"/>
        </w:rPr>
        <w:t xml:space="preserve">Yaşasın (  ) Tatile gidiyoruz (  ) Kumsalda kova (  ) kürek ve tırmığımla oynayacağım (  ) </w:t>
      </w:r>
    </w:p>
    <w:p w:rsidR="002B570E" w:rsidRPr="00045603" w:rsidRDefault="002B570E" w:rsidP="000456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5603">
        <w:rPr>
          <w:rFonts w:ascii="Times New Roman" w:hAnsi="Times New Roman"/>
          <w:b/>
          <w:sz w:val="24"/>
          <w:szCs w:val="24"/>
        </w:rPr>
        <w:t>Yu</w:t>
      </w:r>
      <w:r>
        <w:rPr>
          <w:rFonts w:ascii="Times New Roman" w:hAnsi="Times New Roman"/>
          <w:b/>
          <w:sz w:val="24"/>
          <w:szCs w:val="24"/>
        </w:rPr>
        <w:t xml:space="preserve">karıdaki paragrafta ( </w:t>
      </w:r>
      <w:r w:rsidRPr="00045603">
        <w:rPr>
          <w:rFonts w:ascii="Times New Roman" w:hAnsi="Times New Roman"/>
          <w:b/>
          <w:sz w:val="24"/>
          <w:szCs w:val="24"/>
        </w:rPr>
        <w:t>) parantez ile gösterilen yerlere hangi noktalama işaretleri gelmelidir ?</w:t>
      </w:r>
    </w:p>
    <w:p w:rsidR="002B570E" w:rsidRDefault="002B570E" w:rsidP="00F04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)  ( , ) ( ! ) ( - ) ( . )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4D79D8">
        <w:rPr>
          <w:rFonts w:ascii="Times New Roman" w:hAnsi="Times New Roman"/>
          <w:sz w:val="24"/>
          <w:szCs w:val="24"/>
        </w:rPr>
        <w:t xml:space="preserve">       </w:t>
      </w:r>
    </w:p>
    <w:p w:rsidR="002B570E" w:rsidRDefault="002B570E" w:rsidP="00F04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 )  ( ! ) ( . ) ( , ) ( . ) </w:t>
      </w:r>
      <w:r w:rsidRPr="004D79D8">
        <w:rPr>
          <w:rFonts w:ascii="Times New Roman" w:hAnsi="Times New Roman"/>
          <w:sz w:val="24"/>
          <w:szCs w:val="24"/>
        </w:rPr>
        <w:t xml:space="preserve">               </w:t>
      </w:r>
    </w:p>
    <w:p w:rsidR="002B570E" w:rsidRPr="004725FF" w:rsidRDefault="002B570E" w:rsidP="00F04E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 )  ( , ) ( ! ) ( ! ) ( , )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0456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B570E" w:rsidRDefault="002B570E" w:rsidP="000456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B570E" w:rsidRPr="00045603" w:rsidRDefault="002B570E" w:rsidP="00CF2902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5603">
        <w:rPr>
          <w:rFonts w:ascii="Times New Roman" w:hAnsi="Times New Roman"/>
          <w:b/>
          <w:sz w:val="24"/>
          <w:szCs w:val="24"/>
        </w:rPr>
        <w:t>Aşağıda verilen cümle</w:t>
      </w:r>
      <w:r>
        <w:rPr>
          <w:rFonts w:ascii="Times New Roman" w:hAnsi="Times New Roman"/>
          <w:b/>
          <w:sz w:val="24"/>
          <w:szCs w:val="24"/>
        </w:rPr>
        <w:t xml:space="preserve">lerin hangisi hayal ürünü </w:t>
      </w:r>
      <w:r w:rsidRPr="00045603">
        <w:rPr>
          <w:rFonts w:ascii="Times New Roman" w:hAnsi="Times New Roman"/>
          <w:b/>
          <w:sz w:val="24"/>
          <w:szCs w:val="24"/>
          <w:u w:val="single"/>
        </w:rPr>
        <w:t>değildir</w:t>
      </w:r>
      <w:r w:rsidRPr="00045603">
        <w:rPr>
          <w:rFonts w:ascii="Times New Roman" w:hAnsi="Times New Roman"/>
          <w:b/>
          <w:sz w:val="24"/>
          <w:szCs w:val="24"/>
        </w:rPr>
        <w:t>?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045603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Ay’ın görünüşüne çok sevindi.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04560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Güneş çocuğa kızdı.      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045603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Çocuk bulutların üstüne çıktı.</w:t>
      </w:r>
    </w:p>
    <w:p w:rsidR="002B570E" w:rsidRPr="00501B6E" w:rsidRDefault="002B570E" w:rsidP="00501B6E">
      <w:pPr>
        <w:spacing w:after="0"/>
        <w:rPr>
          <w:rFonts w:ascii="Times New Roman" w:hAnsi="Times New Roman"/>
          <w:sz w:val="24"/>
          <w:szCs w:val="24"/>
        </w:rPr>
      </w:pPr>
      <w:r w:rsidRPr="004D79D8">
        <w:rPr>
          <w:rFonts w:ascii="Times New Roman" w:hAnsi="Times New Roman"/>
          <w:sz w:val="24"/>
          <w:szCs w:val="24"/>
        </w:rPr>
        <w:t xml:space="preserve">            </w:t>
      </w:r>
    </w:p>
    <w:p w:rsidR="002B570E" w:rsidRPr="005F0A74" w:rsidRDefault="002B570E" w:rsidP="005F0A74">
      <w:pPr>
        <w:jc w:val="both"/>
        <w:rPr>
          <w:rFonts w:ascii="Times New Roman" w:hAnsi="Times New Roman"/>
          <w:b/>
        </w:rPr>
      </w:pPr>
      <w:r w:rsidRPr="003420B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‘‘ </w:t>
      </w:r>
      <w:r>
        <w:rPr>
          <w:rFonts w:ascii="Times New Roman" w:hAnsi="Times New Roman"/>
        </w:rPr>
        <w:t xml:space="preserve">Eskiden ülkeleri kırallar yönetirdi.’’ </w:t>
      </w:r>
      <w:r w:rsidRPr="005F0A74">
        <w:rPr>
          <w:rFonts w:ascii="Times New Roman" w:hAnsi="Times New Roman"/>
          <w:b/>
        </w:rPr>
        <w:t>Cümlesinde hangi kelime yanlış yazılmıştır?</w:t>
      </w:r>
    </w:p>
    <w:p w:rsidR="002B570E" w:rsidRDefault="002B570E" w:rsidP="009B13FF">
      <w:pPr>
        <w:spacing w:after="0"/>
        <w:rPr>
          <w:rFonts w:ascii="Times New Roman" w:hAnsi="Times New Roman"/>
        </w:rPr>
      </w:pPr>
      <w:r w:rsidRPr="005F0A74">
        <w:rPr>
          <w:rFonts w:ascii="Times New Roman" w:hAnsi="Times New Roman"/>
          <w:b/>
        </w:rPr>
        <w:t xml:space="preserve"> A)</w:t>
      </w:r>
      <w:r>
        <w:rPr>
          <w:rFonts w:ascii="Times New Roman" w:hAnsi="Times New Roman"/>
        </w:rPr>
        <w:t xml:space="preserve"> ülkeleri</w:t>
      </w:r>
      <w:r>
        <w:rPr>
          <w:rFonts w:ascii="Times New Roman" w:hAnsi="Times New Roman"/>
        </w:rPr>
        <w:tab/>
        <w:t xml:space="preserve">         </w:t>
      </w:r>
      <w:r w:rsidRPr="005F0A74">
        <w:rPr>
          <w:rFonts w:ascii="Times New Roman" w:hAnsi="Times New Roman"/>
          <w:b/>
        </w:rPr>
        <w:t>B)</w:t>
      </w:r>
      <w:r>
        <w:rPr>
          <w:rFonts w:ascii="Times New Roman" w:hAnsi="Times New Roman"/>
        </w:rPr>
        <w:t xml:space="preserve"> kırallar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F0A74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eskiden</w:t>
      </w:r>
    </w:p>
    <w:p w:rsidR="002B570E" w:rsidRDefault="002B570E" w:rsidP="005F0A7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</w:t>
      </w:r>
    </w:p>
    <w:p w:rsidR="002B570E" w:rsidRDefault="002B570E" w:rsidP="000D3C25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3420B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48D0">
        <w:rPr>
          <w:rFonts w:ascii="Times New Roman" w:hAnsi="Times New Roman"/>
          <w:b/>
          <w:sz w:val="24"/>
          <w:szCs w:val="24"/>
        </w:rPr>
        <w:t>Aşağıdaki cümlelerin hangisinde hem tekil hem çoğul isim kullanılmıştır?</w:t>
      </w:r>
      <w:r w:rsidRPr="00847148">
        <w:rPr>
          <w:rFonts w:ascii="Times New Roman" w:hAnsi="Times New Roman"/>
          <w:sz w:val="24"/>
          <w:szCs w:val="24"/>
        </w:rPr>
        <w:t xml:space="preserve"> </w:t>
      </w:r>
    </w:p>
    <w:p w:rsidR="002B570E" w:rsidRDefault="002B570E" w:rsidP="009C48D0">
      <w:pPr>
        <w:spacing w:after="0"/>
        <w:rPr>
          <w:rFonts w:ascii="Times New Roman" w:hAnsi="Times New Roman"/>
          <w:sz w:val="24"/>
          <w:szCs w:val="24"/>
        </w:rPr>
      </w:pPr>
      <w:r w:rsidRPr="009C48D0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Kalemimi çantaya koyacağım.      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2B570E" w:rsidRDefault="002B570E" w:rsidP="009C48D0">
      <w:pPr>
        <w:spacing w:after="0"/>
        <w:rPr>
          <w:rFonts w:ascii="Times New Roman" w:hAnsi="Times New Roman"/>
          <w:sz w:val="24"/>
          <w:szCs w:val="24"/>
        </w:rPr>
      </w:pPr>
      <w:r w:rsidRPr="00A05EB7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Elmaları arkadaşlarıyla yedi.      </w:t>
      </w:r>
      <w:r>
        <w:rPr>
          <w:rFonts w:ascii="Times New Roman" w:hAnsi="Times New Roman"/>
          <w:sz w:val="24"/>
          <w:szCs w:val="24"/>
        </w:rPr>
        <w:tab/>
        <w:t xml:space="preserve">    </w:t>
      </w:r>
    </w:p>
    <w:p w:rsidR="002B570E" w:rsidRDefault="002B570E" w:rsidP="009C48D0">
      <w:pPr>
        <w:spacing w:after="0"/>
        <w:rPr>
          <w:rFonts w:ascii="Times New Roman" w:hAnsi="Times New Roman"/>
          <w:sz w:val="24"/>
          <w:szCs w:val="24"/>
        </w:rPr>
      </w:pPr>
      <w:r w:rsidRPr="00A05EB7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Aldığı meyveleri dolaba koydu. </w:t>
      </w:r>
    </w:p>
    <w:p w:rsidR="002B570E" w:rsidRPr="00847148" w:rsidRDefault="002B570E" w:rsidP="009C48D0">
      <w:pPr>
        <w:spacing w:after="0"/>
      </w:pPr>
    </w:p>
    <w:p w:rsidR="002B570E" w:rsidRDefault="002B570E" w:rsidP="000D3C25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tr-TR"/>
        </w:rPr>
      </w:pPr>
      <w:r w:rsidRPr="003420B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3C25">
        <w:rPr>
          <w:rFonts w:ascii="Times New Roman" w:hAnsi="Times New Roman"/>
          <w:b/>
          <w:color w:val="000000"/>
          <w:sz w:val="24"/>
          <w:szCs w:val="24"/>
          <w:lang w:eastAsia="tr-TR"/>
        </w:rPr>
        <w:t>Tamamlanmış cümlelerin sonuna aşağıdakilerden hangisi kon</w:t>
      </w:r>
      <w:r>
        <w:rPr>
          <w:rFonts w:ascii="Times New Roman" w:hAnsi="Times New Roman"/>
          <w:b/>
          <w:color w:val="000000"/>
          <w:sz w:val="24"/>
          <w:szCs w:val="24"/>
          <w:lang w:eastAsia="tr-TR"/>
        </w:rPr>
        <w:t>ul</w:t>
      </w:r>
      <w:r w:rsidRPr="000D3C25">
        <w:rPr>
          <w:rFonts w:ascii="Times New Roman" w:hAnsi="Times New Roman"/>
          <w:b/>
          <w:color w:val="000000"/>
          <w:sz w:val="24"/>
          <w:szCs w:val="24"/>
          <w:lang w:eastAsia="tr-TR"/>
        </w:rPr>
        <w:t>maz?</w:t>
      </w:r>
    </w:p>
    <w:p w:rsidR="002B570E" w:rsidRDefault="002B570E" w:rsidP="00CF290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tr-TR"/>
        </w:rPr>
      </w:pPr>
      <w:r w:rsidRPr="000D3C25">
        <w:rPr>
          <w:rFonts w:ascii="Times New Roman" w:hAnsi="Times New Roman"/>
          <w:b/>
          <w:color w:val="000000"/>
          <w:sz w:val="24"/>
          <w:szCs w:val="24"/>
          <w:lang w:eastAsia="tr-TR"/>
        </w:rPr>
        <w:t>A)</w:t>
      </w:r>
      <w:r>
        <w:rPr>
          <w:rFonts w:ascii="Times New Roman" w:hAnsi="Times New Roman"/>
          <w:color w:val="000000"/>
          <w:sz w:val="24"/>
          <w:szCs w:val="24"/>
          <w:lang w:eastAsia="tr-TR"/>
        </w:rPr>
        <w:t xml:space="preserve"> soru işareti            </w:t>
      </w:r>
      <w:r w:rsidRPr="000D3C25">
        <w:rPr>
          <w:rFonts w:ascii="Times New Roman" w:hAnsi="Times New Roman"/>
          <w:b/>
          <w:color w:val="000000"/>
          <w:sz w:val="24"/>
          <w:szCs w:val="24"/>
          <w:lang w:eastAsia="tr-TR"/>
        </w:rPr>
        <w:t>B)</w:t>
      </w:r>
      <w:r>
        <w:rPr>
          <w:rFonts w:ascii="Times New Roman" w:hAnsi="Times New Roman"/>
          <w:color w:val="000000"/>
          <w:sz w:val="24"/>
          <w:szCs w:val="24"/>
          <w:lang w:eastAsia="tr-TR"/>
        </w:rPr>
        <w:t xml:space="preserve"> virgül             </w:t>
      </w:r>
      <w:r w:rsidRPr="000D3C25">
        <w:rPr>
          <w:rFonts w:ascii="Times New Roman" w:hAnsi="Times New Roman"/>
          <w:b/>
          <w:color w:val="000000"/>
          <w:sz w:val="24"/>
          <w:szCs w:val="24"/>
          <w:lang w:eastAsia="tr-TR"/>
        </w:rPr>
        <w:t>C)</w:t>
      </w:r>
      <w:r>
        <w:rPr>
          <w:rFonts w:ascii="Times New Roman" w:hAnsi="Times New Roman"/>
          <w:color w:val="000000"/>
          <w:sz w:val="24"/>
          <w:szCs w:val="24"/>
          <w:lang w:eastAsia="tr-TR"/>
        </w:rPr>
        <w:t xml:space="preserve"> ünlem</w:t>
      </w:r>
    </w:p>
    <w:p w:rsidR="002B570E" w:rsidRDefault="002B570E" w:rsidP="00CF290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tr-TR"/>
        </w:rPr>
      </w:pPr>
    </w:p>
    <w:p w:rsidR="002B570E" w:rsidRDefault="002B570E" w:rsidP="000D3C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20B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3420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Ceren, kırlarda topladığı papatyaları arkadaşı Dilara’ya verdi.</w:t>
      </w:r>
    </w:p>
    <w:p w:rsidR="002B570E" w:rsidRPr="000D3C25" w:rsidRDefault="002B570E" w:rsidP="00CF2902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0D3C25">
        <w:rPr>
          <w:rFonts w:ascii="Times New Roman" w:hAnsi="Times New Roman"/>
          <w:b/>
          <w:sz w:val="24"/>
          <w:szCs w:val="24"/>
        </w:rPr>
        <w:t>Yukarıdaki cümledeki cins</w:t>
      </w:r>
      <w:r>
        <w:rPr>
          <w:rFonts w:ascii="Times New Roman" w:hAnsi="Times New Roman"/>
          <w:b/>
          <w:sz w:val="24"/>
          <w:szCs w:val="24"/>
        </w:rPr>
        <w:t xml:space="preserve"> (tür</w:t>
      </w:r>
      <w:r w:rsidRPr="000D3C25">
        <w:rPr>
          <w:rFonts w:ascii="Times New Roman" w:hAnsi="Times New Roman"/>
          <w:b/>
          <w:sz w:val="24"/>
          <w:szCs w:val="24"/>
        </w:rPr>
        <w:t>) isimler aşağıdaki seçeneklerin hangisinde doğru verilmiştir?</w:t>
      </w:r>
    </w:p>
    <w:p w:rsidR="002B570E" w:rsidRDefault="002B570E" w:rsidP="000D3C25">
      <w:pPr>
        <w:spacing w:after="0"/>
        <w:rPr>
          <w:rFonts w:ascii="Times New Roman" w:hAnsi="Times New Roman"/>
          <w:sz w:val="24"/>
          <w:szCs w:val="24"/>
        </w:rPr>
      </w:pPr>
      <w:r w:rsidRPr="000D3C25">
        <w:rPr>
          <w:rFonts w:ascii="Times New Roman" w:hAnsi="Times New Roman"/>
          <w:b/>
          <w:sz w:val="24"/>
          <w:szCs w:val="24"/>
        </w:rPr>
        <w:t xml:space="preserve"> A)</w:t>
      </w:r>
      <w:r>
        <w:rPr>
          <w:rFonts w:ascii="Times New Roman" w:hAnsi="Times New Roman"/>
          <w:sz w:val="24"/>
          <w:szCs w:val="24"/>
        </w:rPr>
        <w:t xml:space="preserve"> papatya -  arkadaş - verdi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B570E" w:rsidRDefault="002B570E" w:rsidP="000D3C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D3C25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Ceren – toplamak - Dilara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2B570E" w:rsidRPr="00D65E4E" w:rsidRDefault="002B570E" w:rsidP="009B13FF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D3C25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kırlarda – papatya - arkadaş</w:t>
      </w: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3420B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BF1E1B" w:rsidRDefault="002B570E" w:rsidP="009B13F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MATEMATİK </w:t>
      </w:r>
      <w:r w:rsidRPr="00BF1E1B">
        <w:rPr>
          <w:rFonts w:ascii="Times New Roman" w:hAnsi="Times New Roman"/>
          <w:b/>
          <w:sz w:val="24"/>
          <w:szCs w:val="24"/>
          <w:u w:val="single"/>
        </w:rPr>
        <w:t xml:space="preserve"> SORULARI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7566AC">
      <w:pPr>
        <w:spacing w:after="0"/>
        <w:rPr>
          <w:rFonts w:ascii="Times New Roman" w:hAnsi="Times New Roman"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2520F9">
        <w:rPr>
          <w:rFonts w:ascii="Times New Roman" w:hAnsi="Times New Roman"/>
          <w:b/>
          <w:sz w:val="24"/>
          <w:szCs w:val="24"/>
        </w:rPr>
        <w:t>Aşağıda verilenlerden hangisi doğruya örnektir?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520F9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iki ucu da açılmış kalem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520F9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makarna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2B570E" w:rsidRDefault="002B570E" w:rsidP="00BC63EC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520F9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metre</w:t>
      </w:r>
    </w:p>
    <w:p w:rsidR="002B570E" w:rsidRPr="00070A6F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E10810" w:rsidRDefault="002B570E" w:rsidP="00BC63EC">
      <w:pPr>
        <w:spacing w:after="120"/>
        <w:jc w:val="both"/>
        <w:rPr>
          <w:b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2</w:t>
      </w:r>
      <w:r w:rsidRPr="002520F9">
        <w:rPr>
          <w:rFonts w:ascii="Times New Roman" w:hAnsi="Times New Roman"/>
          <w:b/>
          <w:sz w:val="24"/>
          <w:szCs w:val="24"/>
        </w:rPr>
        <w:t>.Birler basama</w:t>
      </w:r>
      <w:r>
        <w:rPr>
          <w:rFonts w:ascii="Times New Roman" w:hAnsi="Times New Roman"/>
          <w:b/>
          <w:sz w:val="24"/>
          <w:szCs w:val="24"/>
        </w:rPr>
        <w:t>ğında 4</w:t>
      </w:r>
      <w:r w:rsidRPr="002520F9">
        <w:rPr>
          <w:rFonts w:ascii="Times New Roman" w:hAnsi="Times New Roman"/>
          <w:b/>
          <w:sz w:val="24"/>
          <w:szCs w:val="24"/>
        </w:rPr>
        <w:t xml:space="preserve"> , yüzler basamağında 8</w:t>
      </w:r>
      <w:r>
        <w:rPr>
          <w:rFonts w:ascii="Times New Roman" w:hAnsi="Times New Roman"/>
          <w:b/>
          <w:sz w:val="24"/>
          <w:szCs w:val="24"/>
        </w:rPr>
        <w:t>, onlar basamağında 0</w:t>
      </w:r>
      <w:r w:rsidRPr="002520F9">
        <w:rPr>
          <w:rFonts w:ascii="Times New Roman" w:hAnsi="Times New Roman"/>
          <w:b/>
          <w:sz w:val="24"/>
          <w:szCs w:val="24"/>
        </w:rPr>
        <w:t xml:space="preserve"> rakamı  bulunan doğal  sayı aşağıdakilerden hangisidir ?</w:t>
      </w:r>
    </w:p>
    <w:p w:rsidR="002B570E" w:rsidRDefault="002B570E" w:rsidP="00BC63EC">
      <w:pPr>
        <w:spacing w:after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BC63EC">
        <w:rPr>
          <w:rFonts w:ascii="Times New Roman" w:hAnsi="Times New Roman"/>
          <w:b/>
          <w:sz w:val="24"/>
          <w:szCs w:val="24"/>
        </w:rPr>
        <w:t xml:space="preserve">A ) </w:t>
      </w:r>
      <w:r>
        <w:rPr>
          <w:rFonts w:ascii="Times New Roman" w:hAnsi="Times New Roman"/>
          <w:sz w:val="24"/>
          <w:szCs w:val="24"/>
        </w:rPr>
        <w:t>480</w:t>
      </w:r>
      <w:r w:rsidRPr="00BC63EC">
        <w:rPr>
          <w:rFonts w:ascii="Times New Roman" w:hAnsi="Times New Roman"/>
          <w:sz w:val="24"/>
          <w:szCs w:val="24"/>
        </w:rPr>
        <w:t xml:space="preserve"> </w:t>
      </w:r>
      <w:r w:rsidRPr="00BC63EC">
        <w:rPr>
          <w:rFonts w:ascii="Times New Roman" w:hAnsi="Times New Roman"/>
          <w:b/>
          <w:sz w:val="24"/>
          <w:szCs w:val="24"/>
        </w:rPr>
        <w:t xml:space="preserve">                  B )  </w:t>
      </w:r>
      <w:r>
        <w:rPr>
          <w:rFonts w:ascii="Times New Roman" w:hAnsi="Times New Roman"/>
          <w:sz w:val="24"/>
          <w:szCs w:val="24"/>
        </w:rPr>
        <w:t>840</w:t>
      </w:r>
      <w:r w:rsidRPr="00BC63EC">
        <w:rPr>
          <w:rFonts w:ascii="Times New Roman" w:hAnsi="Times New Roman"/>
          <w:sz w:val="24"/>
          <w:szCs w:val="24"/>
        </w:rPr>
        <w:t xml:space="preserve">  </w:t>
      </w:r>
      <w:r w:rsidRPr="00BC63EC">
        <w:rPr>
          <w:rFonts w:ascii="Times New Roman" w:hAnsi="Times New Roman"/>
          <w:b/>
          <w:sz w:val="24"/>
          <w:szCs w:val="24"/>
        </w:rPr>
        <w:t xml:space="preserve">                  C ) </w:t>
      </w:r>
      <w:r>
        <w:rPr>
          <w:rFonts w:ascii="Times New Roman" w:hAnsi="Times New Roman"/>
          <w:sz w:val="24"/>
          <w:szCs w:val="24"/>
        </w:rPr>
        <w:t>804</w:t>
      </w:r>
    </w:p>
    <w:p w:rsidR="002B570E" w:rsidRPr="00BC63EC" w:rsidRDefault="002B570E" w:rsidP="00BC63E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2B570E" w:rsidRPr="00E10810" w:rsidRDefault="002B570E" w:rsidP="00BC63EC">
      <w:pPr>
        <w:spacing w:after="120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3. G"/>
        </w:smartTagPr>
        <w:r w:rsidRPr="00070A6F">
          <w:rPr>
            <w:rFonts w:ascii="Times New Roman" w:hAnsi="Times New Roman"/>
            <w:b/>
            <w:sz w:val="24"/>
            <w:szCs w:val="24"/>
          </w:rPr>
          <w:t>3.</w:t>
        </w:r>
        <w:r>
          <w:rPr>
            <w:rFonts w:ascii="Times New Roman" w:hAnsi="Times New Roman"/>
            <w:b/>
            <w:sz w:val="24"/>
            <w:szCs w:val="24"/>
          </w:rPr>
          <w:t xml:space="preserve"> </w:t>
        </w:r>
        <w:r>
          <w:rPr>
            <w:b/>
            <w:sz w:val="24"/>
            <w:szCs w:val="24"/>
          </w:rPr>
          <w:t>G</w:t>
        </w:r>
      </w:smartTag>
      <w:r>
        <w:rPr>
          <w:b/>
          <w:sz w:val="24"/>
          <w:szCs w:val="24"/>
        </w:rPr>
        <w:t xml:space="preserve"> + G + G + G + G + G =  18  ise   G </w:t>
      </w:r>
      <w:r w:rsidRPr="00E10810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>hangi rakamdır</w:t>
      </w:r>
      <w:r w:rsidRPr="00E10810">
        <w:rPr>
          <w:b/>
          <w:sz w:val="24"/>
          <w:szCs w:val="24"/>
        </w:rPr>
        <w:t>?</w:t>
      </w:r>
    </w:p>
    <w:p w:rsidR="002B570E" w:rsidRDefault="002B570E" w:rsidP="00BC63EC">
      <w:pPr>
        <w:tabs>
          <w:tab w:val="left" w:pos="3960"/>
          <w:tab w:val="left" w:pos="7680"/>
        </w:tabs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 A)   </w:t>
      </w:r>
      <w:r w:rsidRPr="00BC63EC">
        <w:rPr>
          <w:sz w:val="24"/>
          <w:szCs w:val="24"/>
        </w:rPr>
        <w:t xml:space="preserve">9   </w:t>
      </w:r>
      <w:r>
        <w:rPr>
          <w:b/>
          <w:sz w:val="24"/>
          <w:szCs w:val="24"/>
        </w:rPr>
        <w:t xml:space="preserve">              B) </w:t>
      </w:r>
      <w:r>
        <w:rPr>
          <w:sz w:val="24"/>
          <w:szCs w:val="24"/>
        </w:rPr>
        <w:t>6</w:t>
      </w:r>
      <w:r w:rsidRPr="00BC63EC"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C ) </w:t>
      </w:r>
      <w:r>
        <w:rPr>
          <w:sz w:val="24"/>
          <w:szCs w:val="24"/>
        </w:rPr>
        <w:t>3</w:t>
      </w:r>
    </w:p>
    <w:p w:rsidR="002B570E" w:rsidRPr="00E10810" w:rsidRDefault="002B570E" w:rsidP="00BC63EC">
      <w:pPr>
        <w:tabs>
          <w:tab w:val="left" w:pos="3960"/>
          <w:tab w:val="left" w:pos="7680"/>
        </w:tabs>
        <w:spacing w:after="0"/>
        <w:rPr>
          <w:b/>
          <w:sz w:val="24"/>
          <w:szCs w:val="24"/>
        </w:rPr>
      </w:pPr>
    </w:p>
    <w:p w:rsidR="002B570E" w:rsidRPr="00BC63EC" w:rsidRDefault="002B570E" w:rsidP="00BC63EC">
      <w:pPr>
        <w:spacing w:after="120"/>
        <w:rPr>
          <w:rFonts w:ascii="Times New Roman" w:hAnsi="Times New Roman"/>
          <w:b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C63EC">
        <w:rPr>
          <w:rFonts w:ascii="Times New Roman" w:hAnsi="Times New Roman"/>
          <w:b/>
          <w:sz w:val="24"/>
          <w:szCs w:val="24"/>
        </w:rPr>
        <w:t>Bir çıkarma işleminde eksilen 901 , fark 189 olduğuna göre çıkan aşağıdakilerden hangisidir ?</w:t>
      </w:r>
    </w:p>
    <w:p w:rsidR="002B570E" w:rsidRDefault="002B570E" w:rsidP="00BC63EC">
      <w:pPr>
        <w:tabs>
          <w:tab w:val="left" w:pos="3810"/>
          <w:tab w:val="left" w:pos="7830"/>
        </w:tabs>
        <w:spacing w:after="0"/>
        <w:ind w:left="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Pr="00BC63EC">
        <w:rPr>
          <w:rFonts w:ascii="Times New Roman" w:hAnsi="Times New Roman"/>
          <w:sz w:val="24"/>
          <w:szCs w:val="24"/>
        </w:rPr>
        <w:t>712</w:t>
      </w:r>
      <w:r>
        <w:rPr>
          <w:rFonts w:ascii="Times New Roman" w:hAnsi="Times New Roman"/>
          <w:b/>
          <w:sz w:val="24"/>
          <w:szCs w:val="24"/>
        </w:rPr>
        <w:t xml:space="preserve">                     B</w:t>
      </w:r>
      <w:r w:rsidRPr="00BC63EC">
        <w:rPr>
          <w:rFonts w:ascii="Times New Roman" w:hAnsi="Times New Roman"/>
          <w:b/>
          <w:sz w:val="24"/>
          <w:szCs w:val="24"/>
        </w:rPr>
        <w:t xml:space="preserve">) </w:t>
      </w:r>
      <w:r w:rsidRPr="00BC63EC">
        <w:rPr>
          <w:rFonts w:ascii="Times New Roman" w:hAnsi="Times New Roman"/>
          <w:sz w:val="24"/>
          <w:szCs w:val="24"/>
        </w:rPr>
        <w:t>713</w:t>
      </w:r>
      <w:r w:rsidRPr="00BC63E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</w:t>
      </w:r>
      <w:r w:rsidRPr="00BC63EC">
        <w:rPr>
          <w:rFonts w:ascii="Times New Roman" w:hAnsi="Times New Roman"/>
          <w:b/>
          <w:sz w:val="24"/>
          <w:szCs w:val="24"/>
        </w:rPr>
        <w:t xml:space="preserve">) </w:t>
      </w:r>
      <w:r w:rsidRPr="00BC63EC">
        <w:rPr>
          <w:rFonts w:ascii="Times New Roman" w:hAnsi="Times New Roman"/>
          <w:sz w:val="24"/>
          <w:szCs w:val="24"/>
        </w:rPr>
        <w:t>714</w:t>
      </w:r>
    </w:p>
    <w:p w:rsidR="002B570E" w:rsidRPr="00070A6F" w:rsidRDefault="002B570E" w:rsidP="00BC63EC">
      <w:pPr>
        <w:tabs>
          <w:tab w:val="left" w:pos="3810"/>
          <w:tab w:val="left" w:pos="7830"/>
        </w:tabs>
        <w:spacing w:after="0"/>
        <w:ind w:left="9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1" o:spid="_x0000_s1026" type="#_x0000_t32" style="position:absolute;margin-left:36.75pt;margin-top:16.25pt;width:84pt;height: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" strokecolor="#5b9bd5" strokeweight=".5pt">
            <v:stroke startarrow="block" endarrow="block" joinstyle="miter"/>
          </v:shape>
        </w:pict>
      </w:r>
      <w:r>
        <w:rPr>
          <w:noProof/>
          <w:lang w:eastAsia="tr-TR"/>
        </w:rPr>
        <w:pict>
          <v:shape id="Düz Ok Bağlayıcısı 19" o:spid="_x0000_s1027" type="#_x0000_t32" style="position:absolute;margin-left:49.5pt;margin-top:6.5pt;width:51pt;height:3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" strokecolor="#5b9bd5" strokeweight=".5pt">
            <v:stroke startarrow="block" endarrow="block" joinstyle="miter"/>
          </v:shape>
        </w:pict>
      </w:r>
      <w:r w:rsidRPr="00070A6F">
        <w:rPr>
          <w:rFonts w:ascii="Times New Roman" w:hAnsi="Times New Roman"/>
          <w:b/>
          <w:sz w:val="24"/>
          <w:szCs w:val="24"/>
        </w:rPr>
        <w:t>5</w:t>
      </w:r>
    </w:p>
    <w:p w:rsidR="002B570E" w:rsidRDefault="002B570E" w:rsidP="009B13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11B9">
        <w:rPr>
          <w:rFonts w:ascii="Times New Roman" w:hAnsi="Times New Roman"/>
          <w:sz w:val="24"/>
          <w:szCs w:val="24"/>
        </w:rPr>
        <w:t xml:space="preserve">  </w:t>
      </w:r>
    </w:p>
    <w:p w:rsidR="002B570E" w:rsidRPr="00393F3F" w:rsidRDefault="002B570E" w:rsidP="009B13FF">
      <w:pPr>
        <w:rPr>
          <w:rFonts w:ascii="Times New Roman" w:hAnsi="Times New Roman"/>
          <w:b/>
          <w:sz w:val="24"/>
          <w:szCs w:val="24"/>
        </w:rPr>
      </w:pPr>
      <w:r w:rsidRPr="00393F3F">
        <w:rPr>
          <w:rFonts w:ascii="Times New Roman" w:hAnsi="Times New Roman"/>
          <w:b/>
          <w:sz w:val="24"/>
          <w:szCs w:val="24"/>
        </w:rPr>
        <w:t xml:space="preserve">Yukarıdaki doğrunun  durumu nasıldır ? </w:t>
      </w:r>
    </w:p>
    <w:p w:rsidR="002B570E" w:rsidRPr="00393F3F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93F3F">
        <w:rPr>
          <w:rFonts w:ascii="Times New Roman" w:hAnsi="Times New Roman"/>
          <w:b/>
          <w:sz w:val="24"/>
          <w:szCs w:val="24"/>
        </w:rPr>
        <w:t xml:space="preserve">A) </w:t>
      </w:r>
      <w:r w:rsidRPr="00393F3F">
        <w:rPr>
          <w:rFonts w:ascii="Times New Roman" w:hAnsi="Times New Roman"/>
          <w:sz w:val="24"/>
          <w:szCs w:val="24"/>
        </w:rPr>
        <w:t>Dik doğruya örnektir.</w:t>
      </w:r>
      <w:r w:rsidRPr="00393F3F">
        <w:rPr>
          <w:rFonts w:ascii="Times New Roman" w:hAnsi="Times New Roman"/>
          <w:b/>
          <w:sz w:val="24"/>
          <w:szCs w:val="24"/>
        </w:rPr>
        <w:t xml:space="preserve">                 </w:t>
      </w:r>
    </w:p>
    <w:p w:rsidR="002B570E" w:rsidRPr="00393F3F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 w:rsidRPr="00393F3F">
        <w:rPr>
          <w:rFonts w:ascii="Times New Roman" w:hAnsi="Times New Roman"/>
          <w:b/>
          <w:sz w:val="24"/>
          <w:szCs w:val="24"/>
        </w:rPr>
        <w:t xml:space="preserve"> B) </w:t>
      </w:r>
      <w:r w:rsidRPr="00393F3F">
        <w:rPr>
          <w:rFonts w:ascii="Times New Roman" w:hAnsi="Times New Roman"/>
          <w:sz w:val="24"/>
          <w:szCs w:val="24"/>
        </w:rPr>
        <w:t>Kesişen doğruya örnektir.</w:t>
      </w:r>
      <w:r w:rsidRPr="00393F3F"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2B570E" w:rsidRPr="00393F3F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93F3F">
        <w:rPr>
          <w:rFonts w:ascii="Times New Roman" w:hAnsi="Times New Roman"/>
          <w:b/>
          <w:sz w:val="24"/>
          <w:szCs w:val="24"/>
        </w:rPr>
        <w:t xml:space="preserve">C) </w:t>
      </w:r>
      <w:r w:rsidRPr="00393F3F">
        <w:rPr>
          <w:rFonts w:ascii="Times New Roman" w:hAnsi="Times New Roman"/>
          <w:sz w:val="24"/>
          <w:szCs w:val="24"/>
        </w:rPr>
        <w:t>Paralel doğruya örnektir.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BC63EC" w:rsidRDefault="002B570E" w:rsidP="00BC63EC">
      <w:pPr>
        <w:rPr>
          <w:rFonts w:ascii="Times New Roman" w:hAnsi="Times New Roman"/>
          <w:b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0810">
        <w:rPr>
          <w:b/>
          <w:sz w:val="24"/>
          <w:szCs w:val="24"/>
        </w:rPr>
        <w:t>.</w:t>
      </w:r>
      <w:r w:rsidRPr="00BC63EC">
        <w:rPr>
          <w:rFonts w:ascii="Times New Roman" w:hAnsi="Times New Roman"/>
          <w:b/>
          <w:sz w:val="24"/>
          <w:szCs w:val="24"/>
        </w:rPr>
        <w:t>Bir terzi 156 metrelik kumaşın 39 metresini sattı. 48 metresiyle elbise dikti. Geriye kaç m</w:t>
      </w:r>
      <w:r>
        <w:rPr>
          <w:rFonts w:ascii="Times New Roman" w:hAnsi="Times New Roman"/>
          <w:b/>
          <w:sz w:val="24"/>
          <w:szCs w:val="24"/>
        </w:rPr>
        <w:t xml:space="preserve"> kumaş kalmıştır</w:t>
      </w:r>
      <w:r w:rsidRPr="00BC63EC">
        <w:rPr>
          <w:rFonts w:ascii="Times New Roman" w:hAnsi="Times New Roman"/>
          <w:b/>
          <w:sz w:val="24"/>
          <w:szCs w:val="24"/>
        </w:rPr>
        <w:t>?</w:t>
      </w:r>
    </w:p>
    <w:p w:rsidR="002B570E" w:rsidRDefault="002B570E" w:rsidP="00BC63EC">
      <w:pPr>
        <w:tabs>
          <w:tab w:val="left" w:pos="3810"/>
          <w:tab w:val="left" w:pos="7830"/>
        </w:tabs>
        <w:spacing w:after="0"/>
        <w:ind w:left="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 </w:t>
      </w:r>
      <w:smartTag w:uri="urn:schemas-microsoft-com:office:smarttags" w:element="metricconverter">
        <w:smartTagPr>
          <w:attr w:name="ProductID" w:val="68 m"/>
        </w:smartTagPr>
        <w:r w:rsidRPr="00BC63EC">
          <w:rPr>
            <w:rFonts w:ascii="Times New Roman" w:hAnsi="Times New Roman"/>
            <w:sz w:val="24"/>
            <w:szCs w:val="24"/>
          </w:rPr>
          <w:t>68 m</w:t>
        </w:r>
      </w:smartTag>
      <w:r>
        <w:rPr>
          <w:rFonts w:ascii="Times New Roman" w:hAnsi="Times New Roman"/>
          <w:b/>
          <w:sz w:val="24"/>
          <w:szCs w:val="24"/>
        </w:rPr>
        <w:t xml:space="preserve">                     B) </w:t>
      </w:r>
      <w:smartTag w:uri="urn:schemas-microsoft-com:office:smarttags" w:element="metricconverter">
        <w:smartTagPr>
          <w:attr w:name="ProductID" w:val="69 m"/>
        </w:smartTagPr>
        <w:r w:rsidRPr="00BC63EC">
          <w:rPr>
            <w:rFonts w:ascii="Times New Roman" w:hAnsi="Times New Roman"/>
            <w:sz w:val="24"/>
            <w:szCs w:val="24"/>
          </w:rPr>
          <w:t>69</w:t>
        </w:r>
        <w:r>
          <w:rPr>
            <w:rFonts w:ascii="Times New Roman" w:hAnsi="Times New Roman"/>
            <w:sz w:val="24"/>
            <w:szCs w:val="24"/>
          </w:rPr>
          <w:t xml:space="preserve"> m</w:t>
        </w:r>
      </w:smartTag>
      <w:r w:rsidRPr="00BC63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C</w:t>
      </w:r>
      <w:r w:rsidRPr="00BC63EC">
        <w:rPr>
          <w:rFonts w:ascii="Times New Roman" w:hAnsi="Times New Roman"/>
          <w:b/>
          <w:sz w:val="24"/>
          <w:szCs w:val="24"/>
        </w:rPr>
        <w:t xml:space="preserve">) </w:t>
      </w:r>
      <w:smartTag w:uri="urn:schemas-microsoft-com:office:smarttags" w:element="metricconverter">
        <w:smartTagPr>
          <w:attr w:name="ProductID" w:val="66 m"/>
        </w:smartTagPr>
        <w:r w:rsidRPr="00BC63EC">
          <w:rPr>
            <w:rFonts w:ascii="Times New Roman" w:hAnsi="Times New Roman"/>
            <w:sz w:val="24"/>
            <w:szCs w:val="24"/>
          </w:rPr>
          <w:t>66 m</w:t>
        </w:r>
      </w:smartTag>
    </w:p>
    <w:p w:rsidR="002B570E" w:rsidRPr="00BC63EC" w:rsidRDefault="002B570E" w:rsidP="00BC63EC">
      <w:pPr>
        <w:tabs>
          <w:tab w:val="left" w:pos="3810"/>
          <w:tab w:val="left" w:pos="7830"/>
        </w:tabs>
        <w:spacing w:after="0"/>
        <w:ind w:left="9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625BC3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83B6B">
        <w:rPr>
          <w:rFonts w:ascii="Times New Roman" w:hAnsi="Times New Roman"/>
          <w:b/>
          <w:sz w:val="24"/>
          <w:szCs w:val="24"/>
        </w:rPr>
        <w:t>7. 60 yuvarlanan en küçük ve en büyük sayıların toplamı kaçtır?</w:t>
      </w:r>
    </w:p>
    <w:p w:rsidR="002B570E" w:rsidRDefault="002B570E" w:rsidP="00983B6B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Pr="00983B6B">
        <w:rPr>
          <w:rFonts w:ascii="Times New Roman" w:hAnsi="Times New Roman"/>
          <w:sz w:val="24"/>
          <w:szCs w:val="24"/>
        </w:rPr>
        <w:t>120</w:t>
      </w:r>
      <w:r w:rsidRPr="00983B6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B)</w:t>
      </w:r>
      <w:r w:rsidRPr="00983B6B">
        <w:rPr>
          <w:rFonts w:ascii="Times New Roman" w:hAnsi="Times New Roman"/>
          <w:sz w:val="24"/>
          <w:szCs w:val="24"/>
        </w:rPr>
        <w:t xml:space="preserve"> 119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C) </w:t>
      </w:r>
      <w:r w:rsidRPr="00983B6B">
        <w:rPr>
          <w:rFonts w:ascii="Times New Roman" w:hAnsi="Times New Roman"/>
          <w:sz w:val="24"/>
          <w:szCs w:val="24"/>
        </w:rPr>
        <w:t>102</w:t>
      </w:r>
    </w:p>
    <w:p w:rsidR="002B570E" w:rsidRDefault="002B570E" w:rsidP="00983B6B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B570E" w:rsidRPr="007566AC" w:rsidRDefault="002B570E" w:rsidP="007566A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7566AC">
        <w:rPr>
          <w:rFonts w:ascii="Times New Roman" w:hAnsi="Times New Roman"/>
          <w:b/>
          <w:sz w:val="24"/>
          <w:szCs w:val="24"/>
        </w:rPr>
        <w:t xml:space="preserve">8. </w:t>
      </w:r>
      <w:r>
        <w:rPr>
          <w:rFonts w:ascii="Times New Roman" w:hAnsi="Times New Roman"/>
          <w:b/>
          <w:sz w:val="24"/>
          <w:szCs w:val="24"/>
        </w:rPr>
        <w:t xml:space="preserve">‘’ 7 – 17 – 27 – …. – …. – … - 67 </w:t>
      </w:r>
      <w:r w:rsidRPr="007566AC">
        <w:rPr>
          <w:rFonts w:ascii="Times New Roman" w:hAnsi="Times New Roman"/>
          <w:b/>
          <w:sz w:val="24"/>
          <w:szCs w:val="24"/>
        </w:rPr>
        <w:t>’’</w:t>
      </w:r>
      <w:r w:rsidRPr="007566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Sayı örüntüsünde verilmeyen sayılar hangileridir?</w:t>
      </w:r>
    </w:p>
    <w:p w:rsidR="002B570E" w:rsidRDefault="002B570E" w:rsidP="007566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A) </w:t>
      </w:r>
      <w:r w:rsidRPr="007566AC">
        <w:rPr>
          <w:rFonts w:ascii="Times New Roman" w:hAnsi="Times New Roman"/>
          <w:sz w:val="24"/>
          <w:szCs w:val="24"/>
        </w:rPr>
        <w:t xml:space="preserve">30 – 33 </w:t>
      </w:r>
      <w:r>
        <w:rPr>
          <w:rFonts w:ascii="Times New Roman" w:hAnsi="Times New Roman"/>
          <w:sz w:val="24"/>
          <w:szCs w:val="24"/>
        </w:rPr>
        <w:t>–</w:t>
      </w:r>
      <w:r w:rsidRPr="007566AC">
        <w:rPr>
          <w:rFonts w:ascii="Times New Roman" w:hAnsi="Times New Roman"/>
          <w:sz w:val="24"/>
          <w:szCs w:val="24"/>
        </w:rPr>
        <w:t xml:space="preserve"> 53</w:t>
      </w:r>
    </w:p>
    <w:p w:rsidR="002B570E" w:rsidRDefault="002B570E" w:rsidP="007566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566AC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566AC">
        <w:rPr>
          <w:rFonts w:ascii="Times New Roman" w:hAnsi="Times New Roman"/>
          <w:sz w:val="24"/>
          <w:szCs w:val="24"/>
        </w:rPr>
        <w:t xml:space="preserve">37 – 57 </w:t>
      </w:r>
      <w:r>
        <w:rPr>
          <w:rFonts w:ascii="Times New Roman" w:hAnsi="Times New Roman"/>
          <w:sz w:val="24"/>
          <w:szCs w:val="24"/>
        </w:rPr>
        <w:t>–</w:t>
      </w:r>
      <w:r w:rsidRPr="007566AC">
        <w:rPr>
          <w:rFonts w:ascii="Times New Roman" w:hAnsi="Times New Roman"/>
          <w:sz w:val="24"/>
          <w:szCs w:val="24"/>
        </w:rPr>
        <w:t xml:space="preserve"> 77</w:t>
      </w:r>
    </w:p>
    <w:p w:rsidR="002B570E" w:rsidRPr="007566AC" w:rsidRDefault="002B570E" w:rsidP="007566A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566AC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37 – 47 - 57</w:t>
      </w:r>
    </w:p>
    <w:p w:rsidR="002B570E" w:rsidRPr="00070A6F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83B6B">
      <w:pPr>
        <w:rPr>
          <w:rFonts w:ascii="Times New Roman" w:hAnsi="Times New Roman"/>
          <w:b/>
          <w:sz w:val="24"/>
          <w:szCs w:val="24"/>
        </w:rPr>
      </w:pPr>
    </w:p>
    <w:p w:rsidR="002B570E" w:rsidRDefault="002B570E" w:rsidP="00983B6B">
      <w:pPr>
        <w:rPr>
          <w:rFonts w:ascii="Times New Roman" w:hAnsi="Times New Roman"/>
          <w:b/>
          <w:sz w:val="24"/>
          <w:szCs w:val="24"/>
        </w:rPr>
      </w:pPr>
    </w:p>
    <w:p w:rsidR="002B570E" w:rsidRPr="004711B9" w:rsidRDefault="002B570E" w:rsidP="00983B6B">
      <w:pPr>
        <w:rPr>
          <w:rFonts w:ascii="Times New Roman" w:hAnsi="Times New Roman"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B6B">
        <w:rPr>
          <w:rFonts w:ascii="Times New Roman" w:hAnsi="Times New Roman"/>
          <w:b/>
          <w:sz w:val="24"/>
          <w:szCs w:val="24"/>
        </w:rPr>
        <w:t xml:space="preserve">Bir mağazada 230 çocuk, çocuklardan </w:t>
      </w:r>
      <w:r>
        <w:rPr>
          <w:rFonts w:ascii="Times New Roman" w:hAnsi="Times New Roman"/>
          <w:b/>
          <w:sz w:val="24"/>
          <w:szCs w:val="24"/>
        </w:rPr>
        <w:t xml:space="preserve">119 </w:t>
      </w:r>
      <w:r w:rsidRPr="00983B6B">
        <w:rPr>
          <w:rFonts w:ascii="Times New Roman" w:hAnsi="Times New Roman"/>
          <w:b/>
          <w:sz w:val="24"/>
          <w:szCs w:val="24"/>
        </w:rPr>
        <w:t xml:space="preserve"> kadın vardır. Bu salonda kaç kişi vardır ?</w:t>
      </w:r>
    </w:p>
    <w:p w:rsidR="002B570E" w:rsidRDefault="002B570E" w:rsidP="009B13FF">
      <w:pPr>
        <w:tabs>
          <w:tab w:val="left" w:pos="751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83B6B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349                   </w:t>
      </w:r>
      <w:r w:rsidRPr="00983B6B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269                   </w:t>
      </w:r>
      <w:r w:rsidRPr="00983B6B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339</w:t>
      </w:r>
      <w:r w:rsidRPr="00070A6F">
        <w:rPr>
          <w:rFonts w:ascii="Times New Roman" w:hAnsi="Times New Roman"/>
          <w:b/>
          <w:sz w:val="24"/>
          <w:szCs w:val="24"/>
        </w:rPr>
        <w:t xml:space="preserve">  </w:t>
      </w:r>
    </w:p>
    <w:p w:rsidR="002B570E" w:rsidRPr="00393F3F" w:rsidRDefault="002B570E" w:rsidP="00393F3F">
      <w:pPr>
        <w:tabs>
          <w:tab w:val="left" w:pos="7515"/>
        </w:tabs>
        <w:rPr>
          <w:rFonts w:ascii="Times New Roman" w:hAnsi="Times New Roman"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2B570E" w:rsidRDefault="002B570E" w:rsidP="009B13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570E" w:rsidRPr="00B55A21" w:rsidRDefault="002B570E" w:rsidP="009B13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>
          <v:rect id="Dikdörtgen 3" o:spid="_x0000_s1028" style="position:absolute;margin-left:356.95pt;margin-top:753.25pt;width:60pt;height:27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" fillcolor="#f9c"/>
        </w:pict>
      </w:r>
      <w:r w:rsidRPr="00070A6F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25BC3">
        <w:rPr>
          <w:rFonts w:ascii="Times New Roman" w:hAnsi="Times New Roman"/>
          <w:b/>
          <w:sz w:val="24"/>
          <w:szCs w:val="24"/>
        </w:rPr>
        <w:t xml:space="preserve">Bir kare şeklindeki odanın bir kenarı </w:t>
      </w:r>
      <w:smartTag w:uri="urn:schemas-microsoft-com:office:smarttags" w:element="metricconverter">
        <w:smartTagPr>
          <w:attr w:name="ProductID" w:val="5 m"/>
        </w:smartTagPr>
        <w:r w:rsidRPr="00625BC3">
          <w:rPr>
            <w:rFonts w:ascii="Times New Roman" w:hAnsi="Times New Roman"/>
            <w:b/>
            <w:sz w:val="24"/>
            <w:szCs w:val="24"/>
          </w:rPr>
          <w:t>5 m</w:t>
        </w:r>
      </w:smartTag>
      <w:r w:rsidRPr="00625BC3">
        <w:rPr>
          <w:rFonts w:ascii="Times New Roman" w:hAnsi="Times New Roman"/>
          <w:b/>
          <w:sz w:val="24"/>
          <w:szCs w:val="24"/>
        </w:rPr>
        <w:t xml:space="preserve"> ise bu odanın alanı ne kadardır?</w:t>
      </w:r>
      <w:r w:rsidRPr="00625BC3">
        <w:rPr>
          <w:rFonts w:ascii="Times New Roman" w:hAnsi="Times New Roman"/>
          <w:b/>
          <w:sz w:val="24"/>
          <w:szCs w:val="24"/>
        </w:rPr>
        <w:br/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625BC3">
        <w:rPr>
          <w:rFonts w:ascii="Times New Roman" w:hAnsi="Times New Roman"/>
          <w:b/>
          <w:sz w:val="24"/>
          <w:szCs w:val="24"/>
        </w:rPr>
        <w:t xml:space="preserve"> A)</w:t>
      </w:r>
      <w:r>
        <w:rPr>
          <w:rFonts w:ascii="Times New Roman" w:hAnsi="Times New Roman"/>
          <w:sz w:val="24"/>
          <w:szCs w:val="24"/>
        </w:rPr>
        <w:t xml:space="preserve">  25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625BC3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 10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625BC3">
        <w:rPr>
          <w:rFonts w:ascii="Times New Roman" w:hAnsi="Times New Roman"/>
          <w:b/>
          <w:sz w:val="24"/>
          <w:szCs w:val="24"/>
        </w:rPr>
        <w:t>C)</w:t>
      </w:r>
      <w:r w:rsidRPr="00B55A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 </w:t>
      </w:r>
    </w:p>
    <w:p w:rsidR="002B570E" w:rsidRPr="00B55A21" w:rsidRDefault="002B570E" w:rsidP="009B13FF">
      <w:pPr>
        <w:rPr>
          <w:rFonts w:ascii="Times New Roman" w:hAnsi="Times New Roman"/>
          <w:sz w:val="24"/>
          <w:szCs w:val="24"/>
        </w:rPr>
      </w:pPr>
    </w:p>
    <w:p w:rsidR="002B570E" w:rsidRPr="00070A6F" w:rsidRDefault="002B570E" w:rsidP="00625BC3">
      <w:pPr>
        <w:spacing w:after="120"/>
        <w:rPr>
          <w:rFonts w:ascii="Times New Roman" w:hAnsi="Times New Roman"/>
          <w:b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F6FCD">
        <w:rPr>
          <w:rFonts w:ascii="Times New Roman" w:hAnsi="Times New Roman"/>
          <w:sz w:val="24"/>
          <w:szCs w:val="24"/>
        </w:rPr>
        <w:t>Aşağıdakilerden h</w:t>
      </w:r>
      <w:r>
        <w:rPr>
          <w:rFonts w:ascii="Times New Roman" w:hAnsi="Times New Roman"/>
          <w:sz w:val="24"/>
          <w:szCs w:val="24"/>
        </w:rPr>
        <w:t>angisi ışın modelidir?</w:t>
      </w:r>
    </w:p>
    <w:p w:rsidR="002B570E" w:rsidRPr="005F6FCD" w:rsidRDefault="002B570E" w:rsidP="009B13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  <w:lang w:eastAsia="tr-TR"/>
        </w:rPr>
        <w:pict>
          <v:line id="Düz Bağlayıcı 14" o:spid="_x0000_s1029" style="position:absolute;flip:y;z-index:251657216;visibility:visible" from="183.4pt,7.15pt" to="229.9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" strokecolor="windowText" strokeweight=".5pt">
            <v:stroke joinstyle="miter"/>
          </v:line>
        </w:pict>
      </w:r>
      <w:r>
        <w:rPr>
          <w:rFonts w:ascii="Times New Roman" w:hAnsi="Times New Roman"/>
          <w:b/>
          <w:sz w:val="24"/>
          <w:szCs w:val="24"/>
        </w:rPr>
        <w:t xml:space="preserve">A ) </w:t>
      </w:r>
      <w:r w:rsidRPr="000314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7" o:spid="_x0000_i1025" type="#_x0000_t75" style="width:45pt;height:9.75pt;visibility:visible">
            <v:imagedata r:id="rId7" o:title=""/>
          </v:shape>
        </w:pict>
      </w:r>
      <w:r>
        <w:rPr>
          <w:rFonts w:ascii="Times New Roman" w:hAnsi="Times New Roman"/>
          <w:b/>
          <w:sz w:val="24"/>
          <w:szCs w:val="24"/>
        </w:rPr>
        <w:t xml:space="preserve">    B) </w:t>
      </w:r>
      <w:r w:rsidRPr="000314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Resim 8" o:spid="_x0000_i1026" type="#_x0000_t75" style="width:63.75pt;height:9.75pt;visibility:visible">
            <v:imagedata r:id="rId8" o:title=""/>
          </v:shape>
        </w:pict>
      </w:r>
      <w:r>
        <w:rPr>
          <w:rFonts w:ascii="Times New Roman" w:hAnsi="Times New Roman"/>
          <w:b/>
          <w:sz w:val="24"/>
          <w:szCs w:val="24"/>
        </w:rPr>
        <w:t xml:space="preserve">    C)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070A6F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12.</w:t>
      </w:r>
      <w:r w:rsidRPr="00B55A2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. </w:t>
      </w:r>
      <w:r w:rsidRPr="00B55A21">
        <w:rPr>
          <w:rFonts w:ascii="Times New Roman" w:hAnsi="Times New Roman"/>
        </w:rPr>
        <w:t>Aşağıdaki şekillerden h</w:t>
      </w:r>
      <w:r>
        <w:rPr>
          <w:rFonts w:ascii="Times New Roman" w:hAnsi="Times New Roman"/>
        </w:rPr>
        <w:t>angisi üçgensel bölgedir?</w:t>
      </w:r>
      <w:r>
        <w:rPr>
          <w:rFonts w:ascii="Times New Roman" w:hAnsi="Times New Roman"/>
        </w:rPr>
        <w:br/>
      </w:r>
      <w:r w:rsidRPr="00625BC3">
        <w:rPr>
          <w:rFonts w:ascii="Times New Roman" w:hAnsi="Times New Roman"/>
          <w:b/>
        </w:rPr>
        <w:t>A)</w:t>
      </w:r>
      <w:r w:rsidRPr="00B55A21">
        <w:rPr>
          <w:rFonts w:ascii="Times New Roman" w:hAnsi="Times New Roman"/>
        </w:rPr>
        <w:t xml:space="preserve"> </w:t>
      </w:r>
      <w:r w:rsidRPr="00031489">
        <w:rPr>
          <w:rFonts w:ascii="Times New Roman" w:hAnsi="Times New Roman"/>
          <w:noProof/>
          <w:lang w:eastAsia="tr-TR"/>
        </w:rPr>
        <w:pict>
          <v:shape id="Resim 9" o:spid="_x0000_i1027" type="#_x0000_t75" style="width:27.75pt;height:30pt;visibility:visible">
            <v:imagedata r:id="rId9" o:title=""/>
          </v:shape>
        </w:pict>
      </w:r>
      <w:r>
        <w:rPr>
          <w:rFonts w:ascii="Times New Roman" w:hAnsi="Times New Roman"/>
        </w:rPr>
        <w:tab/>
      </w:r>
      <w:r w:rsidRPr="00625BC3">
        <w:rPr>
          <w:rFonts w:ascii="Times New Roman" w:hAnsi="Times New Roman"/>
          <w:b/>
        </w:rPr>
        <w:t>B)</w:t>
      </w:r>
      <w:r w:rsidRPr="00B55A21">
        <w:rPr>
          <w:rFonts w:ascii="Times New Roman" w:hAnsi="Times New Roman"/>
        </w:rPr>
        <w:t xml:space="preserve"> </w:t>
      </w:r>
      <w:r w:rsidRPr="00031489">
        <w:rPr>
          <w:rFonts w:ascii="Times New Roman" w:hAnsi="Times New Roman"/>
          <w:noProof/>
          <w:lang w:eastAsia="tr-TR"/>
        </w:rPr>
        <w:pict>
          <v:shape id="Resim 10" o:spid="_x0000_i1028" type="#_x0000_t75" style="width:31.5pt;height:31.5pt;visibility:visible">
            <v:imagedata r:id="rId10" o:title=""/>
          </v:shape>
        </w:pict>
      </w:r>
      <w:r>
        <w:rPr>
          <w:rFonts w:ascii="Comic Sans MS" w:hAnsi="Comic Sans MS"/>
        </w:rPr>
        <w:tab/>
      </w:r>
      <w:r w:rsidRPr="00625BC3">
        <w:rPr>
          <w:rFonts w:ascii="Comic Sans MS" w:hAnsi="Comic Sans MS"/>
          <w:b/>
        </w:rPr>
        <w:t>C)</w:t>
      </w:r>
      <w:r w:rsidRPr="00C44477">
        <w:rPr>
          <w:rFonts w:ascii="Comic Sans MS" w:hAnsi="Comic Sans MS"/>
        </w:rPr>
        <w:t xml:space="preserve"> </w:t>
      </w:r>
      <w:r w:rsidRPr="00031489">
        <w:rPr>
          <w:rFonts w:ascii="Comic Sans MS" w:hAnsi="Comic Sans MS"/>
          <w:noProof/>
          <w:lang w:eastAsia="tr-TR"/>
        </w:rPr>
        <w:pict>
          <v:shape id="Resim 11" o:spid="_x0000_i1029" type="#_x0000_t75" style="width:62.25pt;height:29.25pt;visibility:visible">
            <v:imagedata r:id="rId11" o:title=""/>
          </v:shape>
        </w:pict>
      </w:r>
      <w:r w:rsidRPr="00C44477">
        <w:rPr>
          <w:rFonts w:ascii="Comic Sans MS" w:hAnsi="Comic Sans MS"/>
        </w:rPr>
        <w:br/>
      </w:r>
    </w:p>
    <w:p w:rsidR="002B570E" w:rsidRPr="00070A6F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625BC3" w:rsidRDefault="002B570E" w:rsidP="00625BC3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070A6F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5BC3">
        <w:rPr>
          <w:rFonts w:ascii="Times New Roman" w:hAnsi="Times New Roman"/>
          <w:b/>
          <w:sz w:val="24"/>
          <w:szCs w:val="24"/>
        </w:rPr>
        <w:t>Aşağıdaki harflerin hangisinin simetrisi yoktur ?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625BC3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625BC3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5BC3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G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5F6FCD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7566AC" w:rsidRDefault="002B570E" w:rsidP="00625BC3">
      <w:pPr>
        <w:spacing w:after="100" w:afterAutospacing="1" w:line="48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14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7566AC">
        <w:rPr>
          <w:rFonts w:ascii="Times New Roman" w:hAnsi="Times New Roman"/>
          <w:b/>
        </w:rPr>
        <w:t>Aşağıdaki problemlerden hangisinin çözümünde toplama işlemi kullanılmaz?</w:t>
      </w:r>
    </w:p>
    <w:p w:rsidR="002B570E" w:rsidRDefault="002B570E" w:rsidP="00625BC3">
      <w:pPr>
        <w:spacing w:after="0" w:line="480" w:lineRule="auto"/>
        <w:rPr>
          <w:rFonts w:ascii="Times New Roman" w:hAnsi="Times New Roman"/>
        </w:rPr>
      </w:pPr>
      <w:r w:rsidRPr="007566AC">
        <w:rPr>
          <w:rFonts w:ascii="Times New Roman" w:hAnsi="Times New Roman"/>
          <w:b/>
        </w:rPr>
        <w:t>A)</w:t>
      </w:r>
      <w:r>
        <w:rPr>
          <w:rFonts w:ascii="Times New Roman" w:hAnsi="Times New Roman"/>
        </w:rPr>
        <w:t xml:space="preserve">   </w:t>
      </w:r>
      <w:r w:rsidRPr="007566AC">
        <w:rPr>
          <w:rFonts w:ascii="Times New Roman" w:hAnsi="Times New Roman"/>
        </w:rPr>
        <w:t xml:space="preserve">149’un 276 fazlası kaçtır?        </w:t>
      </w:r>
    </w:p>
    <w:p w:rsidR="002B570E" w:rsidRDefault="002B570E" w:rsidP="007566AC">
      <w:pPr>
        <w:spacing w:after="0" w:line="480" w:lineRule="auto"/>
        <w:rPr>
          <w:rFonts w:ascii="Times New Roman" w:hAnsi="Times New Roman"/>
        </w:rPr>
      </w:pPr>
      <w:r w:rsidRPr="007566AC">
        <w:rPr>
          <w:rFonts w:ascii="Times New Roman" w:hAnsi="Times New Roman"/>
          <w:b/>
        </w:rPr>
        <w:t>B)</w:t>
      </w:r>
      <w:r>
        <w:rPr>
          <w:rFonts w:ascii="Times New Roman" w:hAnsi="Times New Roman"/>
        </w:rPr>
        <w:t xml:space="preserve">   </w:t>
      </w:r>
      <w:r w:rsidRPr="007566AC">
        <w:rPr>
          <w:rFonts w:ascii="Times New Roman" w:hAnsi="Times New Roman"/>
        </w:rPr>
        <w:t xml:space="preserve">250’nin 126 eksiği kaçtır?    </w:t>
      </w:r>
    </w:p>
    <w:p w:rsidR="002B570E" w:rsidRPr="007566AC" w:rsidRDefault="002B570E" w:rsidP="007566AC">
      <w:pPr>
        <w:spacing w:after="0" w:line="480" w:lineRule="auto"/>
        <w:rPr>
          <w:rFonts w:ascii="Times New Roman" w:hAnsi="Times New Roman"/>
        </w:rPr>
      </w:pPr>
      <w:r w:rsidRPr="007566AC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  </w:t>
      </w:r>
      <w:r w:rsidRPr="007566AC">
        <w:rPr>
          <w:rFonts w:ascii="Times New Roman" w:hAnsi="Times New Roman"/>
        </w:rPr>
        <w:t>172,</w:t>
      </w:r>
      <w:r>
        <w:rPr>
          <w:rFonts w:ascii="Times New Roman" w:hAnsi="Times New Roman"/>
        </w:rPr>
        <w:t xml:space="preserve"> </w:t>
      </w:r>
      <w:r w:rsidRPr="007566AC">
        <w:rPr>
          <w:rFonts w:ascii="Times New Roman" w:hAnsi="Times New Roman"/>
        </w:rPr>
        <w:t>185 daha kaç eder?</w:t>
      </w:r>
    </w:p>
    <w:p w:rsidR="002B570E" w:rsidRPr="00070A6F" w:rsidRDefault="002B570E" w:rsidP="009B13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2B570E" w:rsidRPr="00070A6F" w:rsidRDefault="002B570E" w:rsidP="007566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BF1E1B" w:rsidRDefault="002B570E" w:rsidP="009B13F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FEN  BİLİMLERİ </w:t>
      </w:r>
      <w:r w:rsidRPr="00BF1E1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F1E1B">
        <w:rPr>
          <w:rFonts w:ascii="Times New Roman" w:hAnsi="Times New Roman"/>
          <w:b/>
          <w:sz w:val="24"/>
          <w:szCs w:val="24"/>
          <w:u w:val="single"/>
        </w:rPr>
        <w:t>SORULARI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097DB7">
      <w:pPr>
        <w:spacing w:after="0"/>
        <w:rPr>
          <w:rFonts w:ascii="Times New Roman" w:hAnsi="Times New Roman"/>
          <w:sz w:val="24"/>
          <w:szCs w:val="24"/>
        </w:rPr>
      </w:pPr>
      <w:r w:rsidRPr="00097DB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7DB7">
        <w:rPr>
          <w:rFonts w:ascii="Times New Roman" w:hAnsi="Times New Roman"/>
          <w:b/>
          <w:sz w:val="24"/>
          <w:szCs w:val="24"/>
        </w:rPr>
        <w:t>Gülçin :</w:t>
      </w:r>
      <w:r>
        <w:rPr>
          <w:rFonts w:ascii="Times New Roman" w:hAnsi="Times New Roman"/>
          <w:sz w:val="24"/>
          <w:szCs w:val="24"/>
        </w:rPr>
        <w:t xml:space="preserve"> Maddeler katı, sıvı ve gaz halde bulunur.</w:t>
      </w:r>
    </w:p>
    <w:p w:rsidR="002B570E" w:rsidRDefault="002B570E" w:rsidP="00097DB7">
      <w:pPr>
        <w:spacing w:after="0"/>
        <w:rPr>
          <w:rFonts w:ascii="Times New Roman" w:hAnsi="Times New Roman"/>
          <w:sz w:val="24"/>
          <w:szCs w:val="24"/>
        </w:rPr>
      </w:pPr>
      <w:r w:rsidRPr="00097DB7">
        <w:rPr>
          <w:rFonts w:ascii="Times New Roman" w:hAnsi="Times New Roman"/>
          <w:b/>
          <w:sz w:val="24"/>
          <w:szCs w:val="24"/>
        </w:rPr>
        <w:t>Erol :</w:t>
      </w:r>
      <w:r>
        <w:rPr>
          <w:rFonts w:ascii="Times New Roman" w:hAnsi="Times New Roman"/>
          <w:sz w:val="24"/>
          <w:szCs w:val="24"/>
        </w:rPr>
        <w:t xml:space="preserve"> Katı maddelerin belirli şekilleri vardır.</w:t>
      </w:r>
    </w:p>
    <w:p w:rsidR="002B570E" w:rsidRDefault="002B570E" w:rsidP="00097DB7">
      <w:pPr>
        <w:spacing w:after="0"/>
        <w:rPr>
          <w:rFonts w:ascii="Times New Roman" w:hAnsi="Times New Roman"/>
          <w:sz w:val="24"/>
          <w:szCs w:val="24"/>
        </w:rPr>
      </w:pPr>
      <w:r w:rsidRPr="00097DB7">
        <w:rPr>
          <w:rFonts w:ascii="Times New Roman" w:hAnsi="Times New Roman"/>
          <w:b/>
          <w:sz w:val="24"/>
          <w:szCs w:val="24"/>
        </w:rPr>
        <w:t>Sevinç:</w:t>
      </w:r>
      <w:r>
        <w:rPr>
          <w:rFonts w:ascii="Times New Roman" w:hAnsi="Times New Roman"/>
          <w:sz w:val="24"/>
          <w:szCs w:val="24"/>
        </w:rPr>
        <w:t xml:space="preserve"> Sıvı maddelerin belirli şekilleri vardır.</w:t>
      </w:r>
    </w:p>
    <w:p w:rsidR="002B570E" w:rsidRPr="00097DB7" w:rsidRDefault="002B570E" w:rsidP="00097DB7">
      <w:pPr>
        <w:spacing w:after="120"/>
        <w:rPr>
          <w:rFonts w:ascii="Times New Roman" w:hAnsi="Times New Roman"/>
          <w:b/>
          <w:sz w:val="24"/>
          <w:szCs w:val="24"/>
        </w:rPr>
      </w:pPr>
      <w:r w:rsidRPr="00097DB7">
        <w:rPr>
          <w:rFonts w:ascii="Times New Roman" w:hAnsi="Times New Roman"/>
          <w:b/>
          <w:sz w:val="24"/>
          <w:szCs w:val="24"/>
        </w:rPr>
        <w:t>Yukarıdaki öğrencilerin hangilerinin verdiği bilgiler doğrudur?</w:t>
      </w:r>
    </w:p>
    <w:p w:rsidR="002B570E" w:rsidRDefault="002B570E" w:rsidP="00097DB7">
      <w:pPr>
        <w:spacing w:after="0"/>
        <w:rPr>
          <w:rFonts w:ascii="Times New Roman" w:hAnsi="Times New Roman"/>
          <w:sz w:val="24"/>
          <w:szCs w:val="24"/>
        </w:rPr>
      </w:pPr>
      <w:r w:rsidRPr="00097DB7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Gülçin ve Erol  </w:t>
      </w:r>
      <w:r w:rsidRPr="00091324">
        <w:rPr>
          <w:rFonts w:ascii="Times New Roman" w:hAnsi="Times New Roman"/>
          <w:sz w:val="24"/>
          <w:szCs w:val="24"/>
        </w:rPr>
        <w:t xml:space="preserve"> </w:t>
      </w:r>
    </w:p>
    <w:p w:rsidR="002B570E" w:rsidRPr="00091324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097DB7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Erol ve Sevinç  </w:t>
      </w:r>
      <w:r w:rsidRPr="00091324"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2B570E" w:rsidRPr="00091324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097DB7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Gülçin - Erol - Sevinç  </w:t>
      </w:r>
      <w:r w:rsidRPr="00091324">
        <w:rPr>
          <w:rFonts w:ascii="Times New Roman" w:hAnsi="Times New Roman"/>
          <w:sz w:val="24"/>
          <w:szCs w:val="24"/>
        </w:rPr>
        <w:t xml:space="preserve">       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482665" w:rsidRDefault="002B570E" w:rsidP="00482665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091324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2665">
        <w:rPr>
          <w:rFonts w:ascii="Times New Roman" w:hAnsi="Times New Roman"/>
          <w:b/>
          <w:sz w:val="24"/>
          <w:szCs w:val="24"/>
        </w:rPr>
        <w:t>Aşağıdaki hangi seçenekte maddenin katı, sıvı ve gaz hallerine birer örnek verilmiştir?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482665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tahta – kapı - çay</w:t>
      </w:r>
      <w:r w:rsidRPr="00980241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0241">
        <w:rPr>
          <w:rFonts w:ascii="Times New Roman" w:hAnsi="Times New Roman"/>
          <w:sz w:val="24"/>
          <w:szCs w:val="24"/>
        </w:rPr>
        <w:t xml:space="preserve"> 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482665">
        <w:rPr>
          <w:rFonts w:ascii="Times New Roman" w:hAnsi="Times New Roman"/>
          <w:b/>
          <w:sz w:val="24"/>
          <w:szCs w:val="24"/>
        </w:rPr>
        <w:t>B)</w:t>
      </w:r>
      <w:r w:rsidRPr="009802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kaşık – su - hava</w:t>
      </w:r>
      <w:r w:rsidRPr="00980241">
        <w:rPr>
          <w:rFonts w:ascii="Times New Roman" w:hAnsi="Times New Roman"/>
          <w:sz w:val="24"/>
          <w:szCs w:val="24"/>
        </w:rPr>
        <w:t xml:space="preserve">         </w:t>
      </w:r>
    </w:p>
    <w:p w:rsidR="002B570E" w:rsidRPr="00980241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 w:rsidRPr="00482665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kolonya – süt - parfüm</w:t>
      </w:r>
      <w:r w:rsidRPr="00980241">
        <w:rPr>
          <w:rFonts w:ascii="Times New Roman" w:hAnsi="Times New Roman"/>
          <w:sz w:val="24"/>
          <w:szCs w:val="24"/>
        </w:rPr>
        <w:t xml:space="preserve">       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tabs>
          <w:tab w:val="left" w:pos="426"/>
        </w:tabs>
        <w:spacing w:after="120" w:line="240" w:lineRule="auto"/>
        <w:rPr>
          <w:rFonts w:ascii="Times New Roman" w:hAnsi="Times New Roman"/>
        </w:rPr>
      </w:pPr>
      <w:r w:rsidRPr="00091324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Esneklik – renk – kırılganlık - pürüzlü</w:t>
      </w:r>
      <w:r w:rsidRPr="00482665">
        <w:rPr>
          <w:rFonts w:ascii="Times New Roman" w:hAnsi="Times New Roman"/>
        </w:rPr>
        <w:tab/>
      </w:r>
    </w:p>
    <w:p w:rsidR="002B570E" w:rsidRDefault="002B570E" w:rsidP="009B13FF">
      <w:pPr>
        <w:tabs>
          <w:tab w:val="left" w:pos="426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Yukarıdakilerden kaç tanesi maddeyi niteleyen özelliklerdendir ?</w:t>
      </w:r>
    </w:p>
    <w:p w:rsidR="002B570E" w:rsidRPr="00482665" w:rsidRDefault="002B570E" w:rsidP="00482665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48266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</w:t>
      </w:r>
      <w:r w:rsidRPr="00482665">
        <w:rPr>
          <w:rFonts w:ascii="Times New Roman" w:hAnsi="Times New Roman"/>
          <w:b/>
        </w:rPr>
        <w:t>B)</w:t>
      </w:r>
      <w:r w:rsidRPr="004826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 w:rsidRPr="004826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</w:t>
      </w:r>
      <w:r w:rsidRPr="00482665">
        <w:rPr>
          <w:rFonts w:ascii="Times New Roman" w:hAnsi="Times New Roman"/>
        </w:rPr>
        <w:t xml:space="preserve">  </w:t>
      </w:r>
      <w:r w:rsidRPr="00482665">
        <w:rPr>
          <w:rFonts w:ascii="Times New Roman" w:hAnsi="Times New Roman"/>
          <w:b/>
        </w:rPr>
        <w:t>C)</w:t>
      </w:r>
      <w:r w:rsidRPr="0048266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4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25669E" w:rsidRDefault="002B570E" w:rsidP="009B13FF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91324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Aşağıdakilerden hangisi bulunduğu kabın şeklini </w:t>
      </w:r>
      <w:r w:rsidRPr="008A4CEA">
        <w:rPr>
          <w:rFonts w:ascii="Times New Roman" w:hAnsi="Times New Roman" w:cs="Times New Roman"/>
          <w:b/>
          <w:sz w:val="24"/>
          <w:szCs w:val="24"/>
          <w:u w:val="single"/>
        </w:rPr>
        <w:t>almaz</w:t>
      </w:r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</w:p>
    <w:p w:rsidR="002B570E" w:rsidRPr="0025669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A4CEA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su                    </w:t>
      </w:r>
      <w:r w:rsidRPr="008A4CEA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hava           </w:t>
      </w:r>
      <w:r w:rsidRPr="008A4CEA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) elma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DE67C4" w:rsidRDefault="002B570E" w:rsidP="009B13FF">
      <w:pPr>
        <w:pStyle w:val="NoSpacing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1324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Aşağıdakilerden hangisi kırılgan maddelere örnektir</w:t>
      </w:r>
      <w:r w:rsidRPr="00DE67C4">
        <w:rPr>
          <w:rFonts w:ascii="Times New Roman" w:hAnsi="Times New Roman" w:cs="Times New Roman"/>
          <w:b/>
          <w:sz w:val="24"/>
          <w:szCs w:val="24"/>
        </w:rPr>
        <w:t>?</w:t>
      </w:r>
    </w:p>
    <w:p w:rsidR="002B570E" w:rsidRPr="00DE67C4" w:rsidRDefault="002B570E" w:rsidP="009B13F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7C4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taş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E67C4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cam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67C4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sünger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D27F99" w:rsidRDefault="002B570E" w:rsidP="00284143">
      <w:pPr>
        <w:spacing w:after="120"/>
        <w:rPr>
          <w:rFonts w:ascii="Times New Roman" w:hAnsi="Times New Roman"/>
          <w:sz w:val="24"/>
          <w:szCs w:val="24"/>
          <w:u w:val="single"/>
        </w:rPr>
      </w:pPr>
      <w:r w:rsidRPr="00D27F9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 Deri ile ilgili aşağıda verilen bilgilerden hangisi yanlıştır</w:t>
      </w:r>
      <w:r w:rsidRPr="00284143">
        <w:rPr>
          <w:rFonts w:ascii="Times New Roman" w:hAnsi="Times New Roman"/>
          <w:sz w:val="24"/>
          <w:szCs w:val="24"/>
        </w:rPr>
        <w:t>?</w:t>
      </w:r>
    </w:p>
    <w:p w:rsidR="002B570E" w:rsidRPr="00D27F99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D27F99">
        <w:rPr>
          <w:rFonts w:ascii="Times New Roman" w:hAnsi="Times New Roman"/>
          <w:sz w:val="24"/>
          <w:szCs w:val="24"/>
        </w:rPr>
        <w:t xml:space="preserve"> </w:t>
      </w:r>
      <w:r w:rsidRPr="00284143">
        <w:rPr>
          <w:rFonts w:ascii="Times New Roman" w:hAnsi="Times New Roman"/>
          <w:b/>
          <w:sz w:val="24"/>
          <w:szCs w:val="24"/>
        </w:rPr>
        <w:t>A)</w:t>
      </w:r>
      <w:r w:rsidRPr="00D27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Vücudumuzu sarar ve dış etkenlerden korur</w:t>
      </w:r>
      <w:r w:rsidRPr="00D27F99">
        <w:rPr>
          <w:rFonts w:ascii="Times New Roman" w:hAnsi="Times New Roman"/>
          <w:sz w:val="24"/>
          <w:szCs w:val="24"/>
        </w:rPr>
        <w:t>.</w:t>
      </w:r>
    </w:p>
    <w:p w:rsidR="002B570E" w:rsidRPr="00D27F99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84143">
        <w:rPr>
          <w:rFonts w:ascii="Times New Roman" w:hAnsi="Times New Roman"/>
          <w:b/>
          <w:sz w:val="24"/>
          <w:szCs w:val="24"/>
        </w:rPr>
        <w:t>B)</w:t>
      </w:r>
      <w:r w:rsidRPr="00D27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Dokunma duyu organımızdır</w:t>
      </w:r>
      <w:r w:rsidRPr="00D27F99">
        <w:rPr>
          <w:rFonts w:ascii="Times New Roman" w:hAnsi="Times New Roman"/>
          <w:sz w:val="24"/>
          <w:szCs w:val="24"/>
        </w:rPr>
        <w:t>.</w:t>
      </w:r>
    </w:p>
    <w:p w:rsidR="002B570E" w:rsidRPr="00D27F99" w:rsidRDefault="002B570E" w:rsidP="0028414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84143">
        <w:rPr>
          <w:rFonts w:ascii="Times New Roman" w:hAnsi="Times New Roman"/>
          <w:b/>
          <w:sz w:val="24"/>
          <w:szCs w:val="24"/>
        </w:rPr>
        <w:t>C)</w:t>
      </w:r>
      <w:r w:rsidRPr="00D27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Cisimlerin tadını derimizle anlarız</w:t>
      </w:r>
      <w:r w:rsidRPr="00D27F99">
        <w:rPr>
          <w:rFonts w:ascii="Times New Roman" w:hAnsi="Times New Roman"/>
          <w:sz w:val="24"/>
          <w:szCs w:val="24"/>
        </w:rPr>
        <w:t>.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B12C2B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Not: Her soru 2 puandır.</w:t>
      </w:r>
    </w:p>
    <w:p w:rsidR="002B570E" w:rsidRPr="007903AC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393F3F" w:rsidRDefault="002B570E" w:rsidP="009B13FF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393F3F">
        <w:rPr>
          <w:rFonts w:ascii="Times New Roman" w:hAnsi="Times New Roman"/>
          <w:b/>
          <w:i/>
          <w:sz w:val="24"/>
          <w:szCs w:val="24"/>
        </w:rPr>
        <w:t xml:space="preserve">Ben, sizin hepsini doğru yapabileceğinize inanıyorum. Buna sizde inanın…  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 w:rsidRPr="000913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Comic Sans MS" w:hAnsi="Comic Sans MS"/>
          <w:color w:val="FFFF00"/>
          <w:sz w:val="24"/>
          <w:szCs w:val="24"/>
          <w:highlight w:val="blue"/>
        </w:rPr>
        <w:t>Eğitimhane.com</w:t>
      </w:r>
      <w:r w:rsidRPr="00091324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12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B570E" w:rsidRDefault="002B570E" w:rsidP="004A222F">
      <w:pPr>
        <w:spacing w:after="120"/>
        <w:rPr>
          <w:rFonts w:ascii="Times New Roman" w:hAnsi="Times New Roman"/>
          <w:b/>
          <w:sz w:val="24"/>
          <w:szCs w:val="24"/>
        </w:rPr>
      </w:pPr>
      <w:r w:rsidRPr="00091324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Duyu organlarımızın sağlığını korumak için yapılması gerekenlerden değildir?</w:t>
      </w:r>
    </w:p>
    <w:p w:rsidR="002B570E" w:rsidRPr="004A222F" w:rsidRDefault="002B570E" w:rsidP="004A222F">
      <w:pPr>
        <w:spacing w:after="0"/>
        <w:rPr>
          <w:rFonts w:ascii="Times New Roman" w:hAnsi="Times New Roman"/>
          <w:b/>
          <w:sz w:val="24"/>
          <w:szCs w:val="24"/>
        </w:rPr>
      </w:pPr>
      <w:r w:rsidRPr="004A222F">
        <w:rPr>
          <w:rFonts w:ascii="Times New Roman" w:hAnsi="Times New Roman"/>
          <w:b/>
          <w:sz w:val="24"/>
          <w:szCs w:val="24"/>
        </w:rPr>
        <w:t xml:space="preserve"> A)</w:t>
      </w:r>
      <w:r>
        <w:rPr>
          <w:rFonts w:ascii="Times New Roman" w:hAnsi="Times New Roman"/>
          <w:sz w:val="24"/>
          <w:szCs w:val="24"/>
        </w:rPr>
        <w:t xml:space="preserve"> Televizyonu yakından izlememeliyiz.</w:t>
      </w:r>
      <w:r>
        <w:rPr>
          <w:rFonts w:ascii="Times New Roman" w:hAnsi="Times New Roman"/>
          <w:sz w:val="24"/>
          <w:szCs w:val="24"/>
        </w:rPr>
        <w:tab/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A222F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Yüksek sesle müzik dinlemek kulak sağlığımıza iyi gelir.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4A222F">
        <w:rPr>
          <w:rFonts w:ascii="Times New Roman" w:hAnsi="Times New Roman"/>
          <w:b/>
          <w:sz w:val="24"/>
          <w:szCs w:val="24"/>
        </w:rPr>
        <w:t xml:space="preserve"> C)</w:t>
      </w:r>
      <w:r>
        <w:rPr>
          <w:rFonts w:ascii="Times New Roman" w:hAnsi="Times New Roman"/>
          <w:sz w:val="24"/>
          <w:szCs w:val="24"/>
        </w:rPr>
        <w:t xml:space="preserve"> Deri hastalıklarından korunmak için vücut temizliğine dikkat etmeliyiz.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4A222F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91324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A222F">
        <w:rPr>
          <w:rFonts w:ascii="Times New Roman" w:hAnsi="Times New Roman"/>
          <w:b/>
          <w:sz w:val="24"/>
          <w:szCs w:val="24"/>
        </w:rPr>
        <w:t xml:space="preserve">Aşağıdaki verilen bilgilerden hangisi </w:t>
      </w:r>
      <w:r w:rsidRPr="004A222F">
        <w:rPr>
          <w:rFonts w:ascii="Times New Roman" w:hAnsi="Times New Roman"/>
          <w:b/>
          <w:sz w:val="24"/>
          <w:szCs w:val="24"/>
          <w:u w:val="single"/>
        </w:rPr>
        <w:t>yanlıştır</w:t>
      </w:r>
      <w:r w:rsidRPr="004A222F">
        <w:rPr>
          <w:rFonts w:ascii="Times New Roman" w:hAnsi="Times New Roman"/>
          <w:b/>
          <w:sz w:val="24"/>
          <w:szCs w:val="24"/>
        </w:rPr>
        <w:t>?</w:t>
      </w:r>
    </w:p>
    <w:p w:rsidR="002B570E" w:rsidRDefault="002B570E" w:rsidP="00184D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4DC0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Bütün cisimler sadece çekme kuvvetiyle hareket eder.</w:t>
      </w:r>
    </w:p>
    <w:p w:rsidR="002B570E" w:rsidRPr="007903AC" w:rsidRDefault="002B570E" w:rsidP="00184D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4DC0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Esnek cisimler, üzerindeki kuvvet kaldırıldığında tekrar eski haline gelir. </w:t>
      </w:r>
    </w:p>
    <w:p w:rsidR="002B570E" w:rsidRPr="00184DC0" w:rsidRDefault="002B570E" w:rsidP="00184DC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C) </w:t>
      </w:r>
      <w:r w:rsidRPr="00184DC0">
        <w:rPr>
          <w:rFonts w:ascii="Times New Roman" w:hAnsi="Times New Roman"/>
          <w:sz w:val="24"/>
          <w:szCs w:val="24"/>
        </w:rPr>
        <w:t xml:space="preserve">Duran cisimler kuvvetin etkisiyle hareket edebilir. </w:t>
      </w:r>
    </w:p>
    <w:p w:rsidR="002B570E" w:rsidRPr="007903AC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CF1F33" w:rsidRDefault="002B570E" w:rsidP="009B13FF">
      <w:pPr>
        <w:pStyle w:val="NoSpacing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91324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F33">
        <w:rPr>
          <w:rFonts w:ascii="Times New Roman" w:hAnsi="Times New Roman" w:cs="Times New Roman"/>
          <w:b/>
          <w:sz w:val="24"/>
          <w:szCs w:val="24"/>
        </w:rPr>
        <w:t>Aşağıdakilerden hangisi hareketlidir?</w:t>
      </w:r>
    </w:p>
    <w:p w:rsidR="002B570E" w:rsidRDefault="002B570E" w:rsidP="009B13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F33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Masanın üzerinde duran bardak.</w:t>
      </w:r>
    </w:p>
    <w:p w:rsidR="002B570E" w:rsidRDefault="002B570E" w:rsidP="009B13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138A">
        <w:rPr>
          <w:rFonts w:ascii="Times New Roman" w:hAnsi="Times New Roman" w:cs="Times New Roman"/>
          <w:sz w:val="24"/>
          <w:szCs w:val="24"/>
        </w:rPr>
        <w:t xml:space="preserve"> </w:t>
      </w:r>
      <w:r w:rsidRPr="00CF1F33">
        <w:rPr>
          <w:rFonts w:ascii="Times New Roman" w:hAnsi="Times New Roman" w:cs="Times New Roman"/>
          <w:b/>
          <w:sz w:val="24"/>
          <w:szCs w:val="24"/>
        </w:rPr>
        <w:t>B)</w:t>
      </w:r>
      <w:r w:rsidRPr="005413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Uçan kuş.</w:t>
      </w:r>
    </w:p>
    <w:p w:rsidR="002B570E" w:rsidRPr="0054138A" w:rsidRDefault="002B570E" w:rsidP="009B13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F33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Durakta yolcuları indiren otobüs.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7903AC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 w:rsidRPr="00091324">
        <w:rPr>
          <w:rFonts w:ascii="Times New Roman" w:hAnsi="Times New Roman"/>
          <w:b/>
          <w:sz w:val="24"/>
          <w:szCs w:val="24"/>
        </w:rPr>
        <w:t xml:space="preserve">10. </w:t>
      </w:r>
      <w:r>
        <w:rPr>
          <w:rFonts w:ascii="Times New Roman" w:hAnsi="Times New Roman"/>
          <w:b/>
          <w:sz w:val="24"/>
          <w:szCs w:val="24"/>
        </w:rPr>
        <w:t>Aşağıdakilerden hangisi sıvı maddelerin özelliklerinden değildir</w:t>
      </w:r>
      <w:r w:rsidRPr="007903AC">
        <w:rPr>
          <w:rFonts w:ascii="Times New Roman" w:hAnsi="Times New Roman"/>
          <w:sz w:val="24"/>
          <w:szCs w:val="24"/>
        </w:rPr>
        <w:t>?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F1F33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Sıvı maddeler bulundukları kabın şeklini alır.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F1F33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Sıvı maddeler akışkan maddelerdir.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F1F33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Sıvı maddelerin belirli bir şekli vardır.</w:t>
      </w: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 w:rsidRPr="00091324">
        <w:rPr>
          <w:rFonts w:ascii="Times New Roman" w:hAnsi="Times New Roman"/>
          <w:b/>
          <w:sz w:val="24"/>
          <w:szCs w:val="24"/>
        </w:rPr>
        <w:t xml:space="preserve">                            MEHMET GÜDÜCÜ</w:t>
      </w:r>
    </w:p>
    <w:p w:rsidR="002B570E" w:rsidRPr="00091324" w:rsidRDefault="002B570E" w:rsidP="009B13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3-</w:t>
      </w:r>
      <w:r w:rsidRPr="00091324">
        <w:rPr>
          <w:rFonts w:ascii="Times New Roman" w:hAnsi="Times New Roman"/>
          <w:b/>
          <w:sz w:val="24"/>
          <w:szCs w:val="24"/>
        </w:rPr>
        <w:t>B Sınıfı Öğretmeni</w:t>
      </w:r>
    </w:p>
    <w:p w:rsidR="002B570E" w:rsidRDefault="002B570E" w:rsidP="009B13FF">
      <w:pPr>
        <w:spacing w:after="0"/>
        <w:rPr>
          <w:rFonts w:ascii="Times New Roman" w:hAnsi="Times New Roman"/>
          <w:sz w:val="24"/>
          <w:szCs w:val="24"/>
        </w:rPr>
      </w:pPr>
    </w:p>
    <w:p w:rsidR="002B570E" w:rsidRDefault="002B570E"/>
    <w:sectPr w:rsidR="002B570E" w:rsidSect="00BF1E1B">
      <w:headerReference w:type="default" r:id="rId12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70E" w:rsidRDefault="002B570E">
      <w:pPr>
        <w:spacing w:after="0" w:line="240" w:lineRule="auto"/>
      </w:pPr>
      <w:r>
        <w:separator/>
      </w:r>
    </w:p>
  </w:endnote>
  <w:endnote w:type="continuationSeparator" w:id="0">
    <w:p w:rsidR="002B570E" w:rsidRDefault="002B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70E" w:rsidRDefault="002B570E">
      <w:pPr>
        <w:spacing w:after="0" w:line="240" w:lineRule="auto"/>
      </w:pPr>
      <w:r>
        <w:separator/>
      </w:r>
    </w:p>
  </w:footnote>
  <w:footnote w:type="continuationSeparator" w:id="0">
    <w:p w:rsidR="002B570E" w:rsidRDefault="002B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70E" w:rsidRPr="00F51FEF" w:rsidRDefault="002B570E">
    <w:pPr>
      <w:pStyle w:val="Head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781F"/>
    <w:multiLevelType w:val="hybridMultilevel"/>
    <w:tmpl w:val="1F10FBF0"/>
    <w:lvl w:ilvl="0" w:tplc="D3A6089A">
      <w:start w:val="1"/>
      <w:numFmt w:val="upperLetter"/>
      <w:lvlText w:val="%1)"/>
      <w:lvlJc w:val="left"/>
      <w:pPr>
        <w:ind w:left="48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">
    <w:nsid w:val="267C0BB6"/>
    <w:multiLevelType w:val="hybridMultilevel"/>
    <w:tmpl w:val="FC4A6694"/>
    <w:lvl w:ilvl="0" w:tplc="D940F69A">
      <w:start w:val="1"/>
      <w:numFmt w:val="upperLetter"/>
      <w:lvlText w:val="%1)"/>
      <w:lvlJc w:val="left"/>
      <w:pPr>
        <w:ind w:left="46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abstractNum w:abstractNumId="2">
    <w:nsid w:val="54242524"/>
    <w:multiLevelType w:val="hybridMultilevel"/>
    <w:tmpl w:val="327076E4"/>
    <w:lvl w:ilvl="0" w:tplc="8DE281DE">
      <w:start w:val="1"/>
      <w:numFmt w:val="upperLetter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79D354D1"/>
    <w:multiLevelType w:val="hybridMultilevel"/>
    <w:tmpl w:val="E8FEF1F8"/>
    <w:lvl w:ilvl="0" w:tplc="6A48DD3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BB3"/>
    <w:rsid w:val="0001372D"/>
    <w:rsid w:val="00031489"/>
    <w:rsid w:val="00045603"/>
    <w:rsid w:val="00047000"/>
    <w:rsid w:val="00063116"/>
    <w:rsid w:val="00070A6F"/>
    <w:rsid w:val="0009125D"/>
    <w:rsid w:val="00091324"/>
    <w:rsid w:val="00097DB7"/>
    <w:rsid w:val="000D3C25"/>
    <w:rsid w:val="000E32C6"/>
    <w:rsid w:val="001433E8"/>
    <w:rsid w:val="00184DC0"/>
    <w:rsid w:val="001B1EE5"/>
    <w:rsid w:val="001B70F9"/>
    <w:rsid w:val="001D052D"/>
    <w:rsid w:val="00216ACE"/>
    <w:rsid w:val="00233020"/>
    <w:rsid w:val="00235CF3"/>
    <w:rsid w:val="002503EC"/>
    <w:rsid w:val="002520F9"/>
    <w:rsid w:val="00254CDF"/>
    <w:rsid w:val="0025669E"/>
    <w:rsid w:val="00260399"/>
    <w:rsid w:val="00260A4F"/>
    <w:rsid w:val="00267DED"/>
    <w:rsid w:val="00274003"/>
    <w:rsid w:val="00284143"/>
    <w:rsid w:val="0029394F"/>
    <w:rsid w:val="00294DCB"/>
    <w:rsid w:val="002A1A6C"/>
    <w:rsid w:val="002A2EB9"/>
    <w:rsid w:val="002A37BC"/>
    <w:rsid w:val="002B3AA4"/>
    <w:rsid w:val="002B570E"/>
    <w:rsid w:val="002C1B49"/>
    <w:rsid w:val="002C4327"/>
    <w:rsid w:val="002C4FAB"/>
    <w:rsid w:val="002D424B"/>
    <w:rsid w:val="002E1C8E"/>
    <w:rsid w:val="002F0883"/>
    <w:rsid w:val="00306043"/>
    <w:rsid w:val="00310DBC"/>
    <w:rsid w:val="0031133A"/>
    <w:rsid w:val="0031699D"/>
    <w:rsid w:val="00323768"/>
    <w:rsid w:val="003420B1"/>
    <w:rsid w:val="00353BF0"/>
    <w:rsid w:val="00355EAF"/>
    <w:rsid w:val="003820B2"/>
    <w:rsid w:val="00382438"/>
    <w:rsid w:val="00393F3F"/>
    <w:rsid w:val="003B3951"/>
    <w:rsid w:val="003C1161"/>
    <w:rsid w:val="003E3BB8"/>
    <w:rsid w:val="003F3844"/>
    <w:rsid w:val="003F3D8F"/>
    <w:rsid w:val="003F464F"/>
    <w:rsid w:val="00402108"/>
    <w:rsid w:val="00425FBA"/>
    <w:rsid w:val="00441FC5"/>
    <w:rsid w:val="00460BD6"/>
    <w:rsid w:val="00461EEF"/>
    <w:rsid w:val="004711B9"/>
    <w:rsid w:val="004725FF"/>
    <w:rsid w:val="00482665"/>
    <w:rsid w:val="00487EA9"/>
    <w:rsid w:val="004A222F"/>
    <w:rsid w:val="004A4369"/>
    <w:rsid w:val="004D38B4"/>
    <w:rsid w:val="004D79D8"/>
    <w:rsid w:val="004E31CD"/>
    <w:rsid w:val="00501B6E"/>
    <w:rsid w:val="0050297D"/>
    <w:rsid w:val="005031C3"/>
    <w:rsid w:val="0054138A"/>
    <w:rsid w:val="00541C5B"/>
    <w:rsid w:val="00574205"/>
    <w:rsid w:val="005B7DF8"/>
    <w:rsid w:val="005C6D44"/>
    <w:rsid w:val="005F0A74"/>
    <w:rsid w:val="005F6FCD"/>
    <w:rsid w:val="006061C8"/>
    <w:rsid w:val="006177B0"/>
    <w:rsid w:val="00625BC3"/>
    <w:rsid w:val="00631D98"/>
    <w:rsid w:val="00637DBE"/>
    <w:rsid w:val="006740AF"/>
    <w:rsid w:val="0068062B"/>
    <w:rsid w:val="006809A3"/>
    <w:rsid w:val="006B2797"/>
    <w:rsid w:val="006B37F2"/>
    <w:rsid w:val="006C6177"/>
    <w:rsid w:val="006D469D"/>
    <w:rsid w:val="006E2115"/>
    <w:rsid w:val="006E77A8"/>
    <w:rsid w:val="0073116A"/>
    <w:rsid w:val="0075484C"/>
    <w:rsid w:val="007566AC"/>
    <w:rsid w:val="00764AFF"/>
    <w:rsid w:val="007903AC"/>
    <w:rsid w:val="007A48AE"/>
    <w:rsid w:val="007B6F5C"/>
    <w:rsid w:val="007C74AC"/>
    <w:rsid w:val="00803D0A"/>
    <w:rsid w:val="00814A1F"/>
    <w:rsid w:val="00847148"/>
    <w:rsid w:val="00855E44"/>
    <w:rsid w:val="00860E30"/>
    <w:rsid w:val="00866426"/>
    <w:rsid w:val="00875AED"/>
    <w:rsid w:val="00885DC7"/>
    <w:rsid w:val="008A4CEA"/>
    <w:rsid w:val="008E3662"/>
    <w:rsid w:val="00900A6D"/>
    <w:rsid w:val="00913017"/>
    <w:rsid w:val="00925ED3"/>
    <w:rsid w:val="00927A0F"/>
    <w:rsid w:val="00935700"/>
    <w:rsid w:val="00944207"/>
    <w:rsid w:val="0095541B"/>
    <w:rsid w:val="0096431E"/>
    <w:rsid w:val="0097139D"/>
    <w:rsid w:val="00980241"/>
    <w:rsid w:val="00983B6B"/>
    <w:rsid w:val="009851A3"/>
    <w:rsid w:val="00996CFC"/>
    <w:rsid w:val="009B13FF"/>
    <w:rsid w:val="009C48D0"/>
    <w:rsid w:val="009F5085"/>
    <w:rsid w:val="00A0125C"/>
    <w:rsid w:val="00A01B85"/>
    <w:rsid w:val="00A05EB7"/>
    <w:rsid w:val="00A27433"/>
    <w:rsid w:val="00A27902"/>
    <w:rsid w:val="00A36745"/>
    <w:rsid w:val="00A44E44"/>
    <w:rsid w:val="00A576DA"/>
    <w:rsid w:val="00A57AED"/>
    <w:rsid w:val="00A80FD2"/>
    <w:rsid w:val="00AC44A2"/>
    <w:rsid w:val="00AE26C1"/>
    <w:rsid w:val="00AF1191"/>
    <w:rsid w:val="00B05BCB"/>
    <w:rsid w:val="00B07C37"/>
    <w:rsid w:val="00B118E8"/>
    <w:rsid w:val="00B12C2B"/>
    <w:rsid w:val="00B15083"/>
    <w:rsid w:val="00B23260"/>
    <w:rsid w:val="00B279AE"/>
    <w:rsid w:val="00B55A21"/>
    <w:rsid w:val="00B55D78"/>
    <w:rsid w:val="00B643D4"/>
    <w:rsid w:val="00B65723"/>
    <w:rsid w:val="00B957E0"/>
    <w:rsid w:val="00BA2392"/>
    <w:rsid w:val="00BA3B46"/>
    <w:rsid w:val="00BB3423"/>
    <w:rsid w:val="00BC23EB"/>
    <w:rsid w:val="00BC63EC"/>
    <w:rsid w:val="00BD4CE9"/>
    <w:rsid w:val="00BF0CAA"/>
    <w:rsid w:val="00BF1977"/>
    <w:rsid w:val="00BF1E1B"/>
    <w:rsid w:val="00BF5E00"/>
    <w:rsid w:val="00C01714"/>
    <w:rsid w:val="00C05D8C"/>
    <w:rsid w:val="00C23C3C"/>
    <w:rsid w:val="00C3625C"/>
    <w:rsid w:val="00C44477"/>
    <w:rsid w:val="00C45495"/>
    <w:rsid w:val="00C45DA8"/>
    <w:rsid w:val="00C462B5"/>
    <w:rsid w:val="00C521F6"/>
    <w:rsid w:val="00C52609"/>
    <w:rsid w:val="00C66BB3"/>
    <w:rsid w:val="00C871B8"/>
    <w:rsid w:val="00CA649D"/>
    <w:rsid w:val="00CA790F"/>
    <w:rsid w:val="00CE28CE"/>
    <w:rsid w:val="00CE7387"/>
    <w:rsid w:val="00CF1F33"/>
    <w:rsid w:val="00CF2902"/>
    <w:rsid w:val="00CF4C88"/>
    <w:rsid w:val="00D27F99"/>
    <w:rsid w:val="00D41D69"/>
    <w:rsid w:val="00D56F9B"/>
    <w:rsid w:val="00D65E4E"/>
    <w:rsid w:val="00D732F5"/>
    <w:rsid w:val="00D76D84"/>
    <w:rsid w:val="00D90EE1"/>
    <w:rsid w:val="00DA2E33"/>
    <w:rsid w:val="00DC1656"/>
    <w:rsid w:val="00DE4B35"/>
    <w:rsid w:val="00DE67C4"/>
    <w:rsid w:val="00E041D7"/>
    <w:rsid w:val="00E10810"/>
    <w:rsid w:val="00E16715"/>
    <w:rsid w:val="00E21B89"/>
    <w:rsid w:val="00E57BD2"/>
    <w:rsid w:val="00E6088C"/>
    <w:rsid w:val="00E91D5A"/>
    <w:rsid w:val="00E92B95"/>
    <w:rsid w:val="00EA2498"/>
    <w:rsid w:val="00EA3864"/>
    <w:rsid w:val="00F025C5"/>
    <w:rsid w:val="00F04E51"/>
    <w:rsid w:val="00F36A66"/>
    <w:rsid w:val="00F51FEF"/>
    <w:rsid w:val="00F91051"/>
    <w:rsid w:val="00F9613A"/>
    <w:rsid w:val="00FC4434"/>
    <w:rsid w:val="00FC728D"/>
    <w:rsid w:val="00FD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3F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1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3FF"/>
    <w:rPr>
      <w:rFonts w:cs="Times New Roman"/>
    </w:rPr>
  </w:style>
  <w:style w:type="paragraph" w:styleId="ListParagraph">
    <w:name w:val="List Paragraph"/>
    <w:basedOn w:val="Normal"/>
    <w:uiPriority w:val="99"/>
    <w:qFormat/>
    <w:rsid w:val="009B13FF"/>
    <w:pPr>
      <w:ind w:left="720"/>
      <w:contextualSpacing/>
    </w:pPr>
  </w:style>
  <w:style w:type="table" w:styleId="TableGrid">
    <w:name w:val="Table Grid"/>
    <w:basedOn w:val="TableNormal"/>
    <w:uiPriority w:val="99"/>
    <w:rsid w:val="009B13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9B13FF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B13FF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9B13FF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480</TotalTime>
  <Pages>4</Pages>
  <Words>1476</Words>
  <Characters>8419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gulcan</cp:lastModifiedBy>
  <cp:revision>17</cp:revision>
  <dcterms:created xsi:type="dcterms:W3CDTF">2014-12-24T21:32:00Z</dcterms:created>
  <dcterms:modified xsi:type="dcterms:W3CDTF">2014-12-28T23:11:00Z</dcterms:modified>
</cp:coreProperties>
</file>