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E9" w:rsidRDefault="008F5EE9" w:rsidP="007E7362">
      <w:pPr>
        <w:pStyle w:val="NoSpacing"/>
        <w:jc w:val="center"/>
      </w:pPr>
      <w:bookmarkStart w:id="0" w:name="_GoBack"/>
      <w:r w:rsidRPr="00323093"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1" o:spid="_x0000_i1025" type="#_x0000_t75" style="width:555pt;height:769.5pt;visibility:visible">
            <v:imagedata r:id="rId4" o:title=""/>
          </v:shape>
        </w:pict>
      </w:r>
      <w:bookmarkEnd w:id="0"/>
    </w:p>
    <w:sectPr w:rsidR="008F5EE9" w:rsidSect="007E7362">
      <w:pgSz w:w="11906" w:h="16838"/>
      <w:pgMar w:top="426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362"/>
    <w:rsid w:val="0000687A"/>
    <w:rsid w:val="0001113D"/>
    <w:rsid w:val="00023665"/>
    <w:rsid w:val="00026108"/>
    <w:rsid w:val="00026EBC"/>
    <w:rsid w:val="00027FCB"/>
    <w:rsid w:val="00031FCB"/>
    <w:rsid w:val="000444D4"/>
    <w:rsid w:val="00050A5D"/>
    <w:rsid w:val="00060044"/>
    <w:rsid w:val="00060253"/>
    <w:rsid w:val="00063141"/>
    <w:rsid w:val="000706CA"/>
    <w:rsid w:val="00084ECB"/>
    <w:rsid w:val="00086A49"/>
    <w:rsid w:val="000874FA"/>
    <w:rsid w:val="000918EB"/>
    <w:rsid w:val="00092A21"/>
    <w:rsid w:val="00097FC4"/>
    <w:rsid w:val="000A142A"/>
    <w:rsid w:val="000A2783"/>
    <w:rsid w:val="000A3EB1"/>
    <w:rsid w:val="000A7726"/>
    <w:rsid w:val="000B2A9B"/>
    <w:rsid w:val="000B4C9A"/>
    <w:rsid w:val="000B7F34"/>
    <w:rsid w:val="000C1E17"/>
    <w:rsid w:val="000C3343"/>
    <w:rsid w:val="000C361F"/>
    <w:rsid w:val="000C674F"/>
    <w:rsid w:val="000D1A06"/>
    <w:rsid w:val="000D2F50"/>
    <w:rsid w:val="000D3C49"/>
    <w:rsid w:val="000D3DF8"/>
    <w:rsid w:val="000E4194"/>
    <w:rsid w:val="000E7143"/>
    <w:rsid w:val="000F49D8"/>
    <w:rsid w:val="000F4A03"/>
    <w:rsid w:val="000F5BD8"/>
    <w:rsid w:val="000F6C96"/>
    <w:rsid w:val="00100C2B"/>
    <w:rsid w:val="00117294"/>
    <w:rsid w:val="00120ED7"/>
    <w:rsid w:val="001222E5"/>
    <w:rsid w:val="00123CC9"/>
    <w:rsid w:val="00124039"/>
    <w:rsid w:val="0012489B"/>
    <w:rsid w:val="00130DE9"/>
    <w:rsid w:val="00132FC2"/>
    <w:rsid w:val="00135985"/>
    <w:rsid w:val="00135B90"/>
    <w:rsid w:val="00136009"/>
    <w:rsid w:val="0014223A"/>
    <w:rsid w:val="00142E1B"/>
    <w:rsid w:val="001523F8"/>
    <w:rsid w:val="00155349"/>
    <w:rsid w:val="00162BC1"/>
    <w:rsid w:val="00166D65"/>
    <w:rsid w:val="00170DEF"/>
    <w:rsid w:val="00173EF8"/>
    <w:rsid w:val="00174F22"/>
    <w:rsid w:val="001765E6"/>
    <w:rsid w:val="00177BB9"/>
    <w:rsid w:val="00182015"/>
    <w:rsid w:val="00183820"/>
    <w:rsid w:val="001916A7"/>
    <w:rsid w:val="00192191"/>
    <w:rsid w:val="0019677E"/>
    <w:rsid w:val="001A2131"/>
    <w:rsid w:val="001A42C6"/>
    <w:rsid w:val="001A62FF"/>
    <w:rsid w:val="001B0641"/>
    <w:rsid w:val="001B79B3"/>
    <w:rsid w:val="001C6745"/>
    <w:rsid w:val="001C68F3"/>
    <w:rsid w:val="001D4B89"/>
    <w:rsid w:val="001E3D99"/>
    <w:rsid w:val="001E6402"/>
    <w:rsid w:val="001E673B"/>
    <w:rsid w:val="001F2F8C"/>
    <w:rsid w:val="001F3ADD"/>
    <w:rsid w:val="001F5299"/>
    <w:rsid w:val="001F5ACD"/>
    <w:rsid w:val="0020503B"/>
    <w:rsid w:val="00207466"/>
    <w:rsid w:val="0021532B"/>
    <w:rsid w:val="002205D6"/>
    <w:rsid w:val="00221B34"/>
    <w:rsid w:val="00237037"/>
    <w:rsid w:val="002425F2"/>
    <w:rsid w:val="002540B0"/>
    <w:rsid w:val="0025547B"/>
    <w:rsid w:val="0026489A"/>
    <w:rsid w:val="00266D5A"/>
    <w:rsid w:val="002715CB"/>
    <w:rsid w:val="002723BD"/>
    <w:rsid w:val="002753B3"/>
    <w:rsid w:val="002762F2"/>
    <w:rsid w:val="0028164D"/>
    <w:rsid w:val="0028286B"/>
    <w:rsid w:val="00282E6C"/>
    <w:rsid w:val="00284DB0"/>
    <w:rsid w:val="002923FE"/>
    <w:rsid w:val="0029330E"/>
    <w:rsid w:val="00297440"/>
    <w:rsid w:val="002A15D5"/>
    <w:rsid w:val="002A1973"/>
    <w:rsid w:val="002B313B"/>
    <w:rsid w:val="002C001B"/>
    <w:rsid w:val="002C2D3A"/>
    <w:rsid w:val="002C2EDF"/>
    <w:rsid w:val="002D0E09"/>
    <w:rsid w:val="002D2CAC"/>
    <w:rsid w:val="002D3CDC"/>
    <w:rsid w:val="002D5B8A"/>
    <w:rsid w:val="002D7407"/>
    <w:rsid w:val="002D74ED"/>
    <w:rsid w:val="002E03B3"/>
    <w:rsid w:val="00300EDE"/>
    <w:rsid w:val="003045CA"/>
    <w:rsid w:val="00320210"/>
    <w:rsid w:val="0032257C"/>
    <w:rsid w:val="00322858"/>
    <w:rsid w:val="00323093"/>
    <w:rsid w:val="00332E83"/>
    <w:rsid w:val="003332D3"/>
    <w:rsid w:val="0034299C"/>
    <w:rsid w:val="00347C5E"/>
    <w:rsid w:val="00350CF4"/>
    <w:rsid w:val="003559FB"/>
    <w:rsid w:val="00355FD8"/>
    <w:rsid w:val="00356915"/>
    <w:rsid w:val="0035696B"/>
    <w:rsid w:val="00360EBC"/>
    <w:rsid w:val="0037171F"/>
    <w:rsid w:val="0037263B"/>
    <w:rsid w:val="00375B29"/>
    <w:rsid w:val="003809A9"/>
    <w:rsid w:val="00381661"/>
    <w:rsid w:val="00390884"/>
    <w:rsid w:val="0039537E"/>
    <w:rsid w:val="003A25B1"/>
    <w:rsid w:val="003A4FE4"/>
    <w:rsid w:val="003A64A0"/>
    <w:rsid w:val="003A7D4B"/>
    <w:rsid w:val="003B2317"/>
    <w:rsid w:val="003B3D5A"/>
    <w:rsid w:val="003C5665"/>
    <w:rsid w:val="003C603B"/>
    <w:rsid w:val="003D4A54"/>
    <w:rsid w:val="003E1D84"/>
    <w:rsid w:val="003E1F07"/>
    <w:rsid w:val="003E3BBD"/>
    <w:rsid w:val="003E565F"/>
    <w:rsid w:val="003E72E2"/>
    <w:rsid w:val="003F0D4A"/>
    <w:rsid w:val="003F6149"/>
    <w:rsid w:val="00400124"/>
    <w:rsid w:val="0040065E"/>
    <w:rsid w:val="00401085"/>
    <w:rsid w:val="0040156A"/>
    <w:rsid w:val="004040E7"/>
    <w:rsid w:val="0040426D"/>
    <w:rsid w:val="00406FDB"/>
    <w:rsid w:val="00413242"/>
    <w:rsid w:val="004257BF"/>
    <w:rsid w:val="00432366"/>
    <w:rsid w:val="00440E49"/>
    <w:rsid w:val="0045111F"/>
    <w:rsid w:val="004574BC"/>
    <w:rsid w:val="00457C0B"/>
    <w:rsid w:val="00460D0D"/>
    <w:rsid w:val="00465114"/>
    <w:rsid w:val="00472B52"/>
    <w:rsid w:val="00473F26"/>
    <w:rsid w:val="004741D0"/>
    <w:rsid w:val="00477C03"/>
    <w:rsid w:val="00480CFA"/>
    <w:rsid w:val="00485224"/>
    <w:rsid w:val="00487050"/>
    <w:rsid w:val="00487301"/>
    <w:rsid w:val="004905D7"/>
    <w:rsid w:val="004917B7"/>
    <w:rsid w:val="00496BA1"/>
    <w:rsid w:val="00497181"/>
    <w:rsid w:val="004A1E54"/>
    <w:rsid w:val="004A27BD"/>
    <w:rsid w:val="004A35CE"/>
    <w:rsid w:val="004A7D2A"/>
    <w:rsid w:val="004C6130"/>
    <w:rsid w:val="004D40C4"/>
    <w:rsid w:val="004D48D0"/>
    <w:rsid w:val="004E11AE"/>
    <w:rsid w:val="004E37DA"/>
    <w:rsid w:val="004E6BEB"/>
    <w:rsid w:val="004F05B2"/>
    <w:rsid w:val="004F173E"/>
    <w:rsid w:val="004F6648"/>
    <w:rsid w:val="004F6A2A"/>
    <w:rsid w:val="0050339C"/>
    <w:rsid w:val="00506BB0"/>
    <w:rsid w:val="00506C76"/>
    <w:rsid w:val="00515CFE"/>
    <w:rsid w:val="00516377"/>
    <w:rsid w:val="00524278"/>
    <w:rsid w:val="00530B5A"/>
    <w:rsid w:val="005349A6"/>
    <w:rsid w:val="00546804"/>
    <w:rsid w:val="0054769D"/>
    <w:rsid w:val="00547B73"/>
    <w:rsid w:val="0055222F"/>
    <w:rsid w:val="00553645"/>
    <w:rsid w:val="00553ABF"/>
    <w:rsid w:val="00561438"/>
    <w:rsid w:val="0057436C"/>
    <w:rsid w:val="00586CF1"/>
    <w:rsid w:val="005901B5"/>
    <w:rsid w:val="00592B2E"/>
    <w:rsid w:val="005940D9"/>
    <w:rsid w:val="00595242"/>
    <w:rsid w:val="00595413"/>
    <w:rsid w:val="005A7F7D"/>
    <w:rsid w:val="005B49E3"/>
    <w:rsid w:val="005C2AB3"/>
    <w:rsid w:val="005C58E5"/>
    <w:rsid w:val="005C6B83"/>
    <w:rsid w:val="005D19E6"/>
    <w:rsid w:val="005D3400"/>
    <w:rsid w:val="005D6EA5"/>
    <w:rsid w:val="005D7009"/>
    <w:rsid w:val="005E1CF1"/>
    <w:rsid w:val="005F3EAB"/>
    <w:rsid w:val="005F50AD"/>
    <w:rsid w:val="006050A4"/>
    <w:rsid w:val="00606C01"/>
    <w:rsid w:val="00607A94"/>
    <w:rsid w:val="00610182"/>
    <w:rsid w:val="006106D8"/>
    <w:rsid w:val="00610D67"/>
    <w:rsid w:val="006113FB"/>
    <w:rsid w:val="00614496"/>
    <w:rsid w:val="00615B88"/>
    <w:rsid w:val="00620680"/>
    <w:rsid w:val="00621972"/>
    <w:rsid w:val="00622D01"/>
    <w:rsid w:val="006246D2"/>
    <w:rsid w:val="00624E70"/>
    <w:rsid w:val="00624EC8"/>
    <w:rsid w:val="00626418"/>
    <w:rsid w:val="00630308"/>
    <w:rsid w:val="00632E94"/>
    <w:rsid w:val="0063377E"/>
    <w:rsid w:val="00634794"/>
    <w:rsid w:val="00640119"/>
    <w:rsid w:val="0064192A"/>
    <w:rsid w:val="006462D4"/>
    <w:rsid w:val="00653526"/>
    <w:rsid w:val="006573FC"/>
    <w:rsid w:val="00660A9E"/>
    <w:rsid w:val="006613F4"/>
    <w:rsid w:val="006628AD"/>
    <w:rsid w:val="00664492"/>
    <w:rsid w:val="006706BF"/>
    <w:rsid w:val="0067144B"/>
    <w:rsid w:val="00675703"/>
    <w:rsid w:val="00676803"/>
    <w:rsid w:val="0068238E"/>
    <w:rsid w:val="00683756"/>
    <w:rsid w:val="0068523E"/>
    <w:rsid w:val="006868B1"/>
    <w:rsid w:val="00687BE3"/>
    <w:rsid w:val="00691EC6"/>
    <w:rsid w:val="00695CB5"/>
    <w:rsid w:val="00696141"/>
    <w:rsid w:val="006A4EE2"/>
    <w:rsid w:val="006A5A73"/>
    <w:rsid w:val="006A768F"/>
    <w:rsid w:val="006B01E0"/>
    <w:rsid w:val="006B089C"/>
    <w:rsid w:val="006B3036"/>
    <w:rsid w:val="006B6BAB"/>
    <w:rsid w:val="006C7A1E"/>
    <w:rsid w:val="006D235B"/>
    <w:rsid w:val="006D4F20"/>
    <w:rsid w:val="006D5988"/>
    <w:rsid w:val="006D62D7"/>
    <w:rsid w:val="006E0A26"/>
    <w:rsid w:val="006F1C18"/>
    <w:rsid w:val="006F4456"/>
    <w:rsid w:val="006F4C34"/>
    <w:rsid w:val="006F552D"/>
    <w:rsid w:val="006F5EA5"/>
    <w:rsid w:val="0073184A"/>
    <w:rsid w:val="00740A81"/>
    <w:rsid w:val="00742996"/>
    <w:rsid w:val="0074787E"/>
    <w:rsid w:val="00754871"/>
    <w:rsid w:val="00755AB1"/>
    <w:rsid w:val="007603BB"/>
    <w:rsid w:val="00763BA9"/>
    <w:rsid w:val="00770017"/>
    <w:rsid w:val="00770599"/>
    <w:rsid w:val="0077268C"/>
    <w:rsid w:val="00785AE4"/>
    <w:rsid w:val="007907AB"/>
    <w:rsid w:val="00792A5D"/>
    <w:rsid w:val="00793C99"/>
    <w:rsid w:val="007A1A51"/>
    <w:rsid w:val="007A37C2"/>
    <w:rsid w:val="007A55F2"/>
    <w:rsid w:val="007B1A1F"/>
    <w:rsid w:val="007B2796"/>
    <w:rsid w:val="007C1FD3"/>
    <w:rsid w:val="007C6770"/>
    <w:rsid w:val="007D4E34"/>
    <w:rsid w:val="007D777C"/>
    <w:rsid w:val="007E2FCB"/>
    <w:rsid w:val="007E5876"/>
    <w:rsid w:val="007E7362"/>
    <w:rsid w:val="007E792E"/>
    <w:rsid w:val="007F5B32"/>
    <w:rsid w:val="007F6512"/>
    <w:rsid w:val="007F7745"/>
    <w:rsid w:val="008036B1"/>
    <w:rsid w:val="00803A98"/>
    <w:rsid w:val="00804258"/>
    <w:rsid w:val="0081112D"/>
    <w:rsid w:val="00813F20"/>
    <w:rsid w:val="00820FBC"/>
    <w:rsid w:val="00827163"/>
    <w:rsid w:val="00832EEC"/>
    <w:rsid w:val="00833287"/>
    <w:rsid w:val="00836795"/>
    <w:rsid w:val="00841C52"/>
    <w:rsid w:val="008435A0"/>
    <w:rsid w:val="00847FA5"/>
    <w:rsid w:val="00851B5F"/>
    <w:rsid w:val="00852926"/>
    <w:rsid w:val="008648CD"/>
    <w:rsid w:val="008651BC"/>
    <w:rsid w:val="00865669"/>
    <w:rsid w:val="00866001"/>
    <w:rsid w:val="00872650"/>
    <w:rsid w:val="00877B10"/>
    <w:rsid w:val="008828A7"/>
    <w:rsid w:val="008918EF"/>
    <w:rsid w:val="00891EBA"/>
    <w:rsid w:val="00894A69"/>
    <w:rsid w:val="008A13EE"/>
    <w:rsid w:val="008A1AE2"/>
    <w:rsid w:val="008A5833"/>
    <w:rsid w:val="008B1D2D"/>
    <w:rsid w:val="008B5BDB"/>
    <w:rsid w:val="008C424D"/>
    <w:rsid w:val="008C4554"/>
    <w:rsid w:val="008C5EFF"/>
    <w:rsid w:val="008C625E"/>
    <w:rsid w:val="008D323F"/>
    <w:rsid w:val="008D6B4A"/>
    <w:rsid w:val="008E079C"/>
    <w:rsid w:val="008E13EF"/>
    <w:rsid w:val="008E2A24"/>
    <w:rsid w:val="008E782E"/>
    <w:rsid w:val="008F0D22"/>
    <w:rsid w:val="008F5BB1"/>
    <w:rsid w:val="008F5EE9"/>
    <w:rsid w:val="008F7023"/>
    <w:rsid w:val="00900C91"/>
    <w:rsid w:val="00901D82"/>
    <w:rsid w:val="00902861"/>
    <w:rsid w:val="009107DE"/>
    <w:rsid w:val="009159F7"/>
    <w:rsid w:val="00916C2A"/>
    <w:rsid w:val="009227AF"/>
    <w:rsid w:val="0092423E"/>
    <w:rsid w:val="0093001F"/>
    <w:rsid w:val="00941EBA"/>
    <w:rsid w:val="00942FA1"/>
    <w:rsid w:val="009443A6"/>
    <w:rsid w:val="00951DF8"/>
    <w:rsid w:val="00952276"/>
    <w:rsid w:val="00957203"/>
    <w:rsid w:val="0096119D"/>
    <w:rsid w:val="00972AD3"/>
    <w:rsid w:val="00974119"/>
    <w:rsid w:val="009749BC"/>
    <w:rsid w:val="00975184"/>
    <w:rsid w:val="00977B0F"/>
    <w:rsid w:val="00980816"/>
    <w:rsid w:val="00980E1A"/>
    <w:rsid w:val="00981A6F"/>
    <w:rsid w:val="0098791E"/>
    <w:rsid w:val="00991F32"/>
    <w:rsid w:val="009A0356"/>
    <w:rsid w:val="009A3792"/>
    <w:rsid w:val="009A541A"/>
    <w:rsid w:val="009A7338"/>
    <w:rsid w:val="009B0D72"/>
    <w:rsid w:val="009B74C0"/>
    <w:rsid w:val="009B794F"/>
    <w:rsid w:val="009C1313"/>
    <w:rsid w:val="009C30D4"/>
    <w:rsid w:val="009C6368"/>
    <w:rsid w:val="009C6DDD"/>
    <w:rsid w:val="009C7D33"/>
    <w:rsid w:val="009D0A3D"/>
    <w:rsid w:val="009E5397"/>
    <w:rsid w:val="009F17ED"/>
    <w:rsid w:val="009F305C"/>
    <w:rsid w:val="009F5658"/>
    <w:rsid w:val="00A012CD"/>
    <w:rsid w:val="00A0273C"/>
    <w:rsid w:val="00A12814"/>
    <w:rsid w:val="00A1663F"/>
    <w:rsid w:val="00A16AF1"/>
    <w:rsid w:val="00A22153"/>
    <w:rsid w:val="00A24467"/>
    <w:rsid w:val="00A25AA1"/>
    <w:rsid w:val="00A31CBA"/>
    <w:rsid w:val="00A325EE"/>
    <w:rsid w:val="00A32AC5"/>
    <w:rsid w:val="00A34863"/>
    <w:rsid w:val="00A35405"/>
    <w:rsid w:val="00A45B1A"/>
    <w:rsid w:val="00A464E3"/>
    <w:rsid w:val="00A52F7C"/>
    <w:rsid w:val="00A553DA"/>
    <w:rsid w:val="00A57B04"/>
    <w:rsid w:val="00A65037"/>
    <w:rsid w:val="00A703BB"/>
    <w:rsid w:val="00A75016"/>
    <w:rsid w:val="00A919F6"/>
    <w:rsid w:val="00AA1DE4"/>
    <w:rsid w:val="00AB47F5"/>
    <w:rsid w:val="00AC2116"/>
    <w:rsid w:val="00AC307C"/>
    <w:rsid w:val="00AC3505"/>
    <w:rsid w:val="00AC4C58"/>
    <w:rsid w:val="00AC70E3"/>
    <w:rsid w:val="00AD4CDF"/>
    <w:rsid w:val="00AD5A37"/>
    <w:rsid w:val="00AD6618"/>
    <w:rsid w:val="00AE2F8B"/>
    <w:rsid w:val="00AF4504"/>
    <w:rsid w:val="00AF5FF3"/>
    <w:rsid w:val="00B0439B"/>
    <w:rsid w:val="00B049DD"/>
    <w:rsid w:val="00B0586E"/>
    <w:rsid w:val="00B11E97"/>
    <w:rsid w:val="00B16489"/>
    <w:rsid w:val="00B16B9F"/>
    <w:rsid w:val="00B20C69"/>
    <w:rsid w:val="00B26FA6"/>
    <w:rsid w:val="00B34037"/>
    <w:rsid w:val="00B423B4"/>
    <w:rsid w:val="00B43758"/>
    <w:rsid w:val="00B4520C"/>
    <w:rsid w:val="00B52A36"/>
    <w:rsid w:val="00B54B0B"/>
    <w:rsid w:val="00B555B7"/>
    <w:rsid w:val="00B57EBF"/>
    <w:rsid w:val="00B63257"/>
    <w:rsid w:val="00B715CC"/>
    <w:rsid w:val="00B72A45"/>
    <w:rsid w:val="00B75CF5"/>
    <w:rsid w:val="00B776C3"/>
    <w:rsid w:val="00B80923"/>
    <w:rsid w:val="00B846BA"/>
    <w:rsid w:val="00B863B7"/>
    <w:rsid w:val="00B872B2"/>
    <w:rsid w:val="00B87A6A"/>
    <w:rsid w:val="00BA4606"/>
    <w:rsid w:val="00BA4DC2"/>
    <w:rsid w:val="00BA5DD6"/>
    <w:rsid w:val="00BB22D1"/>
    <w:rsid w:val="00BC1849"/>
    <w:rsid w:val="00BC2371"/>
    <w:rsid w:val="00BC28BC"/>
    <w:rsid w:val="00BC7715"/>
    <w:rsid w:val="00BD2970"/>
    <w:rsid w:val="00BD548A"/>
    <w:rsid w:val="00BD5569"/>
    <w:rsid w:val="00BE0884"/>
    <w:rsid w:val="00BE10CF"/>
    <w:rsid w:val="00BE6764"/>
    <w:rsid w:val="00BF4AE1"/>
    <w:rsid w:val="00BF5233"/>
    <w:rsid w:val="00BF646A"/>
    <w:rsid w:val="00C05546"/>
    <w:rsid w:val="00C07381"/>
    <w:rsid w:val="00C12680"/>
    <w:rsid w:val="00C12A36"/>
    <w:rsid w:val="00C22805"/>
    <w:rsid w:val="00C2284D"/>
    <w:rsid w:val="00C25123"/>
    <w:rsid w:val="00C27F3C"/>
    <w:rsid w:val="00C31014"/>
    <w:rsid w:val="00C3144A"/>
    <w:rsid w:val="00C32B2C"/>
    <w:rsid w:val="00C33AB8"/>
    <w:rsid w:val="00C52D69"/>
    <w:rsid w:val="00C635C0"/>
    <w:rsid w:val="00C64601"/>
    <w:rsid w:val="00C67CA3"/>
    <w:rsid w:val="00C767C8"/>
    <w:rsid w:val="00C77A71"/>
    <w:rsid w:val="00C80F77"/>
    <w:rsid w:val="00C95CC0"/>
    <w:rsid w:val="00C963DC"/>
    <w:rsid w:val="00CA5FAC"/>
    <w:rsid w:val="00CA7EBB"/>
    <w:rsid w:val="00CB1D29"/>
    <w:rsid w:val="00CB2884"/>
    <w:rsid w:val="00CB2BB7"/>
    <w:rsid w:val="00CB626F"/>
    <w:rsid w:val="00CB6CF0"/>
    <w:rsid w:val="00CB725B"/>
    <w:rsid w:val="00CC0361"/>
    <w:rsid w:val="00CC116D"/>
    <w:rsid w:val="00CC2287"/>
    <w:rsid w:val="00CC2979"/>
    <w:rsid w:val="00CD1207"/>
    <w:rsid w:val="00CD41FF"/>
    <w:rsid w:val="00CD4511"/>
    <w:rsid w:val="00CE139C"/>
    <w:rsid w:val="00CE346E"/>
    <w:rsid w:val="00CE5F78"/>
    <w:rsid w:val="00CE67A2"/>
    <w:rsid w:val="00D01676"/>
    <w:rsid w:val="00D0363C"/>
    <w:rsid w:val="00D05C33"/>
    <w:rsid w:val="00D106CA"/>
    <w:rsid w:val="00D1126D"/>
    <w:rsid w:val="00D14E28"/>
    <w:rsid w:val="00D20E39"/>
    <w:rsid w:val="00D26916"/>
    <w:rsid w:val="00D30CD9"/>
    <w:rsid w:val="00D32A3A"/>
    <w:rsid w:val="00D354A8"/>
    <w:rsid w:val="00D4086A"/>
    <w:rsid w:val="00D43101"/>
    <w:rsid w:val="00D43A6E"/>
    <w:rsid w:val="00D45C6D"/>
    <w:rsid w:val="00D5078C"/>
    <w:rsid w:val="00D5209A"/>
    <w:rsid w:val="00D65A20"/>
    <w:rsid w:val="00D66758"/>
    <w:rsid w:val="00D67150"/>
    <w:rsid w:val="00D7536D"/>
    <w:rsid w:val="00D822A1"/>
    <w:rsid w:val="00D84580"/>
    <w:rsid w:val="00D86281"/>
    <w:rsid w:val="00D87F02"/>
    <w:rsid w:val="00D95342"/>
    <w:rsid w:val="00DB3835"/>
    <w:rsid w:val="00DB53CA"/>
    <w:rsid w:val="00DC04B6"/>
    <w:rsid w:val="00DC22E0"/>
    <w:rsid w:val="00DC4FDC"/>
    <w:rsid w:val="00DD2F65"/>
    <w:rsid w:val="00DD3F32"/>
    <w:rsid w:val="00DE3185"/>
    <w:rsid w:val="00DE4841"/>
    <w:rsid w:val="00DE5620"/>
    <w:rsid w:val="00DF0744"/>
    <w:rsid w:val="00DF2696"/>
    <w:rsid w:val="00DF6061"/>
    <w:rsid w:val="00E01933"/>
    <w:rsid w:val="00E04032"/>
    <w:rsid w:val="00E058B9"/>
    <w:rsid w:val="00E05C87"/>
    <w:rsid w:val="00E17DB0"/>
    <w:rsid w:val="00E20428"/>
    <w:rsid w:val="00E23AB1"/>
    <w:rsid w:val="00E26795"/>
    <w:rsid w:val="00E33CEC"/>
    <w:rsid w:val="00E36065"/>
    <w:rsid w:val="00E36E71"/>
    <w:rsid w:val="00E40023"/>
    <w:rsid w:val="00E41909"/>
    <w:rsid w:val="00E42564"/>
    <w:rsid w:val="00E439B0"/>
    <w:rsid w:val="00E43F56"/>
    <w:rsid w:val="00E47220"/>
    <w:rsid w:val="00E506F6"/>
    <w:rsid w:val="00E52456"/>
    <w:rsid w:val="00E545DB"/>
    <w:rsid w:val="00E60B4C"/>
    <w:rsid w:val="00E61FF7"/>
    <w:rsid w:val="00E639AC"/>
    <w:rsid w:val="00E66AA9"/>
    <w:rsid w:val="00E71A7A"/>
    <w:rsid w:val="00E74A8B"/>
    <w:rsid w:val="00E75E5F"/>
    <w:rsid w:val="00E812B0"/>
    <w:rsid w:val="00E81FE1"/>
    <w:rsid w:val="00E87620"/>
    <w:rsid w:val="00E90C73"/>
    <w:rsid w:val="00E9252E"/>
    <w:rsid w:val="00E94D5A"/>
    <w:rsid w:val="00E951DB"/>
    <w:rsid w:val="00E95C08"/>
    <w:rsid w:val="00EA0F0A"/>
    <w:rsid w:val="00EA2B2B"/>
    <w:rsid w:val="00EA68A7"/>
    <w:rsid w:val="00EA752F"/>
    <w:rsid w:val="00EB0009"/>
    <w:rsid w:val="00EB4539"/>
    <w:rsid w:val="00EB56AC"/>
    <w:rsid w:val="00EC0AD0"/>
    <w:rsid w:val="00EC1905"/>
    <w:rsid w:val="00EC4115"/>
    <w:rsid w:val="00EC47FE"/>
    <w:rsid w:val="00EC63F6"/>
    <w:rsid w:val="00ED0BB1"/>
    <w:rsid w:val="00ED1391"/>
    <w:rsid w:val="00ED216E"/>
    <w:rsid w:val="00ED24F7"/>
    <w:rsid w:val="00ED2917"/>
    <w:rsid w:val="00ED33E3"/>
    <w:rsid w:val="00ED5AF6"/>
    <w:rsid w:val="00EE0F11"/>
    <w:rsid w:val="00EE10C7"/>
    <w:rsid w:val="00EE3AF8"/>
    <w:rsid w:val="00EE3CAA"/>
    <w:rsid w:val="00EF1C14"/>
    <w:rsid w:val="00EF2145"/>
    <w:rsid w:val="00F022DB"/>
    <w:rsid w:val="00F026BA"/>
    <w:rsid w:val="00F03E3A"/>
    <w:rsid w:val="00F06369"/>
    <w:rsid w:val="00F06AB6"/>
    <w:rsid w:val="00F10958"/>
    <w:rsid w:val="00F121B9"/>
    <w:rsid w:val="00F14C09"/>
    <w:rsid w:val="00F14CE9"/>
    <w:rsid w:val="00F17656"/>
    <w:rsid w:val="00F210D5"/>
    <w:rsid w:val="00F238DA"/>
    <w:rsid w:val="00F24D75"/>
    <w:rsid w:val="00F26EA2"/>
    <w:rsid w:val="00F40C64"/>
    <w:rsid w:val="00F47EBA"/>
    <w:rsid w:val="00F5021C"/>
    <w:rsid w:val="00F50557"/>
    <w:rsid w:val="00F568D5"/>
    <w:rsid w:val="00F61D6C"/>
    <w:rsid w:val="00F64C30"/>
    <w:rsid w:val="00F70EDB"/>
    <w:rsid w:val="00F76DD3"/>
    <w:rsid w:val="00F77920"/>
    <w:rsid w:val="00F87496"/>
    <w:rsid w:val="00F90611"/>
    <w:rsid w:val="00F916C7"/>
    <w:rsid w:val="00F954E7"/>
    <w:rsid w:val="00F9602B"/>
    <w:rsid w:val="00FA03BB"/>
    <w:rsid w:val="00FA3DDA"/>
    <w:rsid w:val="00FA5268"/>
    <w:rsid w:val="00FB2DCF"/>
    <w:rsid w:val="00FB5619"/>
    <w:rsid w:val="00FB56FB"/>
    <w:rsid w:val="00FB5772"/>
    <w:rsid w:val="00FC02A1"/>
    <w:rsid w:val="00FC2A7A"/>
    <w:rsid w:val="00FD3BE0"/>
    <w:rsid w:val="00FD4EA7"/>
    <w:rsid w:val="00FF354D"/>
    <w:rsid w:val="00FF473F"/>
    <w:rsid w:val="00FF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25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E7362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E7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7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yeni4242</dc:creator>
  <cp:keywords/>
  <dc:description/>
  <cp:lastModifiedBy>cem</cp:lastModifiedBy>
  <cp:revision>2</cp:revision>
  <dcterms:created xsi:type="dcterms:W3CDTF">2013-09-04T03:21:00Z</dcterms:created>
  <dcterms:modified xsi:type="dcterms:W3CDTF">2013-09-04T03:21:00Z</dcterms:modified>
</cp:coreProperties>
</file>