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565" w:rsidRPr="00D73565" w:rsidRDefault="00D73565" w:rsidP="00D73565">
      <w:pPr>
        <w:rPr>
          <w:b/>
          <w:u w:val="single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 w:rsidRPr="00D73565">
        <w:rPr>
          <w:b/>
          <w:u w:val="single"/>
        </w:rPr>
        <w:t>MATEMATİK TARİHİ VE UYGULAMALARI DERS NOTLARI</w:t>
      </w:r>
      <w:r w:rsidR="002302F8">
        <w:rPr>
          <w:b/>
          <w:u w:val="single"/>
        </w:rPr>
        <w:br/>
      </w:r>
    </w:p>
    <w:p w:rsidR="00D73565" w:rsidRDefault="00D73565" w:rsidP="00D73565">
      <w:r>
        <w:t xml:space="preserve">Soru-1:1964’de TÜBİTAK’ın ilk bilim kurulu başkanı oldu.1910-1997 yıllarında yaşamış kendi adıyla anılan matematiksel terimler bularak bilim dünyasına önemli katkıları olmuş, halen kullandığımız bir kağıt paranın üzerinde resmi olan ve ”Matematik esas olarak sabır </w:t>
      </w:r>
      <w:proofErr w:type="gramStart"/>
      <w:r>
        <w:t>olayıdır.Belleyerek</w:t>
      </w:r>
      <w:proofErr w:type="gramEnd"/>
      <w:r>
        <w:t xml:space="preserve"> değil keşfederek anlamak gerekir” diyen Türk Matematikçisi kimdir?</w:t>
      </w:r>
    </w:p>
    <w:p w:rsidR="00D73565" w:rsidRDefault="00D73565" w:rsidP="00D73565">
      <w:r w:rsidRPr="00D73565">
        <w:rPr>
          <w:b/>
        </w:rPr>
        <w:t>Cevap-1</w:t>
      </w:r>
      <w:r>
        <w:t>:</w:t>
      </w:r>
      <w:proofErr w:type="spellStart"/>
      <w:proofErr w:type="gramStart"/>
      <w:r>
        <w:t>Ord</w:t>
      </w:r>
      <w:proofErr w:type="spellEnd"/>
      <w:r>
        <w:t>.</w:t>
      </w:r>
      <w:proofErr w:type="spellStart"/>
      <w:r>
        <w:t>Prof.Dr</w:t>
      </w:r>
      <w:proofErr w:type="spellEnd"/>
      <w:proofErr w:type="gramEnd"/>
      <w:r>
        <w:t xml:space="preserve">.Cahit </w:t>
      </w:r>
      <w:proofErr w:type="spellStart"/>
      <w:r>
        <w:t>Arf</w:t>
      </w:r>
      <w:proofErr w:type="spellEnd"/>
    </w:p>
    <w:p w:rsidR="00D73565" w:rsidRDefault="00D73565" w:rsidP="00D73565">
      <w:r>
        <w:br/>
        <w:t xml:space="preserve">Soru-2:Ünlü Matematikçi Pergeli </w:t>
      </w:r>
      <w:proofErr w:type="spellStart"/>
      <w:r>
        <w:t>Apollonius'un</w:t>
      </w:r>
      <w:proofErr w:type="spellEnd"/>
      <w:r>
        <w:t xml:space="preserve"> sekiz kitapçıktan oluşan eseri matematiğin hangi konusuyla ilgilidir?</w:t>
      </w:r>
    </w:p>
    <w:p w:rsidR="00D73565" w:rsidRDefault="00D73565" w:rsidP="00D73565">
      <w:r w:rsidRPr="00D73565">
        <w:rPr>
          <w:b/>
        </w:rPr>
        <w:t>Cevap-2</w:t>
      </w:r>
      <w:r>
        <w:t>: Konikler (</w:t>
      </w:r>
      <w:proofErr w:type="gramStart"/>
      <w:r>
        <w:t>Elips,</w:t>
      </w:r>
      <w:proofErr w:type="spellStart"/>
      <w:r>
        <w:t>herpebol</w:t>
      </w:r>
      <w:proofErr w:type="spellEnd"/>
      <w:proofErr w:type="gramEnd"/>
      <w:r>
        <w:t>,parabol)</w:t>
      </w:r>
    </w:p>
    <w:p w:rsidR="00D73565" w:rsidRDefault="00D73565" w:rsidP="00D73565">
      <w:r>
        <w:br/>
        <w:t>Soru-3: “Dünyanın çevresini hesapladığı bilinen ilk insandır. Dünyanın çevresini stadyum uzunluk birimine göre dikkate değer bir doğruluk ile hesaplamıştır.” şeklinde anlatılan bilim adamı kimdir?</w:t>
      </w:r>
    </w:p>
    <w:p w:rsidR="00D73565" w:rsidRDefault="00D73565" w:rsidP="00D73565">
      <w:r w:rsidRPr="00D73565">
        <w:rPr>
          <w:b/>
        </w:rPr>
        <w:t>Cevap-3</w:t>
      </w:r>
      <w:r>
        <w:t xml:space="preserve">: </w:t>
      </w:r>
      <w:proofErr w:type="spellStart"/>
      <w:r>
        <w:t>Eratosthenes</w:t>
      </w:r>
      <w:proofErr w:type="spellEnd"/>
    </w:p>
    <w:p w:rsidR="00D73565" w:rsidRDefault="00D73565" w:rsidP="00D73565">
      <w:r>
        <w:br/>
        <w:t>Soru-4:İnternet alışveriş siteleri ve elektronik bankacılık sistemlerinde şifreleme teknikleri için hangi sayılar kullanılır?</w:t>
      </w:r>
    </w:p>
    <w:p w:rsidR="00D73565" w:rsidRDefault="00D73565" w:rsidP="00D73565">
      <w:r w:rsidRPr="00D73565">
        <w:rPr>
          <w:b/>
        </w:rPr>
        <w:t>Cevap-4</w:t>
      </w:r>
      <w:r>
        <w:t>:Asal Sayılar</w:t>
      </w:r>
    </w:p>
    <w:p w:rsidR="00D73565" w:rsidRDefault="00D73565" w:rsidP="00D73565">
      <w:r>
        <w:br/>
        <w:t>Soru-5:Dünya’da ilk cebir kitabının yazarı kimdir?</w:t>
      </w:r>
    </w:p>
    <w:p w:rsidR="00D73565" w:rsidRDefault="00D73565" w:rsidP="00D73565">
      <w:r w:rsidRPr="00D73565">
        <w:rPr>
          <w:b/>
        </w:rPr>
        <w:t>Cevap-5</w:t>
      </w:r>
      <w:r>
        <w:t>: Harezmî</w:t>
      </w:r>
    </w:p>
    <w:p w:rsidR="00D73565" w:rsidRDefault="00D73565" w:rsidP="00D73565">
      <w:r>
        <w:br/>
        <w:t xml:space="preserve">Soru-6: </w:t>
      </w:r>
      <w:proofErr w:type="gramStart"/>
      <w:r>
        <w:t>Özdeşlik,çelişmezlik</w:t>
      </w:r>
      <w:proofErr w:type="gramEnd"/>
      <w:r>
        <w:t xml:space="preserve"> ,üçüncü halin imkansızlığı ve yeter – sebep ilkelerine ne denir?</w:t>
      </w:r>
    </w:p>
    <w:p w:rsidR="00D73565" w:rsidRDefault="00D73565" w:rsidP="00D73565">
      <w:r w:rsidRPr="00D73565">
        <w:rPr>
          <w:b/>
        </w:rPr>
        <w:t>Cevap-6</w:t>
      </w:r>
      <w:r>
        <w:t>:Mantık İlkeleri</w:t>
      </w:r>
    </w:p>
    <w:p w:rsidR="00D73565" w:rsidRDefault="00D73565" w:rsidP="00D73565">
      <w:r>
        <w:br/>
        <w:t>Soru-7:Aralarında 2 fark olan asal sayıların adı nedir? İki Örnek veriniz.</w:t>
      </w:r>
    </w:p>
    <w:p w:rsidR="00D73565" w:rsidRDefault="00D73565" w:rsidP="00D73565">
      <w:r w:rsidRPr="00D73565">
        <w:rPr>
          <w:b/>
        </w:rPr>
        <w:t>Cevap-7</w:t>
      </w:r>
      <w:r>
        <w:t xml:space="preserve">:İkiz </w:t>
      </w:r>
      <w:proofErr w:type="gramStart"/>
      <w:r>
        <w:t>asallar.örnekler</w:t>
      </w:r>
      <w:proofErr w:type="gramEnd"/>
      <w:r>
        <w:t>:(5, 7), (11, 13)</w:t>
      </w:r>
    </w:p>
    <w:p w:rsidR="00D73565" w:rsidRDefault="00D73565" w:rsidP="00D73565">
      <w:r>
        <w:br/>
        <w:t xml:space="preserve">Soru-8:Kapısında “Her kim geometrici(matematikçi) değilse, içeriye giremez” yazılı olan, </w:t>
      </w:r>
      <w:proofErr w:type="spellStart"/>
      <w:r>
        <w:t>öklit</w:t>
      </w:r>
      <w:proofErr w:type="spellEnd"/>
      <w:r>
        <w:t xml:space="preserve"> gibi ünlü matematikçilerin ders gördüğü </w:t>
      </w:r>
      <w:proofErr w:type="gramStart"/>
      <w:r>
        <w:t>Platon!un</w:t>
      </w:r>
      <w:proofErr w:type="gramEnd"/>
      <w:r>
        <w:t xml:space="preserve"> kurduğu okulun adı nedir?</w:t>
      </w:r>
    </w:p>
    <w:p w:rsidR="00D73565" w:rsidRDefault="00D73565" w:rsidP="00D73565">
      <w:r w:rsidRPr="00D73565">
        <w:rPr>
          <w:b/>
        </w:rPr>
        <w:t>Cevap-8</w:t>
      </w:r>
      <w:r>
        <w:t xml:space="preserve">:Platon Akademisi </w:t>
      </w:r>
    </w:p>
    <w:p w:rsidR="00D73565" w:rsidRDefault="00D73565" w:rsidP="00D73565"/>
    <w:p w:rsidR="00D73565" w:rsidRDefault="00D73565" w:rsidP="00D73565">
      <w:r>
        <w:br/>
        <w:t>Soru-9:Basamak değeri artırılarak döngü ile kareköke yaklaşma sisteminin adı nedir?</w:t>
      </w:r>
    </w:p>
    <w:p w:rsidR="00D73565" w:rsidRDefault="00D73565" w:rsidP="00D73565">
      <w:r w:rsidRPr="00D73565">
        <w:rPr>
          <w:b/>
        </w:rPr>
        <w:t>Cevap-9</w:t>
      </w:r>
      <w:r>
        <w:t>:</w:t>
      </w:r>
      <w:proofErr w:type="spellStart"/>
      <w:r>
        <w:t>Babil</w:t>
      </w:r>
      <w:proofErr w:type="spellEnd"/>
      <w:r>
        <w:t xml:space="preserve"> Sistemi</w:t>
      </w:r>
    </w:p>
    <w:p w:rsidR="00D73565" w:rsidRDefault="00D73565" w:rsidP="00D73565">
      <w:r>
        <w:br/>
        <w:t xml:space="preserve">Soru-10:Halen </w:t>
      </w:r>
      <w:proofErr w:type="spellStart"/>
      <w:r>
        <w:t>British</w:t>
      </w:r>
      <w:proofErr w:type="spellEnd"/>
      <w:r>
        <w:t xml:space="preserve"> </w:t>
      </w:r>
      <w:proofErr w:type="spellStart"/>
      <w:r>
        <w:t>Museum’da</w:t>
      </w:r>
      <w:proofErr w:type="spellEnd"/>
      <w:r>
        <w:t xml:space="preserve"> olan 6 metre uzunluğunda, 35 metre genişliğinde </w:t>
      </w:r>
      <w:proofErr w:type="spellStart"/>
      <w:r>
        <w:t>veiçerisinde</w:t>
      </w:r>
      <w:proofErr w:type="spellEnd"/>
      <w:r>
        <w:t xml:space="preserve"> 87 soru olan Antik Mısır’ın matematik temelini </w:t>
      </w:r>
      <w:proofErr w:type="gramStart"/>
      <w:r>
        <w:t>oluşturan,ilk</w:t>
      </w:r>
      <w:proofErr w:type="gramEnd"/>
      <w:r>
        <w:t xml:space="preserve"> matematik belgelerinden birinin adı nedir?</w:t>
      </w:r>
    </w:p>
    <w:p w:rsidR="00D73565" w:rsidRDefault="00D73565" w:rsidP="00D73565">
      <w:r w:rsidRPr="00D73565">
        <w:rPr>
          <w:b/>
        </w:rPr>
        <w:t>Cevap-10</w:t>
      </w:r>
      <w:r>
        <w:t>:</w:t>
      </w:r>
      <w:proofErr w:type="spellStart"/>
      <w:r>
        <w:t>Rhind</w:t>
      </w:r>
      <w:proofErr w:type="spellEnd"/>
      <w:r>
        <w:t xml:space="preserve"> Papirüsü </w:t>
      </w:r>
    </w:p>
    <w:p w:rsidR="00D73565" w:rsidRDefault="00D73565" w:rsidP="00D73565">
      <w:r>
        <w:br/>
        <w:t xml:space="preserve">Soru-11: </w:t>
      </w:r>
      <w:proofErr w:type="spellStart"/>
      <w:r>
        <w:t>Rhind</w:t>
      </w:r>
      <w:proofErr w:type="spellEnd"/>
      <w:r>
        <w:t xml:space="preserve"> Papirüsünden farklı </w:t>
      </w:r>
      <w:proofErr w:type="gramStart"/>
      <w:r>
        <w:t>olarak;bir</w:t>
      </w:r>
      <w:proofErr w:type="gramEnd"/>
      <w:r>
        <w:t xml:space="preserve"> düzlemle kesilen küre parçasının hacmi,  yüzeyin alanın ve  düzlemle kesilen piramit hacminin hesabının yer aldığı,şu an Moskova Müzesi’nde korunan ikinci ünlü matematiksel belgenin adı nedir?</w:t>
      </w:r>
    </w:p>
    <w:p w:rsidR="00D73565" w:rsidRDefault="00D73565" w:rsidP="00D73565">
      <w:r w:rsidRPr="00D73565">
        <w:rPr>
          <w:b/>
        </w:rPr>
        <w:t>Cevap-11</w:t>
      </w:r>
      <w:r>
        <w:t>:Moskova Papirüsü</w:t>
      </w:r>
    </w:p>
    <w:p w:rsidR="00D73565" w:rsidRDefault="00D73565" w:rsidP="00D73565">
      <w:r>
        <w:br/>
        <w:t>Soru-</w:t>
      </w:r>
      <w:proofErr w:type="gramStart"/>
      <w:r>
        <w:t>12:1596</w:t>
      </w:r>
      <w:proofErr w:type="gramEnd"/>
      <w:r>
        <w:t xml:space="preserve">-1650 yıllarında yaşamış “Koordinat Sistemi” </w:t>
      </w:r>
      <w:proofErr w:type="spellStart"/>
      <w:r>
        <w:t>ni</w:t>
      </w:r>
      <w:proofErr w:type="spellEnd"/>
      <w:r>
        <w:t xml:space="preserve"> keşfeden ünlü matematikçi kimdir?</w:t>
      </w:r>
    </w:p>
    <w:p w:rsidR="00D73565" w:rsidRDefault="00D73565" w:rsidP="00D73565">
      <w:r w:rsidRPr="00D73565">
        <w:rPr>
          <w:b/>
        </w:rPr>
        <w:t>Cevap-12</w:t>
      </w:r>
      <w:r>
        <w:t>:</w:t>
      </w:r>
      <w:proofErr w:type="spellStart"/>
      <w:r>
        <w:t>Rene</w:t>
      </w:r>
      <w:proofErr w:type="spellEnd"/>
      <w:r>
        <w:t xml:space="preserve"> Descartes</w:t>
      </w:r>
    </w:p>
    <w:p w:rsidR="00D73565" w:rsidRDefault="00D73565" w:rsidP="00D73565">
      <w:r>
        <w:br/>
        <w:t xml:space="preserve">Soru-13:  M.Ö. 3500’de rakamları kimler icat etmiştir? </w:t>
      </w:r>
    </w:p>
    <w:p w:rsidR="00D73565" w:rsidRDefault="00D73565" w:rsidP="00D73565">
      <w:r w:rsidRPr="00D73565">
        <w:rPr>
          <w:b/>
        </w:rPr>
        <w:t>Cevap-13</w:t>
      </w:r>
      <w:r>
        <w:t>:Sümerler</w:t>
      </w:r>
    </w:p>
    <w:p w:rsidR="00D73565" w:rsidRDefault="00D73565" w:rsidP="00D73565">
      <w:r>
        <w:br/>
        <w:t xml:space="preserve">Soru-14:Matematiğin yazı belgelere dayalı 4500 yıllık bir tarihi </w:t>
      </w:r>
      <w:proofErr w:type="gramStart"/>
      <w:r>
        <w:t>vardır.Bu</w:t>
      </w:r>
      <w:proofErr w:type="gramEnd"/>
      <w:r>
        <w:t xml:space="preserve"> zaman diliminde matematiğin gelişimi kaç döneme ayrılır?</w:t>
      </w:r>
    </w:p>
    <w:p w:rsidR="00D73565" w:rsidRDefault="00D73565" w:rsidP="00D73565">
      <w:r w:rsidRPr="00D73565">
        <w:rPr>
          <w:b/>
        </w:rPr>
        <w:t>Cevap-</w:t>
      </w:r>
      <w:proofErr w:type="gramStart"/>
      <w:r w:rsidRPr="00D73565">
        <w:rPr>
          <w:b/>
        </w:rPr>
        <w:t>14</w:t>
      </w:r>
      <w:r>
        <w:t>:5</w:t>
      </w:r>
      <w:proofErr w:type="gramEnd"/>
    </w:p>
    <w:p w:rsidR="00D73565" w:rsidRDefault="00D73565" w:rsidP="00D73565">
      <w:r>
        <w:br/>
        <w:t>Soru-15:Asal sayıların sonsuz olduğunu ilk fark eden, gelmiş geçmiş matematikçilerin içinde adı geometri ile en çok özdeşleştirilen kişi kimdir?</w:t>
      </w:r>
    </w:p>
    <w:p w:rsidR="008F275F" w:rsidRDefault="00D73565" w:rsidP="00D73565">
      <w:r w:rsidRPr="00D73565">
        <w:rPr>
          <w:b/>
        </w:rPr>
        <w:t>Cevap-15</w:t>
      </w:r>
      <w:r>
        <w:t>:Öklid</w:t>
      </w:r>
    </w:p>
    <w:p w:rsidR="002302F8" w:rsidRDefault="002302F8" w:rsidP="00D73565"/>
    <w:p w:rsidR="002302F8" w:rsidRDefault="002302F8" w:rsidP="00D73565">
      <w:r>
        <w:rPr>
          <w:noProof/>
          <w:lang w:eastAsia="tr-TR"/>
        </w:rPr>
        <w:drawing>
          <wp:inline distT="0" distB="0" distL="0" distR="0">
            <wp:extent cx="1653340" cy="423351"/>
            <wp:effectExtent l="19050" t="0" r="4010" b="0"/>
            <wp:docPr id="1" name="Resim 1" descr="C:\Users\pekiyi\Downloads\ogr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kiyi\Downloads\ogrco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866" cy="423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Katkıları ile !</w:t>
      </w:r>
    </w:p>
    <w:sectPr w:rsidR="002302F8" w:rsidSect="008F2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oNotDisplayPageBoundaries/>
  <w:proofState w:spelling="clean" w:grammar="clean"/>
  <w:attachedTemplate r:id="rId1"/>
  <w:defaultTabStop w:val="708"/>
  <w:hyphenationZone w:val="425"/>
  <w:characterSpacingControl w:val="doNotCompress"/>
  <w:compat/>
  <w:rsids>
    <w:rsidRoot w:val="002302F8"/>
    <w:rsid w:val="0009556E"/>
    <w:rsid w:val="002302F8"/>
    <w:rsid w:val="008F275F"/>
    <w:rsid w:val="009C75B8"/>
    <w:rsid w:val="00B303C6"/>
    <w:rsid w:val="00D7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7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30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0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kiyi\Desktop\2019-2020\MAT-UYG\mat-uyg-1don-1yazili-ders-notlari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mat-uyg-1don-1yazili-ders-notlari.dotx</Template>
  <TotalTime>1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2019-11-08T08:51:00Z</dcterms:created>
  <dcterms:modified xsi:type="dcterms:W3CDTF">2019-11-08T08:52:00Z</dcterms:modified>
</cp:coreProperties>
</file>