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09" w:rsidRPr="00E80385" w:rsidRDefault="009F3209" w:rsidP="00A91A0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5" o:spid="_x0000_s1026" type="#_x0000_t75" alt="atammm" style="position:absolute;left:0;text-align:left;margin-left:399.35pt;margin-top:-70.25pt;width:127.5pt;height:58.2pt;z-index:-251667456;visibility:visible">
            <v:imagedata r:id="rId7" o:title="" gain="60293f" blacklevel="-2621f" grayscale="t"/>
          </v:shape>
        </w:pict>
      </w:r>
      <w:r>
        <w:rPr>
          <w:noProof/>
        </w:rPr>
        <w:pict>
          <v:shape id="Resim 3" o:spid="_x0000_s1027" type="#_x0000_t75" style="position:absolute;left:0;text-align:left;margin-left:-33.25pt;margin-top:-64.85pt;width:76.5pt;height:37.2pt;z-index:-251668480;visibility:visible">
            <v:imagedata r:id="rId8" o:title=""/>
          </v:shape>
        </w:pict>
      </w:r>
      <w:r>
        <w:rPr>
          <w:rFonts w:ascii="Times New Roman" w:hAnsi="Times New Roman"/>
          <w:b/>
          <w:sz w:val="20"/>
          <w:szCs w:val="20"/>
        </w:rPr>
        <w:t>2012-2013</w:t>
      </w:r>
      <w:r w:rsidRPr="00E80385">
        <w:rPr>
          <w:rFonts w:ascii="Times New Roman" w:hAnsi="Times New Roman"/>
          <w:b/>
          <w:sz w:val="20"/>
          <w:szCs w:val="20"/>
        </w:rPr>
        <w:t xml:space="preserve"> EĞİTİM – ÖĞRETİM YILI</w:t>
      </w:r>
    </w:p>
    <w:p w:rsidR="009F3209" w:rsidRPr="00E80385" w:rsidRDefault="009F3209" w:rsidP="00A91A0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ATATÜRK ORTAOKULU 7. SINIFLAR</w:t>
      </w:r>
    </w:p>
    <w:p w:rsidR="009F3209" w:rsidRDefault="009F3209" w:rsidP="00A91A0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61.85pt;margin-top:10.7pt;width:581.25pt;height:.05pt;z-index:251650048" o:connectortype="straight"/>
        </w:pict>
      </w:r>
      <w:r w:rsidRPr="0031039D">
        <w:rPr>
          <w:b/>
          <w:noProof/>
        </w:rPr>
        <w:t>SOSYAL BİLGİLERDERSİ</w:t>
      </w:r>
      <w:r w:rsidRPr="00E80385">
        <w:rPr>
          <w:rFonts w:ascii="Times New Roman" w:hAnsi="Times New Roman"/>
          <w:b/>
          <w:sz w:val="20"/>
          <w:szCs w:val="20"/>
        </w:rPr>
        <w:t xml:space="preserve">  II. DÖNEM I</w:t>
      </w:r>
      <w:r>
        <w:rPr>
          <w:rFonts w:ascii="Times New Roman" w:hAnsi="Times New Roman"/>
          <w:b/>
          <w:sz w:val="20"/>
          <w:szCs w:val="20"/>
        </w:rPr>
        <w:t>II</w:t>
      </w:r>
      <w:r w:rsidRPr="00E80385">
        <w:rPr>
          <w:rFonts w:ascii="Times New Roman" w:hAnsi="Times New Roman"/>
          <w:b/>
          <w:sz w:val="20"/>
          <w:szCs w:val="20"/>
        </w:rPr>
        <w:t>. YAZILI SORULARI</w:t>
      </w:r>
    </w:p>
    <w:p w:rsidR="009F3209" w:rsidRDefault="009F3209" w:rsidP="007A5673">
      <w:pPr>
        <w:tabs>
          <w:tab w:val="left" w:pos="990"/>
        </w:tabs>
        <w:spacing w:after="0"/>
        <w:jc w:val="both"/>
        <w:rPr>
          <w:rFonts w:ascii="Comic Sans MS" w:hAnsi="Comic Sans MS"/>
          <w:b/>
          <w:sz w:val="20"/>
        </w:rPr>
      </w:pPr>
      <w:r>
        <w:rPr>
          <w:rFonts w:ascii="Times New Roman" w:hAnsi="Times New Roman"/>
          <w:b/>
          <w:sz w:val="28"/>
          <w:szCs w:val="28"/>
        </w:rPr>
        <w:t>A</w:t>
      </w:r>
      <w:r w:rsidRPr="007A5673">
        <w:rPr>
          <w:rFonts w:ascii="Times New Roman" w:hAnsi="Times New Roman"/>
          <w:b/>
          <w:sz w:val="28"/>
          <w:szCs w:val="28"/>
        </w:rPr>
        <w:t>)</w:t>
      </w:r>
      <w:r w:rsidRPr="007E6543">
        <w:rPr>
          <w:rFonts w:ascii="Times New Roman" w:hAnsi="Times New Roman"/>
          <w:b/>
          <w:sz w:val="24"/>
          <w:szCs w:val="24"/>
        </w:rPr>
        <w:t xml:space="preserve">Aşağıdaki </w:t>
      </w:r>
      <w:r>
        <w:rPr>
          <w:rFonts w:ascii="Times New Roman" w:hAnsi="Times New Roman"/>
          <w:b/>
          <w:sz w:val="24"/>
          <w:szCs w:val="24"/>
        </w:rPr>
        <w:t>isimleri verilen devletlerle;askeri,siyasi ve ekonomik işlerin görüşüldüğü danışma ve karar alma meclislerini eşleştiriniz.</w:t>
      </w:r>
      <w:r>
        <w:rPr>
          <w:rFonts w:ascii="Comic Sans MS" w:hAnsi="Comic Sans MS"/>
          <w:b/>
          <w:sz w:val="28"/>
          <w:szCs w:val="28"/>
        </w:rPr>
        <w:t>(15</w:t>
      </w:r>
      <w:r w:rsidRPr="001C25D2">
        <w:rPr>
          <w:rFonts w:ascii="Comic Sans MS" w:hAnsi="Comic Sans MS"/>
          <w:b/>
          <w:sz w:val="28"/>
          <w:szCs w:val="28"/>
        </w:rPr>
        <w:t>puan)</w:t>
      </w:r>
    </w:p>
    <w:tbl>
      <w:tblPr>
        <w:tblpPr w:leftFromText="141" w:rightFromText="141" w:vertAnchor="text" w:horzAnchor="margin" w:tblpY="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5"/>
        <w:gridCol w:w="6358"/>
        <w:gridCol w:w="525"/>
        <w:gridCol w:w="2256"/>
      </w:tblGrid>
      <w:tr w:rsidR="009F3209" w:rsidRPr="00B01224" w:rsidTr="008E68F4">
        <w:tc>
          <w:tcPr>
            <w:tcW w:w="46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D7201B">
              <w:rPr>
                <w:rFonts w:ascii="Times New Roman" w:hAnsi="Times New Roman"/>
              </w:rPr>
              <w:t>1</w:t>
            </w:r>
          </w:p>
        </w:tc>
        <w:tc>
          <w:tcPr>
            <w:tcW w:w="6358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Osmanlı Devleti</w:t>
            </w:r>
          </w:p>
        </w:tc>
        <w:tc>
          <w:tcPr>
            <w:tcW w:w="52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Büyük Millet Meclisi</w:t>
            </w:r>
          </w:p>
        </w:tc>
      </w:tr>
      <w:tr w:rsidR="009F3209" w:rsidRPr="00B01224" w:rsidTr="008E68F4">
        <w:tc>
          <w:tcPr>
            <w:tcW w:w="46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D7201B">
              <w:rPr>
                <w:rFonts w:ascii="Times New Roman" w:hAnsi="Times New Roman"/>
              </w:rPr>
              <w:t>2</w:t>
            </w:r>
          </w:p>
        </w:tc>
        <w:tc>
          <w:tcPr>
            <w:tcW w:w="6358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Hunlar</w:t>
            </w:r>
          </w:p>
        </w:tc>
        <w:tc>
          <w:tcPr>
            <w:tcW w:w="52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B01224">
              <w:rPr>
                <w:rFonts w:ascii="Times New Roman" w:hAnsi="Times New Roman"/>
              </w:rPr>
              <w:t>Kurultay</w:t>
            </w:r>
          </w:p>
        </w:tc>
      </w:tr>
      <w:tr w:rsidR="009F3209" w:rsidRPr="00B01224" w:rsidTr="008E68F4">
        <w:tc>
          <w:tcPr>
            <w:tcW w:w="46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D7201B">
              <w:rPr>
                <w:rFonts w:ascii="Times New Roman" w:hAnsi="Times New Roman"/>
              </w:rPr>
              <w:t>3</w:t>
            </w:r>
          </w:p>
        </w:tc>
        <w:tc>
          <w:tcPr>
            <w:tcW w:w="6358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Anadolu Selçukluları</w:t>
            </w:r>
          </w:p>
        </w:tc>
        <w:tc>
          <w:tcPr>
            <w:tcW w:w="52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B01224">
              <w:rPr>
                <w:rFonts w:ascii="Times New Roman" w:hAnsi="Times New Roman"/>
              </w:rPr>
              <w:t>Divan-ı Hümayun</w:t>
            </w:r>
          </w:p>
        </w:tc>
      </w:tr>
      <w:tr w:rsidR="009F3209" w:rsidRPr="00B01224" w:rsidTr="008E68F4">
        <w:tc>
          <w:tcPr>
            <w:tcW w:w="46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D7201B">
              <w:rPr>
                <w:rFonts w:ascii="Times New Roman" w:hAnsi="Times New Roman"/>
              </w:rPr>
              <w:t>4</w:t>
            </w:r>
          </w:p>
        </w:tc>
        <w:tc>
          <w:tcPr>
            <w:tcW w:w="6358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Türkiye Cumhuriyeti</w:t>
            </w:r>
          </w:p>
        </w:tc>
        <w:tc>
          <w:tcPr>
            <w:tcW w:w="52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9F3209" w:rsidRPr="00B01224" w:rsidTr="008E68F4">
        <w:tc>
          <w:tcPr>
            <w:tcW w:w="46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 w:rsidRPr="00D7201B">
              <w:rPr>
                <w:rFonts w:ascii="Times New Roman" w:hAnsi="Times New Roman"/>
              </w:rPr>
              <w:t>5</w:t>
            </w:r>
          </w:p>
        </w:tc>
        <w:tc>
          <w:tcPr>
            <w:tcW w:w="6358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Göktürkler</w:t>
            </w:r>
            <w:r w:rsidRPr="00D7201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5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6" w:type="dxa"/>
          </w:tcPr>
          <w:p w:rsidR="009F3209" w:rsidRPr="00D7201B" w:rsidRDefault="009F3209" w:rsidP="008E68F4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9F3209" w:rsidRPr="0015463A" w:rsidRDefault="009F3209" w:rsidP="007A5673">
      <w:pPr>
        <w:tabs>
          <w:tab w:val="left" w:pos="990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463A">
        <w:rPr>
          <w:rFonts w:ascii="Times New Roman" w:hAnsi="Times New Roman"/>
          <w:b/>
          <w:sz w:val="20"/>
          <w:szCs w:val="20"/>
        </w:rPr>
        <w:t>B)Aşağıda verilen kavramları uygun boşluklara yerleştiriniz.( 15 puan)</w:t>
      </w:r>
    </w:p>
    <w:p w:rsidR="009F3209" w:rsidRDefault="009F3209" w:rsidP="007A5673">
      <w:pPr>
        <w:tabs>
          <w:tab w:val="left" w:pos="99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rect id="_x0000_s1029" style="position:absolute;left:0;text-align:left;margin-left:22.55pt;margin-top:10.25pt;width:1in;height:24.75pt;z-index:251651072" strokecolor="#b2a1c7" strokeweight="1pt">
            <v:fill color2="#ccc0d9" focusposition="1" focussize="" focus="100%" type="gradient"/>
            <v:shadow on="t" color="#3f3151" opacity=".5" offset="-6pt,6pt"/>
            <v:textbox style="mso-next-textbox:#_x0000_s1029">
              <w:txbxContent>
                <w:p w:rsidR="009F3209" w:rsidRPr="003D0689" w:rsidRDefault="009F3209" w:rsidP="00FE4DA5">
                  <w:pPr>
                    <w:rPr>
                      <w:rFonts w:ascii="Comic Sans MS" w:hAnsi="Comic Sans MS"/>
                    </w:rPr>
                  </w:pPr>
                  <w:r w:rsidRPr="003D0689">
                    <w:rPr>
                      <w:rFonts w:ascii="Comic Sans MS" w:hAnsi="Comic Sans MS"/>
                      <w:sz w:val="20"/>
                    </w:rPr>
                    <w:t xml:space="preserve">  </w:t>
                  </w:r>
                  <w:r>
                    <w:rPr>
                      <w:rFonts w:ascii="Comic Sans MS" w:hAnsi="Comic Sans MS"/>
                    </w:rPr>
                    <w:t>Kut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02.95pt;margin-top:9.3pt;width:64.5pt;height:29.25pt;z-index:251652096" strokecolor="#666" strokeweight="1pt">
            <v:fill color2="#999" focusposition="1" focussize="" focus="100%" type="gradient"/>
            <v:shadow on="t" color="#7f7f7f" opacity=".5" offset="-6pt,6pt"/>
            <v:textbox style="mso-next-textbox:#_x0000_s1030">
              <w:txbxContent>
                <w:p w:rsidR="009F3209" w:rsidRPr="0098046D" w:rsidRDefault="009F3209" w:rsidP="00FE4DA5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Yürütme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82pt;margin-top:10.25pt;width:78.45pt;height:23.8pt;z-index:251653120" strokecolor="#fabf8f" strokeweight="1pt">
            <v:fill color2="#fbd4b4" focusposition="1" focussize="" focus="100%" type="gradient"/>
            <v:shadow on="t" color="#974706" opacity=".5" offset="-6pt,6pt"/>
            <v:textbox style="mso-next-textbox:#_x0000_s1031">
              <w:txbxContent>
                <w:p w:rsidR="009F3209" w:rsidRPr="00437951" w:rsidRDefault="009F3209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Lonca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349.55pt;margin-top:9.3pt;width:73.7pt;height:24.75pt;z-index:251655168" strokecolor="#d99594" strokeweight="1pt">
            <v:fill color2="#e5b8b7" focusposition="1" focussize="" focus="100%" type="gradient"/>
            <v:shadow on="t" color="#622423" opacity=".5" offset="-6pt,6pt"/>
            <v:textbox style="mso-next-textbox:#_x0000_s1032">
              <w:txbxContent>
                <w:p w:rsidR="009F3209" w:rsidRPr="0058175E" w:rsidRDefault="009F3209" w:rsidP="00FE4DA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8175E">
                    <w:rPr>
                      <w:rFonts w:ascii="Comic Sans MS" w:hAnsi="Comic Sans MS"/>
                      <w:sz w:val="18"/>
                      <w:szCs w:val="18"/>
                    </w:rPr>
                    <w:t>Kanun-i Esasi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435.65pt;margin-top:6.7pt;width:97.8pt;height:22.9pt;z-index:251656192" strokecolor="#c2d69b" strokeweight="1pt">
            <v:fill color2="#d6e3bc" focusposition="1" focussize="" focus="100%" type="gradient"/>
            <v:shadow on="t" color="#4e6128" opacity=".5" offset="-6pt,6pt"/>
            <v:textbox style="mso-next-textbox:#_x0000_s1033">
              <w:txbxContent>
                <w:p w:rsidR="009F3209" w:rsidRPr="0058175E" w:rsidRDefault="009F3209" w:rsidP="00FE4DA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58175E">
                    <w:rPr>
                      <w:rFonts w:ascii="Comic Sans MS" w:hAnsi="Comic Sans MS"/>
                      <w:sz w:val="18"/>
                      <w:szCs w:val="18"/>
                    </w:rPr>
                    <w:t>Tanzimat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Fermanı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76.8pt;margin-top:9.3pt;width:62.25pt;height:24.75pt;z-index:251654144" strokecolor="#95b3d7" strokeweight="1pt">
            <v:fill color2="#b8cce4" focusposition="1" focussize="" focus="100%" type="gradient"/>
            <v:shadow on="t" color="#243f60" opacity=".5" offset="-6pt,6pt"/>
            <v:textbox style="mso-next-textbox:#_x0000_s1034">
              <w:txbxContent>
                <w:p w:rsidR="009F3209" w:rsidRPr="00EC1AB3" w:rsidRDefault="009F3209" w:rsidP="00FE4DA5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Monarşi</w:t>
                  </w:r>
                </w:p>
              </w:txbxContent>
            </v:textbox>
          </v:rect>
        </w:pict>
      </w:r>
    </w:p>
    <w:p w:rsidR="009F3209" w:rsidRDefault="009F3209" w:rsidP="007A5673">
      <w:pPr>
        <w:tabs>
          <w:tab w:val="left" w:pos="99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F3209" w:rsidRPr="007E6543" w:rsidRDefault="009F3209" w:rsidP="007A5673">
      <w:pPr>
        <w:tabs>
          <w:tab w:val="left" w:pos="99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F3209" w:rsidRPr="0015463A" w:rsidRDefault="009F3209" w:rsidP="00FE4DA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Osmanlı toplumunda halkın can,mal ve namus güvenliğinin sağlanarak hukuk üstünlüğünün sağlandığı olay…………………………………ilan edilmesidir.</w:t>
      </w:r>
    </w:p>
    <w:p w:rsidR="009F3209" w:rsidRPr="0015463A" w:rsidRDefault="009F3209" w:rsidP="00FE4DA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İlk Türk Devletleri’nde tanrı tarafından verildiği düşünülen güce…………….denir.</w:t>
      </w:r>
    </w:p>
    <w:p w:rsidR="009F3209" w:rsidRPr="0015463A" w:rsidRDefault="009F3209" w:rsidP="00FE4DA5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Türk tarihinde ilk anayasa II.Abdülhamit zamanında ilan edilen…………………..’dir.</w:t>
      </w:r>
    </w:p>
    <w:p w:rsidR="009F3209" w:rsidRPr="0015463A" w:rsidRDefault="009F3209" w:rsidP="0090101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Çıkarılan kanunları uygulama yetkisinin Cumhurbaşkanı ve bakanlar kuruluna verilmesine……………………denir.</w:t>
      </w:r>
    </w:p>
    <w:p w:rsidR="009F3209" w:rsidRPr="0015463A" w:rsidRDefault="009F3209" w:rsidP="00FE4DA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Osmanlı Devleti dönemindeki esnaf  teşkilatına………………... denir.</w:t>
      </w:r>
    </w:p>
    <w:p w:rsidR="009F3209" w:rsidRDefault="009F3209" w:rsidP="000E1343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C)</w:t>
      </w:r>
      <w:r w:rsidRPr="00DE157C">
        <w:rPr>
          <w:rFonts w:ascii="Times New Roman" w:hAnsi="Times New Roman"/>
          <w:b/>
          <w:sz w:val="20"/>
          <w:szCs w:val="20"/>
        </w:rPr>
        <w:t>AŞAĞIDAKİ DOĞRU OLAN SORULARA ‘’D’’ YANLIŞ OLAN SORULARA ‘’Y’’ YAZINIZ.</w:t>
      </w:r>
      <w:r>
        <w:rPr>
          <w:rFonts w:ascii="Times New Roman" w:hAnsi="Times New Roman"/>
          <w:b/>
          <w:sz w:val="20"/>
          <w:szCs w:val="20"/>
        </w:rPr>
        <w:t>(15 Puan)</w:t>
      </w:r>
    </w:p>
    <w:p w:rsidR="009F3209" w:rsidRPr="00717301" w:rsidRDefault="009F3209" w:rsidP="00EF17C4">
      <w:pPr>
        <w:pStyle w:val="ListParagraph"/>
        <w:spacing w:after="0"/>
        <w:ind w:left="0"/>
        <w:rPr>
          <w:rFonts w:ascii="Times New Roman" w:hAnsi="Times New Roman"/>
          <w:sz w:val="20"/>
          <w:szCs w:val="20"/>
        </w:rPr>
      </w:pPr>
      <w:r w:rsidRPr="00717301">
        <w:rPr>
          <w:rFonts w:ascii="Times New Roman" w:hAnsi="Times New Roman"/>
          <w:sz w:val="20"/>
          <w:szCs w:val="20"/>
        </w:rPr>
        <w:t xml:space="preserve">1.(     )  </w:t>
      </w:r>
      <w:r>
        <w:rPr>
          <w:rFonts w:ascii="Times New Roman" w:hAnsi="Times New Roman"/>
          <w:sz w:val="20"/>
          <w:szCs w:val="20"/>
        </w:rPr>
        <w:t>Osmanlı Devleti’nde devlet adamı yetiştirmek için açılan okula  Enderun denir.</w:t>
      </w:r>
    </w:p>
    <w:p w:rsidR="009F3209" w:rsidRPr="00717301" w:rsidRDefault="009F3209" w:rsidP="00EF17C4">
      <w:pPr>
        <w:pStyle w:val="ListParagraph"/>
        <w:spacing w:after="0"/>
        <w:ind w:left="0"/>
        <w:rPr>
          <w:rFonts w:ascii="Times New Roman" w:hAnsi="Times New Roman"/>
          <w:sz w:val="20"/>
          <w:szCs w:val="20"/>
        </w:rPr>
      </w:pPr>
      <w:r w:rsidRPr="00717301">
        <w:rPr>
          <w:rFonts w:ascii="Times New Roman" w:hAnsi="Times New Roman"/>
          <w:sz w:val="20"/>
          <w:szCs w:val="20"/>
        </w:rPr>
        <w:t xml:space="preserve">2.(     )  </w:t>
      </w:r>
      <w:r>
        <w:rPr>
          <w:rFonts w:ascii="Times New Roman" w:hAnsi="Times New Roman"/>
          <w:sz w:val="20"/>
          <w:szCs w:val="20"/>
        </w:rPr>
        <w:t xml:space="preserve">Eski Türk devletlerinde toplum hayatını düzenleyen yazısız kurallara töre denirdi. </w:t>
      </w:r>
    </w:p>
    <w:p w:rsidR="009F3209" w:rsidRPr="00717301" w:rsidRDefault="009F3209" w:rsidP="00EF17C4">
      <w:pPr>
        <w:pStyle w:val="ListParagraph"/>
        <w:spacing w:after="0"/>
        <w:ind w:left="0"/>
        <w:rPr>
          <w:rFonts w:ascii="Times New Roman" w:hAnsi="Times New Roman"/>
          <w:sz w:val="20"/>
          <w:szCs w:val="20"/>
        </w:rPr>
      </w:pPr>
      <w:r w:rsidRPr="00717301">
        <w:rPr>
          <w:rFonts w:ascii="Times New Roman" w:hAnsi="Times New Roman"/>
          <w:sz w:val="20"/>
          <w:szCs w:val="20"/>
        </w:rPr>
        <w:t xml:space="preserve">3.(     ) Cumhuriyet rejiminde temel ilke </w:t>
      </w:r>
      <w:r>
        <w:rPr>
          <w:rFonts w:ascii="Times New Roman" w:hAnsi="Times New Roman"/>
          <w:sz w:val="20"/>
          <w:szCs w:val="20"/>
        </w:rPr>
        <w:t>tek partinin olmasıdır.</w:t>
      </w:r>
    </w:p>
    <w:p w:rsidR="009F3209" w:rsidRPr="00717301" w:rsidRDefault="009F3209" w:rsidP="00EF17C4">
      <w:pPr>
        <w:pStyle w:val="ListParagraph"/>
        <w:spacing w:after="0"/>
        <w:ind w:left="0"/>
        <w:rPr>
          <w:rFonts w:ascii="Times New Roman" w:hAnsi="Times New Roman"/>
          <w:sz w:val="20"/>
          <w:szCs w:val="20"/>
        </w:rPr>
      </w:pPr>
      <w:r w:rsidRPr="00717301">
        <w:rPr>
          <w:rFonts w:ascii="Times New Roman" w:hAnsi="Times New Roman"/>
          <w:sz w:val="20"/>
          <w:szCs w:val="20"/>
        </w:rPr>
        <w:t>4.(     )</w:t>
      </w:r>
      <w:r>
        <w:rPr>
          <w:rFonts w:ascii="Times New Roman" w:hAnsi="Times New Roman"/>
          <w:sz w:val="20"/>
          <w:szCs w:val="20"/>
        </w:rPr>
        <w:t>Yasama görevi bağımsız mahkemelere verilmiştir.</w:t>
      </w:r>
    </w:p>
    <w:p w:rsidR="009F3209" w:rsidRPr="0015463A" w:rsidRDefault="009F3209" w:rsidP="0015463A">
      <w:pPr>
        <w:pStyle w:val="ListParagraph"/>
        <w:spacing w:after="0"/>
        <w:ind w:left="0"/>
        <w:rPr>
          <w:rFonts w:ascii="Times New Roman" w:hAnsi="Times New Roman"/>
          <w:sz w:val="20"/>
          <w:szCs w:val="20"/>
        </w:rPr>
      </w:pPr>
      <w:r w:rsidRPr="00717301">
        <w:rPr>
          <w:rFonts w:ascii="Times New Roman" w:hAnsi="Times New Roman"/>
          <w:sz w:val="20"/>
          <w:szCs w:val="20"/>
        </w:rPr>
        <w:t>5.(     )</w:t>
      </w:r>
      <w:r>
        <w:rPr>
          <w:rFonts w:ascii="Times New Roman" w:hAnsi="Times New Roman"/>
          <w:sz w:val="20"/>
          <w:szCs w:val="20"/>
        </w:rPr>
        <w:t>Tanzimat Fermanı’nın genişletilmiş hali Islahat Feramnı’dır.</w:t>
      </w:r>
    </w:p>
    <w:p w:rsidR="009F3209" w:rsidRPr="0015463A" w:rsidRDefault="009F3209" w:rsidP="000E1343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15463A">
        <w:rPr>
          <w:rFonts w:ascii="Times New Roman" w:hAnsi="Times New Roman"/>
          <w:b/>
          <w:sz w:val="20"/>
          <w:szCs w:val="20"/>
        </w:rPr>
        <w:t>D)AŞAĞIDAKİ ÇOKTAN SEÇMELİ SORULARI CEVAPLAYINIZ.</w:t>
      </w:r>
      <w:r>
        <w:rPr>
          <w:rFonts w:ascii="Times New Roman" w:hAnsi="Times New Roman"/>
          <w:b/>
          <w:sz w:val="20"/>
          <w:szCs w:val="20"/>
        </w:rPr>
        <w:t>(55</w:t>
      </w:r>
      <w:r w:rsidRPr="0015463A">
        <w:rPr>
          <w:rFonts w:ascii="Times New Roman" w:hAnsi="Times New Roman"/>
          <w:b/>
          <w:sz w:val="20"/>
          <w:szCs w:val="20"/>
        </w:rPr>
        <w:t xml:space="preserve"> Puan)</w:t>
      </w:r>
    </w:p>
    <w:p w:rsidR="009F3209" w:rsidRDefault="009F3209" w:rsidP="000E1343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  <w:sectPr w:rsidR="009F3209" w:rsidSect="00EE5088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</w:p>
    <w:p w:rsidR="009F3209" w:rsidRPr="009D02F2" w:rsidRDefault="009F3209" w:rsidP="000E1343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3209" w:rsidRDefault="009F3209" w:rsidP="000E1343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  <w:sectPr w:rsidR="009F3209" w:rsidSect="007534BD">
          <w:type w:val="continuous"/>
          <w:pgSz w:w="11906" w:h="16838"/>
          <w:pgMar w:top="1417" w:right="1417" w:bottom="1417" w:left="851" w:header="708" w:footer="708" w:gutter="0"/>
          <w:cols w:num="2" w:sep="1" w:space="709"/>
          <w:docGrid w:linePitch="360"/>
        </w:sectPr>
      </w:pPr>
    </w:p>
    <w:p w:rsidR="009F3209" w:rsidRPr="0015463A" w:rsidRDefault="009F3209" w:rsidP="000E27F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rect id="_x0000_s1035" style="position:absolute;margin-left:22.75pt;margin-top:6.7pt;width:204pt;height:93.6pt;z-index:251657216">
            <v:textbox>
              <w:txbxContent>
                <w:p w:rsidR="009F3209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Bireyin;</w:t>
                  </w:r>
                </w:p>
                <w:p w:rsidR="009F3209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27F4">
                    <w:rPr>
                      <w:rFonts w:ascii="Times New Roman" w:hAnsi="Times New Roman"/>
                      <w:sz w:val="18"/>
                      <w:szCs w:val="18"/>
                    </w:rPr>
                    <w:t xml:space="preserve">Yetenekleri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belirlenmeli,</w:t>
                  </w:r>
                </w:p>
                <w:p w:rsidR="009F3209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İlgi alanları keşfedilmeli,</w:t>
                  </w:r>
                </w:p>
                <w:p w:rsidR="009F3209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Kişilik özellikleri ortaya konmalı,</w:t>
                  </w:r>
                </w:p>
                <w:p w:rsidR="009F3209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İlgi duyduğu meslekler araştırılmalı,</w:t>
                  </w:r>
                </w:p>
                <w:p w:rsidR="009F3209" w:rsidRPr="000E27F4" w:rsidRDefault="009F3209" w:rsidP="000E27F4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Mesleki tercihine göre alması gereken eğitim araştırmalı</w:t>
                  </w:r>
                </w:p>
              </w:txbxContent>
            </v:textbox>
          </v:rect>
        </w:pict>
      </w:r>
      <w:r w:rsidRPr="0015463A">
        <w:rPr>
          <w:rFonts w:ascii="Times New Roman" w:hAnsi="Times New Roman"/>
          <w:b/>
          <w:sz w:val="18"/>
          <w:szCs w:val="18"/>
        </w:rPr>
        <w:t>1)</w:t>
      </w:r>
    </w:p>
    <w:p w:rsidR="009F3209" w:rsidRPr="0015463A" w:rsidRDefault="009F3209" w:rsidP="000E134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5463A" w:rsidRDefault="009F3209" w:rsidP="000E1343">
      <w:pPr>
        <w:spacing w:after="0" w:line="240" w:lineRule="auto"/>
        <w:rPr>
          <w:rFonts w:ascii="Times New Roman" w:hAnsi="Times New Roman"/>
          <w:vanish/>
          <w:sz w:val="18"/>
          <w:szCs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25"/>
      </w:tblGrid>
      <w:tr w:rsidR="009F3209" w:rsidRPr="00B01224" w:rsidTr="000E1343">
        <w:trPr>
          <w:tblCellSpacing w:w="15" w:type="dxa"/>
        </w:trPr>
        <w:tc>
          <w:tcPr>
            <w:tcW w:w="0" w:type="auto"/>
            <w:vAlign w:val="center"/>
          </w:tcPr>
          <w:p w:rsidR="009F3209" w:rsidRPr="0015463A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209" w:rsidRPr="00B01224" w:rsidTr="000E1343">
        <w:trPr>
          <w:tblCellSpacing w:w="15" w:type="dxa"/>
        </w:trPr>
        <w:tc>
          <w:tcPr>
            <w:tcW w:w="0" w:type="auto"/>
            <w:vAlign w:val="center"/>
          </w:tcPr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Pr="0015463A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209" w:rsidRPr="00B01224" w:rsidTr="000E1343">
        <w:trPr>
          <w:tblCellSpacing w:w="15" w:type="dxa"/>
        </w:trPr>
        <w:tc>
          <w:tcPr>
            <w:tcW w:w="0" w:type="auto"/>
            <w:vAlign w:val="center"/>
          </w:tcPr>
          <w:p w:rsidR="009F3209" w:rsidRPr="004A250C" w:rsidRDefault="009F3209" w:rsidP="000E13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A250C">
              <w:rPr>
                <w:rFonts w:ascii="Times New Roman" w:hAnsi="Times New Roman"/>
                <w:b/>
                <w:sz w:val="18"/>
                <w:szCs w:val="18"/>
              </w:rPr>
              <w:t>Yukarıda verilen açıklamaya en uygun başlık aşağıdakilerden hangisi olur?</w:t>
            </w:r>
          </w:p>
          <w:p w:rsidR="009F3209" w:rsidRDefault="009F3209" w:rsidP="00B24A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Meslek seçiminde dikkat edilmesi gereken unsurlar.</w:t>
            </w:r>
          </w:p>
          <w:p w:rsidR="009F3209" w:rsidRDefault="009F3209" w:rsidP="00B24A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Günümüzde en çok tercih edilen meslekler.</w:t>
            </w:r>
          </w:p>
          <w:p w:rsidR="009F3209" w:rsidRDefault="009F3209" w:rsidP="00B24A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Mesleki iş bölümünün yararları.</w:t>
            </w:r>
          </w:p>
          <w:p w:rsidR="009F3209" w:rsidRDefault="009F3209" w:rsidP="00B24A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Mesleklerin yaşam biçimlerine olan etkileri.  </w:t>
            </w:r>
          </w:p>
          <w:p w:rsidR="009F3209" w:rsidRPr="00B24A02" w:rsidRDefault="009F3209" w:rsidP="00B24A02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</w:t>
            </w:r>
            <w:r w:rsidRPr="00B24A02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B24A02">
              <w:rPr>
                <w:rFonts w:ascii="Times New Roman" w:hAnsi="Times New Roman"/>
                <w:b/>
                <w:sz w:val="18"/>
                <w:szCs w:val="18"/>
              </w:rPr>
              <w:t>(SBS 2008)</w:t>
            </w:r>
          </w:p>
        </w:tc>
      </w:tr>
      <w:tr w:rsidR="009F3209" w:rsidRPr="00B01224" w:rsidTr="000E1343">
        <w:trPr>
          <w:tblCellSpacing w:w="15" w:type="dxa"/>
        </w:trPr>
        <w:tc>
          <w:tcPr>
            <w:tcW w:w="0" w:type="auto"/>
            <w:vAlign w:val="center"/>
          </w:tcPr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3209" w:rsidRDefault="009F3209" w:rsidP="000E13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F3209" w:rsidRDefault="009F3209" w:rsidP="00B24A02">
      <w:pPr>
        <w:pStyle w:val="NormalWeb"/>
        <w:spacing w:before="0" w:beforeAutospacing="0" w:after="0" w:afterAutospacing="0"/>
        <w:rPr>
          <w:b/>
          <w:bCs/>
          <w:sz w:val="18"/>
          <w:szCs w:val="18"/>
        </w:rPr>
      </w:pPr>
      <w:r w:rsidRPr="0015463A">
        <w:rPr>
          <w:b/>
          <w:bCs/>
          <w:sz w:val="18"/>
          <w:szCs w:val="18"/>
        </w:rPr>
        <w:t>2)</w:t>
      </w:r>
      <w:r>
        <w:rPr>
          <w:b/>
          <w:bCs/>
          <w:sz w:val="18"/>
          <w:szCs w:val="18"/>
        </w:rPr>
        <w:t xml:space="preserve"> Aşağıdakilerden hangisinin bir bölgenin ekonomik olarak gelişimine </w:t>
      </w:r>
      <w:r w:rsidRPr="00FD2125">
        <w:rPr>
          <w:b/>
          <w:bCs/>
          <w:sz w:val="18"/>
          <w:szCs w:val="18"/>
          <w:u w:val="single"/>
        </w:rPr>
        <w:t>daha çok</w:t>
      </w:r>
      <w:r>
        <w:rPr>
          <w:b/>
          <w:bCs/>
          <w:sz w:val="18"/>
          <w:szCs w:val="18"/>
        </w:rPr>
        <w:t xml:space="preserve"> katkıda bulunduğu söylenebilir?</w:t>
      </w:r>
    </w:p>
    <w:p w:rsidR="009F3209" w:rsidRDefault="009F3209" w:rsidP="00B24A02">
      <w:pPr>
        <w:pStyle w:val="NormalWeb"/>
        <w:spacing w:before="0" w:beforeAutospacing="0" w:after="0" w:afterAutospacing="0"/>
        <w:rPr>
          <w:b/>
          <w:bCs/>
          <w:sz w:val="18"/>
          <w:szCs w:val="18"/>
        </w:rPr>
      </w:pPr>
    </w:p>
    <w:p w:rsidR="009F3209" w:rsidRPr="00FD2125" w:rsidRDefault="009F3209" w:rsidP="00FD2125">
      <w:pPr>
        <w:pStyle w:val="NormalWeb"/>
        <w:numPr>
          <w:ilvl w:val="0"/>
          <w:numId w:val="6"/>
        </w:numPr>
        <w:spacing w:before="0" w:beforeAutospacing="0" w:after="0" w:afterAutospacing="0"/>
        <w:rPr>
          <w:sz w:val="18"/>
          <w:szCs w:val="18"/>
        </w:rPr>
      </w:pPr>
      <w:r w:rsidRPr="00FD2125">
        <w:rPr>
          <w:bCs/>
          <w:sz w:val="18"/>
          <w:szCs w:val="18"/>
        </w:rPr>
        <w:t xml:space="preserve"> Ticaret yolları</w:t>
      </w:r>
    </w:p>
    <w:p w:rsidR="009F3209" w:rsidRPr="00FD2125" w:rsidRDefault="009F3209" w:rsidP="00FD2125">
      <w:pPr>
        <w:pStyle w:val="NormalWeb"/>
        <w:numPr>
          <w:ilvl w:val="0"/>
          <w:numId w:val="6"/>
        </w:numPr>
        <w:spacing w:before="0" w:beforeAutospacing="0" w:after="0" w:afterAutospacing="0"/>
        <w:rPr>
          <w:sz w:val="18"/>
          <w:szCs w:val="18"/>
        </w:rPr>
      </w:pPr>
      <w:r w:rsidRPr="00FD2125">
        <w:rPr>
          <w:bCs/>
          <w:sz w:val="18"/>
          <w:szCs w:val="18"/>
        </w:rPr>
        <w:t xml:space="preserve">  Bilimsel çalışmalar</w:t>
      </w:r>
    </w:p>
    <w:p w:rsidR="009F3209" w:rsidRDefault="009F3209" w:rsidP="00FD2125">
      <w:pPr>
        <w:pStyle w:val="NormalWeb"/>
        <w:numPr>
          <w:ilvl w:val="0"/>
          <w:numId w:val="6"/>
        </w:numPr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 xml:space="preserve"> Uluslar arası antlaşmalar</w:t>
      </w:r>
    </w:p>
    <w:p w:rsidR="009F3209" w:rsidRPr="0015463A" w:rsidRDefault="009F3209" w:rsidP="00FD2125">
      <w:pPr>
        <w:pStyle w:val="NormalWeb"/>
        <w:numPr>
          <w:ilvl w:val="0"/>
          <w:numId w:val="6"/>
        </w:numPr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>Devletler arası savaşlar</w:t>
      </w:r>
    </w:p>
    <w:p w:rsidR="009F3209" w:rsidRPr="0015463A" w:rsidRDefault="009F3209" w:rsidP="000E134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  <w:r>
        <w:rPr>
          <w:noProof/>
        </w:rPr>
        <w:pict>
          <v:roundrect id="_x0000_s1036" style="position:absolute;margin-left:227.35pt;margin-top:6.55pt;width:65.4pt;height:49.8pt;z-index:251660288" arcsize="10923f">
            <v:textbox>
              <w:txbxContent>
                <w:p w:rsidR="009F3209" w:rsidRPr="00107C7C" w:rsidRDefault="009F3209">
                  <w:pPr>
                    <w:rPr>
                      <w:rFonts w:ascii="Times New Roman" w:hAnsi="Times New Roman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</w:t>
                  </w:r>
                  <w:r w:rsidRPr="00107C7C">
                    <w:rPr>
                      <w:sz w:val="72"/>
                      <w:szCs w:val="72"/>
                    </w:rPr>
                    <w:t>?</w:t>
                  </w:r>
                </w:p>
              </w:txbxContent>
            </v:textbox>
          </v:roundrect>
        </w:pict>
      </w: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  <w:r>
        <w:rPr>
          <w:noProof/>
        </w:rPr>
        <w:pict>
          <v:roundrect id="_x0000_s1037" style="position:absolute;margin-left:109.75pt;margin-top:2.95pt;width:82.2pt;height:42.6pt;z-index:251659264" arcsize="10923f">
            <v:textbox>
              <w:txbxContent>
                <w:p w:rsidR="009F3209" w:rsidRPr="00107C7C" w:rsidRDefault="009F32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Devletin yasama görevini yerine getirir.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margin-left:11.95pt;margin-top:2.95pt;width:78.3pt;height:46.2pt;z-index:251658240" arcsize="10923f">
            <v:textbox>
              <w:txbxContent>
                <w:p w:rsidR="009F3209" w:rsidRPr="00B24A02" w:rsidRDefault="009F32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Halkın seçtiği temsilcilerden oluşur</w:t>
                  </w:r>
                </w:p>
              </w:txbxContent>
            </v:textbox>
          </v:roundrect>
        </w:pict>
      </w: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107C7C">
        <w:rPr>
          <w:rFonts w:ascii="Times New Roman" w:hAnsi="Times New Roman"/>
          <w:b/>
          <w:sz w:val="18"/>
          <w:szCs w:val="18"/>
        </w:rPr>
        <w:t xml:space="preserve">3) </w:t>
      </w:r>
    </w:p>
    <w:p w:rsidR="009F3209" w:rsidRPr="00B24A02" w:rsidRDefault="009F3209" w:rsidP="0015463A">
      <w:pPr>
        <w:spacing w:after="0" w:line="240" w:lineRule="auto"/>
        <w:rPr>
          <w:rFonts w:ascii="Informal Roman" w:hAnsi="Informal Roman"/>
          <w:sz w:val="36"/>
          <w:szCs w:val="36"/>
        </w:rPr>
      </w:pPr>
      <w:r>
        <w:rPr>
          <w:rFonts w:ascii="Informal Roman" w:hAnsi="Informal Roman"/>
          <w:sz w:val="18"/>
          <w:szCs w:val="18"/>
        </w:rPr>
        <w:t xml:space="preserve">                                </w:t>
      </w:r>
      <w:r w:rsidRPr="00B24A02">
        <w:rPr>
          <w:rFonts w:ascii="Informal Roman" w:hAnsi="Informal Roman"/>
          <w:sz w:val="36"/>
          <w:szCs w:val="36"/>
        </w:rPr>
        <w:t>+</w:t>
      </w:r>
      <w:r>
        <w:rPr>
          <w:rFonts w:ascii="Informal Roman" w:hAnsi="Informal Roman"/>
          <w:sz w:val="36"/>
          <w:szCs w:val="36"/>
        </w:rPr>
        <w:tab/>
      </w:r>
      <w:r>
        <w:rPr>
          <w:rFonts w:ascii="Informal Roman" w:hAnsi="Informal Roman"/>
          <w:sz w:val="36"/>
          <w:szCs w:val="36"/>
        </w:rPr>
        <w:tab/>
        <w:t xml:space="preserve">  </w:t>
      </w:r>
      <w:r>
        <w:rPr>
          <w:rFonts w:ascii="Informal Roman" w:hAnsi="Informal Roman"/>
          <w:sz w:val="36"/>
          <w:szCs w:val="36"/>
        </w:rPr>
        <w:tab/>
      </w:r>
      <w:r>
        <w:rPr>
          <w:rFonts w:ascii="Informal Roman" w:hAnsi="Informal Roman"/>
          <w:sz w:val="36"/>
          <w:szCs w:val="36"/>
        </w:rPr>
        <w:tab/>
      </w:r>
      <w:r w:rsidRPr="00107C7C">
        <w:rPr>
          <w:rFonts w:ascii="Informal Roman" w:hAnsi="Informal Roman"/>
          <w:sz w:val="40"/>
          <w:szCs w:val="40"/>
        </w:rPr>
        <w:t>=</w:t>
      </w: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Informal Roman" w:hAnsi="Informal Roman"/>
          <w:sz w:val="18"/>
          <w:szCs w:val="18"/>
        </w:rPr>
      </w:pP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107C7C">
        <w:rPr>
          <w:rFonts w:ascii="Times New Roman" w:hAnsi="Times New Roman"/>
          <w:sz w:val="18"/>
          <w:szCs w:val="18"/>
        </w:rPr>
        <w:t>Soru işareti olan yere aşağıdakilerden hangisi yazılmalıdır?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07C7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Meclis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4A250C">
        <w:rPr>
          <w:rFonts w:ascii="Times New Roman" w:hAnsi="Times New Roman"/>
          <w:b/>
          <w:sz w:val="18"/>
          <w:szCs w:val="18"/>
        </w:rPr>
        <w:t>B)</w:t>
      </w:r>
      <w:r>
        <w:rPr>
          <w:rFonts w:ascii="Times New Roman" w:hAnsi="Times New Roman"/>
          <w:sz w:val="18"/>
          <w:szCs w:val="18"/>
        </w:rPr>
        <w:t xml:space="preserve">  Hükümet</w:t>
      </w:r>
    </w:p>
    <w:p w:rsidR="009F3209" w:rsidRDefault="009F3209" w:rsidP="00107C7C">
      <w:pPr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  <w:r w:rsidRPr="004A250C">
        <w:rPr>
          <w:rFonts w:ascii="Times New Roman" w:hAnsi="Times New Roman"/>
          <w:b/>
          <w:sz w:val="18"/>
          <w:szCs w:val="18"/>
        </w:rPr>
        <w:t>C)</w:t>
      </w:r>
      <w:r>
        <w:rPr>
          <w:rFonts w:ascii="Times New Roman" w:hAnsi="Times New Roman"/>
          <w:sz w:val="18"/>
          <w:szCs w:val="18"/>
        </w:rPr>
        <w:t xml:space="preserve">  Cumhurbaşkanı       </w:t>
      </w:r>
      <w:r w:rsidRPr="004A250C">
        <w:rPr>
          <w:rFonts w:ascii="Times New Roman" w:hAnsi="Times New Roman"/>
          <w:sz w:val="18"/>
          <w:szCs w:val="18"/>
        </w:rPr>
        <w:t>D)</w:t>
      </w:r>
      <w:r w:rsidRPr="00107C7C">
        <w:rPr>
          <w:rFonts w:ascii="Times New Roman" w:hAnsi="Times New Roman"/>
          <w:sz w:val="18"/>
          <w:szCs w:val="18"/>
        </w:rPr>
        <w:t xml:space="preserve">  Anayasa Mahkemesi </w:t>
      </w:r>
    </w:p>
    <w:p w:rsidR="009F3209" w:rsidRPr="00107C7C" w:rsidRDefault="009F3209" w:rsidP="00107C7C">
      <w:pPr>
        <w:spacing w:after="0" w:line="240" w:lineRule="auto"/>
        <w:ind w:left="36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B24A02">
        <w:rPr>
          <w:rFonts w:ascii="Times New Roman" w:hAnsi="Times New Roman"/>
          <w:b/>
          <w:sz w:val="18"/>
          <w:szCs w:val="18"/>
        </w:rPr>
        <w:t>(SBS 2008)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9" type="#_x0000_t122" style="position:absolute;margin-left:15.55pt;margin-top:2.25pt;width:265.8pt;height:123.15pt;z-index:251665408">
            <v:textbox>
              <w:txbxContent>
                <w:p w:rsidR="009F3209" w:rsidRDefault="009F3209" w:rsidP="008A4AB3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A4AB3">
                    <w:rPr>
                      <w:rFonts w:ascii="Times New Roman" w:hAnsi="Times New Roman"/>
                      <w:sz w:val="18"/>
                      <w:szCs w:val="18"/>
                    </w:rPr>
                    <w:t>Gayrimüslimleri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küçük düşürücü deyim ve ifadeler kullanılmayacak.</w:t>
                  </w:r>
                </w:p>
                <w:p w:rsidR="009F3209" w:rsidRDefault="009F3209" w:rsidP="008A4AB3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Vergilerde eşitlik olacak,gayrimüslimlerden alınan haraç vergisi kaldırılacak.</w:t>
                  </w:r>
                </w:p>
                <w:p w:rsidR="009F3209" w:rsidRPr="008A4AB3" w:rsidRDefault="009F3209" w:rsidP="008A4AB3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Devlet hizmetlerine,askerlik görevine ve okullara gayrimüslimler de alınacak.</w:t>
                  </w:r>
                </w:p>
              </w:txbxContent>
            </v:textbox>
          </v:shape>
        </w:pic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67532D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7532D">
        <w:rPr>
          <w:rFonts w:ascii="Times New Roman" w:hAnsi="Times New Roman"/>
          <w:b/>
          <w:sz w:val="18"/>
          <w:szCs w:val="18"/>
        </w:rPr>
        <w:t>8)</w:t>
      </w:r>
    </w:p>
    <w:p w:rsidR="009F3209" w:rsidRDefault="009F3209" w:rsidP="00107C7C">
      <w:pPr>
        <w:spacing w:after="0" w:line="240" w:lineRule="auto"/>
        <w:ind w:left="708"/>
        <w:rPr>
          <w:rFonts w:ascii="Times New Roman" w:hAnsi="Times New Roman"/>
          <w:sz w:val="18"/>
          <w:szCs w:val="18"/>
        </w:rPr>
      </w:pPr>
    </w:p>
    <w:p w:rsidR="009F3209" w:rsidRDefault="009F3209" w:rsidP="00107C7C">
      <w:pPr>
        <w:spacing w:after="0" w:line="240" w:lineRule="auto"/>
        <w:ind w:left="708"/>
        <w:rPr>
          <w:rFonts w:ascii="Times New Roman" w:hAnsi="Times New Roman"/>
          <w:sz w:val="18"/>
          <w:szCs w:val="18"/>
        </w:rPr>
        <w:sectPr w:rsidR="009F3209" w:rsidSect="00107C7C">
          <w:type w:val="continuous"/>
          <w:pgSz w:w="11906" w:h="16838"/>
          <w:pgMar w:top="0" w:right="1417" w:bottom="1417" w:left="709" w:header="708" w:footer="708" w:gutter="0"/>
          <w:cols w:num="2" w:sep="1" w:space="709"/>
          <w:docGrid w:linePitch="360"/>
        </w:sectPr>
      </w:pPr>
    </w:p>
    <w:p w:rsidR="009F3209" w:rsidRDefault="009F3209" w:rsidP="00C9737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roundrect id="_x0000_s1040" style="position:absolute;margin-left:19.75pt;margin-top:7.95pt;width:195pt;height:33.9pt;z-index:251661312" arcsize="10923f">
            <v:textbox>
              <w:txbxContent>
                <w:p w:rsidR="009F3209" w:rsidRDefault="009F3209">
                  <w:r w:rsidRPr="00C97377">
                    <w:rPr>
                      <w:sz w:val="18"/>
                      <w:szCs w:val="18"/>
                    </w:rPr>
                    <w:t>TBMM’de çıkan kanun Cumhurbaşkanına gönderilir</w:t>
                  </w:r>
                  <w:r>
                    <w:t>.</w:t>
                  </w:r>
                </w:p>
              </w:txbxContent>
            </v:textbox>
          </v:roundrect>
        </w:pict>
      </w:r>
    </w:p>
    <w:p w:rsidR="009F3209" w:rsidRPr="0067532D" w:rsidRDefault="009F3209" w:rsidP="00C9737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7532D">
        <w:rPr>
          <w:rFonts w:ascii="Times New Roman" w:hAnsi="Times New Roman"/>
          <w:b/>
          <w:sz w:val="18"/>
          <w:szCs w:val="18"/>
        </w:rPr>
        <w:t>5)</w:t>
      </w:r>
    </w:p>
    <w:p w:rsidR="009F3209" w:rsidRDefault="009F3209" w:rsidP="00107C7C">
      <w:pPr>
        <w:spacing w:after="0" w:line="240" w:lineRule="auto"/>
        <w:ind w:left="708"/>
        <w:rPr>
          <w:rFonts w:ascii="Times New Roman" w:hAnsi="Times New Roman"/>
          <w:sz w:val="18"/>
          <w:szCs w:val="18"/>
        </w:rPr>
      </w:pPr>
    </w:p>
    <w:p w:rsidR="009F3209" w:rsidRDefault="009F3209" w:rsidP="00107C7C">
      <w:pPr>
        <w:spacing w:after="0" w:line="240" w:lineRule="auto"/>
        <w:ind w:left="708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107C7C">
      <w:pPr>
        <w:spacing w:after="0" w:line="240" w:lineRule="auto"/>
        <w:ind w:left="708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roundrect id="_x0000_s1041" style="position:absolute;left:0;text-align:left;margin-left:19.75pt;margin-top:6.4pt;width:202.2pt;height:43.25pt;z-index:251662336" arcsize="10923f">
            <v:textbox>
              <w:txbxContent>
                <w:p w:rsidR="009F3209" w:rsidRDefault="009F3209">
                  <w:r w:rsidRPr="00C97377">
                    <w:rPr>
                      <w:rFonts w:ascii="Times New Roman" w:hAnsi="Times New Roman"/>
                      <w:sz w:val="18"/>
                      <w:szCs w:val="18"/>
                    </w:rPr>
                    <w:t>Cumhurbaşkanı gerek gördüğü durumlarda kanunun tekrar gözden</w:t>
                  </w:r>
                  <w:r>
                    <w:t xml:space="preserve"> </w:t>
                  </w:r>
                  <w:r w:rsidRPr="00C97377">
                    <w:rPr>
                      <w:rFonts w:ascii="Times New Roman" w:hAnsi="Times New Roman"/>
                      <w:sz w:val="18"/>
                      <w:szCs w:val="18"/>
                    </w:rPr>
                    <w:t>geçirilmesi için meclise geri gönderir</w:t>
                  </w:r>
                </w:p>
              </w:txbxContent>
            </v:textbox>
          </v:roundrect>
        </w:pic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</w:t>
      </w: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roundrect id="_x0000_s1042" style="position:absolute;margin-left:19.75pt;margin-top:5.1pt;width:202.2pt;height:42.65pt;z-index:251663360" arcsize="10923f">
            <v:textbox>
              <w:txbxContent>
                <w:p w:rsidR="009F3209" w:rsidRPr="00C97377" w:rsidRDefault="009F32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97377">
                    <w:rPr>
                      <w:rFonts w:ascii="Times New Roman" w:hAnsi="Times New Roman"/>
                      <w:sz w:val="18"/>
                      <w:szCs w:val="18"/>
                    </w:rPr>
                    <w:t>TBMM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kanunu,gerekli düzeltmeleri yaparak veya hiçbir düzeltme yapmadan tekrar Cumhurbaşkanına gönderir.</w:t>
                  </w:r>
                </w:p>
              </w:txbxContent>
            </v:textbox>
          </v:roundrect>
        </w:pic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roundrect id="_x0000_s1043" style="position:absolute;margin-left:16.75pt;margin-top:7.95pt;width:210pt;height:33.05pt;z-index:251664384" arcsize="10923f">
            <v:textbox style="mso-next-textbox:#_x0000_s1043">
              <w:txbxContent>
                <w:p w:rsidR="009F3209" w:rsidRDefault="009F3209">
                  <w:r w:rsidRPr="00C97377">
                    <w:rPr>
                      <w:rFonts w:ascii="Times New Roman" w:hAnsi="Times New Roman"/>
                      <w:sz w:val="18"/>
                      <w:szCs w:val="18"/>
                    </w:rPr>
                    <w:t>Cumhurbaşkanı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kanunu onaylar ve Resmi Gazetede yayımlar.</w:t>
                  </w:r>
                </w:p>
              </w:txbxContent>
            </v:textbox>
          </v:roundrect>
        </w:pic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  <w:t>Buna göre,Türkiye Cumhireyti Devleti’nde aşağıdakilerden hangisi Cumhurbaşkanının kanun maddesi üzerindeki hak ve sorumluluklarından değildir?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</w:t>
      </w:r>
    </w:p>
    <w:p w:rsidR="009F3209" w:rsidRDefault="009F3209" w:rsidP="00FD212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Kanunu veto etmek.</w:t>
      </w:r>
    </w:p>
    <w:p w:rsidR="009F3209" w:rsidRDefault="009F3209" w:rsidP="00FD212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Kanunu onaylamak.</w:t>
      </w:r>
    </w:p>
    <w:p w:rsidR="009F3209" w:rsidRDefault="009F3209" w:rsidP="00FD212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Kanun yapmak</w:t>
      </w:r>
    </w:p>
    <w:p w:rsidR="009F3209" w:rsidRPr="00FD2125" w:rsidRDefault="009F3209" w:rsidP="00FD212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Kanunu resmi gazetede onaylamak.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shape id="Resim 1" o:spid="_x0000_i1025" type="#_x0000_t75" alt="http://www.gazetegercek.com/resim/09/03/trabzonda-vatandaslar-gunun-ilk-saatlerinden-itibaren-oy-kullanmak-icin-sandiklara-gitti-1.jpg" style="width:152.25pt;height:62.25pt;visibility:visible">
            <v:imagedata r:id="rId9" o:title=""/>
          </v:shape>
        </w:pic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Yukarıda ülkemizde gerçekleştirilen milletvekilleri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Seçimlerinden temsili bir resim verilmiştir.</w:t>
      </w:r>
    </w:p>
    <w:p w:rsidR="009F3209" w:rsidRPr="004A250C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  <w:r w:rsidRPr="004A250C">
        <w:rPr>
          <w:rFonts w:ascii="Times New Roman" w:hAnsi="Times New Roman"/>
          <w:b/>
          <w:sz w:val="18"/>
          <w:szCs w:val="18"/>
        </w:rPr>
        <w:t>Bu uygulamanın cumhuriyetin hangi niteliğinin</w:t>
      </w:r>
    </w:p>
    <w:p w:rsidR="009F3209" w:rsidRPr="004A250C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A250C">
        <w:rPr>
          <w:rFonts w:ascii="Times New Roman" w:hAnsi="Times New Roman"/>
          <w:b/>
          <w:sz w:val="18"/>
          <w:szCs w:val="18"/>
          <w:u w:val="single"/>
        </w:rPr>
        <w:t>doğrudan</w:t>
      </w:r>
      <w:r w:rsidRPr="004A250C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bir gereğ</w:t>
      </w:r>
      <w:r w:rsidRPr="004A250C">
        <w:rPr>
          <w:rFonts w:ascii="Times New Roman" w:hAnsi="Times New Roman"/>
          <w:b/>
          <w:sz w:val="18"/>
          <w:szCs w:val="18"/>
        </w:rPr>
        <w:t>i olarak söylenebilir.</w:t>
      </w:r>
    </w:p>
    <w:p w:rsidR="009F3209" w:rsidRPr="004A250C" w:rsidRDefault="009F3209" w:rsidP="004A250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4A250C">
        <w:rPr>
          <w:rFonts w:ascii="Times New Roman" w:hAnsi="Times New Roman"/>
          <w:sz w:val="18"/>
          <w:szCs w:val="18"/>
        </w:rPr>
        <w:t xml:space="preserve">Laik Devlet                  </w:t>
      </w:r>
      <w:r w:rsidRPr="004A250C">
        <w:rPr>
          <w:rFonts w:ascii="Times New Roman" w:hAnsi="Times New Roman"/>
          <w:b/>
          <w:sz w:val="18"/>
          <w:szCs w:val="18"/>
        </w:rPr>
        <w:t>B)</w:t>
      </w:r>
      <w:r w:rsidRPr="004A250C">
        <w:rPr>
          <w:rFonts w:ascii="Times New Roman" w:hAnsi="Times New Roman"/>
          <w:sz w:val="18"/>
          <w:szCs w:val="18"/>
        </w:rPr>
        <w:t xml:space="preserve">  Sosyal Devlet</w:t>
      </w:r>
    </w:p>
    <w:p w:rsidR="009F3209" w:rsidRDefault="009F3209" w:rsidP="004A250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4A250C">
        <w:rPr>
          <w:rFonts w:ascii="Times New Roman" w:hAnsi="Times New Roman"/>
          <w:sz w:val="18"/>
          <w:szCs w:val="18"/>
        </w:rPr>
        <w:t xml:space="preserve"> Demokratik Devlet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4A250C">
        <w:rPr>
          <w:rFonts w:ascii="Times New Roman" w:hAnsi="Times New Roman"/>
          <w:b/>
          <w:sz w:val="18"/>
          <w:szCs w:val="18"/>
        </w:rPr>
        <w:t>D)</w:t>
      </w:r>
      <w:r w:rsidRPr="004A250C">
        <w:rPr>
          <w:rFonts w:ascii="Times New Roman" w:hAnsi="Times New Roman"/>
          <w:sz w:val="18"/>
          <w:szCs w:val="18"/>
        </w:rPr>
        <w:t xml:space="preserve">  Hukuk Devleti</w:t>
      </w:r>
    </w:p>
    <w:p w:rsidR="009F3209" w:rsidRPr="0067532D" w:rsidRDefault="009F3209" w:rsidP="0067532D">
      <w:pPr>
        <w:spacing w:after="0" w:line="240" w:lineRule="auto"/>
        <w:ind w:left="3540"/>
        <w:rPr>
          <w:rFonts w:ascii="Times New Roman" w:hAnsi="Times New Roman"/>
          <w:sz w:val="18"/>
          <w:szCs w:val="18"/>
        </w:rPr>
      </w:pPr>
      <w:r w:rsidRPr="00B24A02">
        <w:rPr>
          <w:rFonts w:ascii="Times New Roman" w:hAnsi="Times New Roman"/>
          <w:b/>
          <w:sz w:val="18"/>
          <w:szCs w:val="18"/>
        </w:rPr>
        <w:t>(SBS 2008)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9F3209" w:rsidRPr="008736AB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736AB">
        <w:rPr>
          <w:rFonts w:ascii="Times New Roman" w:hAnsi="Times New Roman"/>
          <w:b/>
          <w:sz w:val="18"/>
          <w:szCs w:val="18"/>
        </w:rPr>
        <w:t>6)</w:t>
      </w:r>
      <w:r>
        <w:rPr>
          <w:rFonts w:ascii="Times New Roman" w:hAnsi="Times New Roman"/>
          <w:b/>
          <w:sz w:val="18"/>
          <w:szCs w:val="18"/>
        </w:rPr>
        <w:t xml:space="preserve"> Meslek seçiminde aşağıdakilerden hangisinin etkisi </w:t>
      </w:r>
      <w:r w:rsidRPr="008736AB">
        <w:rPr>
          <w:rFonts w:ascii="Times New Roman" w:hAnsi="Times New Roman"/>
          <w:b/>
          <w:sz w:val="18"/>
          <w:szCs w:val="18"/>
          <w:u w:val="single"/>
        </w:rPr>
        <w:t>daha az</w:t>
      </w:r>
      <w:r>
        <w:rPr>
          <w:rFonts w:ascii="Times New Roman" w:hAnsi="Times New Roman"/>
          <w:b/>
          <w:sz w:val="18"/>
          <w:szCs w:val="18"/>
        </w:rPr>
        <w:t xml:space="preserve"> olmalıdır?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9F3209" w:rsidRDefault="009F3209" w:rsidP="008736A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İşin olanağı</w:t>
      </w:r>
    </w:p>
    <w:p w:rsidR="009F3209" w:rsidRDefault="009F3209" w:rsidP="008736A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  <w:r w:rsidRPr="008736AB">
        <w:rPr>
          <w:rFonts w:ascii="Times New Roman" w:hAnsi="Times New Roman"/>
          <w:sz w:val="18"/>
          <w:szCs w:val="18"/>
        </w:rPr>
        <w:t>Çalışma ortamı</w:t>
      </w:r>
    </w:p>
    <w:p w:rsidR="009F3209" w:rsidRDefault="009F3209" w:rsidP="008736A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İş bulma olanağı</w:t>
      </w:r>
    </w:p>
    <w:p w:rsidR="009F3209" w:rsidRDefault="009F3209" w:rsidP="008736A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İlgi ve yetenekler</w:t>
      </w:r>
    </w:p>
    <w:p w:rsidR="009F3209" w:rsidRDefault="009F3209" w:rsidP="008736A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736A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7532D">
        <w:rPr>
          <w:rFonts w:ascii="Times New Roman" w:hAnsi="Times New Roman"/>
          <w:sz w:val="18"/>
          <w:szCs w:val="18"/>
        </w:rPr>
        <w:t>7)</w:t>
      </w:r>
      <w:r>
        <w:rPr>
          <w:rFonts w:ascii="Times New Roman" w:hAnsi="Times New Roman"/>
          <w:sz w:val="18"/>
          <w:szCs w:val="18"/>
        </w:rPr>
        <w:t xml:space="preserve">  Eski Türklerde kadının toplum içinde saygın bir yeri vardı.Kadınlar da erkekler gibi hükümdar,vali,elçi olabiliyorlar,kararlara katılabiliyorlardı.</w:t>
      </w:r>
    </w:p>
    <w:p w:rsidR="009F3209" w:rsidRDefault="009F3209" w:rsidP="008736A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8A4AB3" w:rsidRDefault="009F3209" w:rsidP="008736AB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Pr="008A4AB3">
        <w:rPr>
          <w:rFonts w:ascii="Times New Roman" w:hAnsi="Times New Roman"/>
          <w:b/>
          <w:sz w:val="18"/>
          <w:szCs w:val="18"/>
        </w:rPr>
        <w:t>Bu parçaya göre aşağıdakilerden hangisi söylenebilir?</w:t>
      </w:r>
    </w:p>
    <w:p w:rsidR="009F3209" w:rsidRDefault="009F3209" w:rsidP="008736A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736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Eski Türklerde demokrasi rejiminin benimsendiği</w:t>
      </w:r>
    </w:p>
    <w:p w:rsidR="009F3209" w:rsidRDefault="009F3209" w:rsidP="008736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Kadınların yönetimde görev aldığı</w:t>
      </w:r>
    </w:p>
    <w:p w:rsidR="009F3209" w:rsidRDefault="009F3209" w:rsidP="008736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Ailede kararların kadınlar tarafından alındığı</w:t>
      </w:r>
    </w:p>
    <w:p w:rsidR="009F3209" w:rsidRDefault="009F3209" w:rsidP="008736A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Kadınların daha çok ekonomi alanında söz sahibi oldukları</w:t>
      </w: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8A4AB3" w:rsidRDefault="009F3209" w:rsidP="008A4AB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0C7E23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>
        <w:rPr>
          <w:rFonts w:ascii="Times New Roman" w:hAnsi="Times New Roman"/>
          <w:b/>
          <w:sz w:val="18"/>
          <w:szCs w:val="18"/>
        </w:rPr>
        <w:t xml:space="preserve">Islahat Fermanı’nda yer alan bu kararlardan hareketle aşağıdaki yorumlardan hangisi </w:t>
      </w:r>
      <w:r w:rsidRPr="000C7E23">
        <w:rPr>
          <w:rFonts w:ascii="Times New Roman" w:hAnsi="Times New Roman"/>
          <w:b/>
          <w:sz w:val="18"/>
          <w:szCs w:val="18"/>
          <w:u w:val="single"/>
        </w:rPr>
        <w:t>yapılamaz?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0C7E2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Gayrimüslimler devlet memuru olma hakkı kazanmıştır.</w:t>
      </w:r>
    </w:p>
    <w:p w:rsidR="009F3209" w:rsidRDefault="009F3209" w:rsidP="000C7E2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Gayrimüslimler için askerlik sorumluluğu getirilmiştir.</w:t>
      </w:r>
    </w:p>
    <w:p w:rsidR="009F3209" w:rsidRDefault="009F3209" w:rsidP="000C7E2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Devletin mali yapısı güçlendirilmiştir.</w:t>
      </w:r>
    </w:p>
    <w:p w:rsidR="009F3209" w:rsidRDefault="009F3209" w:rsidP="000C7E2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Gayrimüslimlerle kaynaşmış bir Osmanlı toplumu oluşturulmaya çalışılmıştır.</w:t>
      </w:r>
    </w:p>
    <w:p w:rsidR="009F3209" w:rsidRDefault="009F3209" w:rsidP="0067532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23861">
        <w:rPr>
          <w:rFonts w:ascii="Times New Roman" w:hAnsi="Times New Roman"/>
          <w:b/>
          <w:sz w:val="18"/>
          <w:szCs w:val="18"/>
        </w:rPr>
        <w:t>9)</w:t>
      </w:r>
      <w:r>
        <w:rPr>
          <w:rFonts w:ascii="Times New Roman" w:hAnsi="Times New Roman"/>
          <w:sz w:val="18"/>
          <w:szCs w:val="18"/>
        </w:rPr>
        <w:t xml:space="preserve"> Osmanlı Devleti’nde var olan cami, medrese, mektup, çeşme,kütüphane,imaret,hastane,han,hamam,su yolları vb. kuruluşlar genel olarak varlıklı hayır severler tarafından yaptırılmıştır.</w:t>
      </w:r>
    </w:p>
    <w:p w:rsidR="009F3209" w:rsidRPr="00623861" w:rsidRDefault="009F3209" w:rsidP="0067532D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23861">
        <w:rPr>
          <w:rFonts w:ascii="Times New Roman" w:hAnsi="Times New Roman"/>
          <w:b/>
          <w:sz w:val="18"/>
          <w:szCs w:val="18"/>
        </w:rPr>
        <w:t xml:space="preserve"> Buna göre hayır severlerin vakıf kurmalarında aşağıdakilerden hangisinin amaçlandığı söylenemez?</w:t>
      </w:r>
    </w:p>
    <w:p w:rsidR="009F3209" w:rsidRPr="00623861" w:rsidRDefault="009F3209" w:rsidP="000C7E2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9F3209" w:rsidRDefault="009F3209" w:rsidP="0062386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Toplumsal yardımlaşma ve dayanışmaya katkı sağlamak</w:t>
      </w:r>
    </w:p>
    <w:p w:rsidR="009F3209" w:rsidRDefault="009F3209" w:rsidP="0062386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İnsanın herhangi bir ihtiyacının karşılanması </w:t>
      </w:r>
    </w:p>
    <w:p w:rsidR="009F3209" w:rsidRDefault="009F3209" w:rsidP="0062386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Devletin sosyal hizmetler alanındaki yükünü hafifletmek</w:t>
      </w:r>
    </w:p>
    <w:p w:rsidR="009F3209" w:rsidRDefault="009F3209" w:rsidP="0062386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Vakıflar sayesinde diğer insanlardan daha fazla para kazanmak.</w:t>
      </w:r>
    </w:p>
    <w:p w:rsidR="009F3209" w:rsidRDefault="009F3209" w:rsidP="0062386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b/>
          <w:bCs/>
          <w:sz w:val="18"/>
          <w:szCs w:val="18"/>
          <w:lang w:eastAsia="ar-SA"/>
        </w:rPr>
      </w:pPr>
      <w:r w:rsidRPr="00623861">
        <w:rPr>
          <w:rFonts w:ascii="Times New Roman" w:hAnsi="Times New Roman"/>
          <w:b/>
          <w:sz w:val="18"/>
          <w:szCs w:val="18"/>
        </w:rPr>
        <w:t>10)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623861">
        <w:rPr>
          <w:rFonts w:ascii="Times New Roman" w:hAnsi="Times New Roman"/>
          <w:b/>
          <w:sz w:val="18"/>
          <w:szCs w:val="18"/>
          <w:lang w:eastAsia="ar-SA"/>
        </w:rPr>
        <w:t>Aşağıdaki ekonomik kaynaklardan hangisinde Ülkemizin dışa bağımlılığı (ithalatı)  daha fazladır?</w:t>
      </w: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  <w:r w:rsidRPr="00623861">
        <w:rPr>
          <w:rFonts w:ascii="Times New Roman" w:hAnsi="Times New Roman"/>
          <w:bCs/>
          <w:sz w:val="18"/>
          <w:szCs w:val="18"/>
          <w:lang w:eastAsia="ar-SA"/>
        </w:rPr>
        <w:t>A)</w:t>
      </w:r>
      <w:r w:rsidRPr="00623861">
        <w:rPr>
          <w:rFonts w:ascii="Times New Roman" w:hAnsi="Times New Roman"/>
          <w:sz w:val="18"/>
          <w:szCs w:val="18"/>
          <w:lang w:eastAsia="ar-SA"/>
        </w:rPr>
        <w:t xml:space="preserve">Petrol-Doğalgaz                          </w:t>
      </w:r>
      <w:r w:rsidRPr="00623861">
        <w:rPr>
          <w:rFonts w:ascii="Times New Roman" w:hAnsi="Times New Roman"/>
          <w:bCs/>
          <w:sz w:val="18"/>
          <w:szCs w:val="18"/>
          <w:lang w:eastAsia="ar-SA"/>
        </w:rPr>
        <w:t>B)</w:t>
      </w:r>
      <w:r w:rsidRPr="00623861">
        <w:rPr>
          <w:rFonts w:ascii="Times New Roman" w:hAnsi="Times New Roman"/>
          <w:sz w:val="18"/>
          <w:szCs w:val="18"/>
          <w:lang w:eastAsia="ar-SA"/>
        </w:rPr>
        <w:t xml:space="preserve">Gıda-Tekstil                        </w:t>
      </w:r>
      <w:r w:rsidRPr="00623861">
        <w:rPr>
          <w:rFonts w:ascii="Times New Roman" w:hAnsi="Times New Roman"/>
          <w:bCs/>
          <w:sz w:val="18"/>
          <w:szCs w:val="18"/>
          <w:lang w:eastAsia="ar-SA"/>
        </w:rPr>
        <w:t>C)</w:t>
      </w:r>
      <w:r w:rsidRPr="00623861">
        <w:rPr>
          <w:rFonts w:ascii="Times New Roman" w:hAnsi="Times New Roman"/>
          <w:sz w:val="18"/>
          <w:szCs w:val="18"/>
          <w:lang w:eastAsia="ar-SA"/>
        </w:rPr>
        <w:t xml:space="preserve">Cam-Çimento                             </w:t>
      </w:r>
      <w:r w:rsidRPr="00623861">
        <w:rPr>
          <w:rFonts w:ascii="Times New Roman" w:hAnsi="Times New Roman"/>
          <w:bCs/>
          <w:sz w:val="18"/>
          <w:szCs w:val="18"/>
          <w:lang w:eastAsia="ar-SA"/>
        </w:rPr>
        <w:t>D)</w:t>
      </w:r>
      <w:r w:rsidRPr="00623861">
        <w:rPr>
          <w:rFonts w:ascii="Times New Roman" w:hAnsi="Times New Roman"/>
          <w:sz w:val="18"/>
          <w:szCs w:val="18"/>
          <w:lang w:eastAsia="ar-SA"/>
        </w:rPr>
        <w:t>Kağıt-mobilya</w:t>
      </w:r>
    </w:p>
    <w:p w:rsidR="009F3209" w:rsidRPr="00623861" w:rsidRDefault="009F3209" w:rsidP="0015463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3" o:spid="_x0000_s1044" type="#_x0000_t61" style="position:absolute;margin-left:136.5pt;margin-top:9.8pt;width:150.6pt;height:52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" adj="-6992,7200">
            <v:textbox>
              <w:txbxContent>
                <w:p w:rsidR="009F3209" w:rsidRPr="003D7DDE" w:rsidRDefault="009F3209" w:rsidP="00623861">
                  <w:pPr>
                    <w:rPr>
                      <w:rFonts w:ascii="Monotype Corsiva" w:hAnsi="Monotype Corsiva"/>
                    </w:rPr>
                  </w:pPr>
                  <w:r w:rsidRPr="003D7DDE">
                    <w:rPr>
                      <w:rFonts w:ascii="Monotype Corsiva" w:hAnsi="Monotype Corsiva"/>
                    </w:rPr>
                    <w:t>Aydın’da çay fabrikasını, Rize’de incir fabrikasını kuramazsınız.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75" alt="2" style="position:absolute;margin-left:21.25pt;margin-top:7.85pt;width:90.3pt;height:56.4pt;z-index:-251650048;visibility:visible">
            <v:imagedata r:id="rId10" o:title=""/>
          </v:shape>
        </w:pict>
      </w:r>
    </w:p>
    <w:p w:rsidR="009F3209" w:rsidRPr="00623861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11) </w:t>
      </w: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  <w:r w:rsidRPr="00623861">
        <w:rPr>
          <w:rFonts w:ascii="Times New Roman" w:hAnsi="Times New Roman"/>
          <w:b/>
          <w:sz w:val="18"/>
          <w:szCs w:val="18"/>
          <w:lang w:eastAsia="ar-SA"/>
        </w:rPr>
        <w:t xml:space="preserve">Sosyal Bilgiler Öğretmeni, bu görüşüyle neyi </w:t>
      </w:r>
      <w:r w:rsidRPr="00623861">
        <w:rPr>
          <w:rFonts w:ascii="Times New Roman" w:hAnsi="Times New Roman"/>
          <w:b/>
          <w:sz w:val="18"/>
          <w:szCs w:val="18"/>
          <w:u w:val="single"/>
          <w:lang w:eastAsia="ar-SA"/>
        </w:rPr>
        <w:t xml:space="preserve">vurgulamak </w:t>
      </w:r>
      <w:r w:rsidRPr="00623861">
        <w:rPr>
          <w:rFonts w:ascii="Times New Roman" w:hAnsi="Times New Roman"/>
          <w:b/>
          <w:sz w:val="18"/>
          <w:szCs w:val="18"/>
          <w:lang w:eastAsia="ar-SA"/>
        </w:rPr>
        <w:t xml:space="preserve">istemiştir? </w:t>
      </w: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  <w:r w:rsidRPr="00623861">
        <w:rPr>
          <w:rFonts w:ascii="Times New Roman" w:hAnsi="Times New Roman"/>
          <w:sz w:val="18"/>
          <w:szCs w:val="18"/>
          <w:lang w:eastAsia="ar-SA"/>
        </w:rPr>
        <w:t xml:space="preserve">A)Yatırım yaparken, ham maddeye yakınlık dikkate </w:t>
      </w:r>
      <w:r>
        <w:rPr>
          <w:rFonts w:ascii="Times New Roman" w:hAnsi="Times New Roman"/>
          <w:sz w:val="18"/>
          <w:szCs w:val="18"/>
          <w:lang w:eastAsia="ar-SA"/>
        </w:rPr>
        <w:t xml:space="preserve">    </w:t>
      </w:r>
      <w:r w:rsidRPr="00623861">
        <w:rPr>
          <w:rFonts w:ascii="Times New Roman" w:hAnsi="Times New Roman"/>
          <w:sz w:val="18"/>
          <w:szCs w:val="18"/>
          <w:lang w:eastAsia="ar-SA"/>
        </w:rPr>
        <w:t>alınmalıdır.</w:t>
      </w: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  <w:r w:rsidRPr="00623861">
        <w:rPr>
          <w:rFonts w:ascii="Times New Roman" w:hAnsi="Times New Roman"/>
          <w:sz w:val="18"/>
          <w:szCs w:val="18"/>
          <w:lang w:eastAsia="ar-SA"/>
        </w:rPr>
        <w:t>B) Fabrika kurarken çok paraya ihtiyaç duyulmaktadır.</w:t>
      </w:r>
    </w:p>
    <w:p w:rsidR="009F3209" w:rsidRPr="00623861" w:rsidRDefault="009F3209" w:rsidP="00623861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  <w:r w:rsidRPr="00623861">
        <w:rPr>
          <w:rFonts w:ascii="Times New Roman" w:hAnsi="Times New Roman"/>
          <w:sz w:val="18"/>
          <w:szCs w:val="18"/>
          <w:lang w:eastAsia="ar-SA"/>
        </w:rPr>
        <w:t>C) İncir sadece Aydın’da yetiştirilmektedir.</w:t>
      </w:r>
    </w:p>
    <w:p w:rsidR="009F3209" w:rsidRPr="00623861" w:rsidRDefault="009F3209" w:rsidP="0062386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23861">
        <w:rPr>
          <w:rFonts w:ascii="Times New Roman" w:hAnsi="Times New Roman"/>
          <w:sz w:val="18"/>
          <w:szCs w:val="18"/>
          <w:lang w:eastAsia="ar-SA"/>
        </w:rPr>
        <w:t>D)Ülkemizde her türlü tarım ürünü yetiştirilmektedir.</w:t>
      </w:r>
      <w:r w:rsidRPr="00623861">
        <w:rPr>
          <w:rFonts w:ascii="Times New Roman" w:hAnsi="Times New Roman"/>
          <w:b/>
          <w:sz w:val="18"/>
          <w:szCs w:val="18"/>
        </w:rPr>
        <w:t xml:space="preserve"> </w:t>
      </w:r>
    </w:p>
    <w:p w:rsidR="009F3209" w:rsidRPr="00623861" w:rsidRDefault="009F3209" w:rsidP="00623861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Sosyal Bılgıler Öğ</w:t>
      </w:r>
      <w:r w:rsidRPr="00107C7C">
        <w:rPr>
          <w:rFonts w:ascii="Times New Roman" w:hAnsi="Times New Roman"/>
          <w:sz w:val="18"/>
          <w:szCs w:val="18"/>
        </w:rPr>
        <w:t>retmenı</w:t>
      </w:r>
    </w:p>
    <w:p w:rsidR="009F3209" w:rsidRPr="00107C7C" w:rsidRDefault="009F3209" w:rsidP="00154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BA539F">
      <w:pPr>
        <w:spacing w:after="0" w:line="240" w:lineRule="auto"/>
        <w:ind w:right="-227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13605E">
      <w:pPr>
        <w:pStyle w:val="NormalWeb"/>
        <w:spacing w:before="0" w:beforeAutospacing="0" w:after="0" w:afterAutospacing="0"/>
        <w:rPr>
          <w:sz w:val="18"/>
          <w:szCs w:val="18"/>
        </w:rPr>
      </w:pPr>
    </w:p>
    <w:p w:rsidR="009F3209" w:rsidRPr="00107C7C" w:rsidRDefault="009F3209" w:rsidP="00BC2FE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F3209" w:rsidRPr="00107C7C" w:rsidRDefault="009F3209" w:rsidP="008C1AF4">
      <w:pPr>
        <w:pStyle w:val="NormalWeb"/>
        <w:spacing w:before="0" w:beforeAutospacing="0" w:after="0" w:afterAutospacing="0"/>
        <w:rPr>
          <w:sz w:val="18"/>
          <w:szCs w:val="18"/>
        </w:rPr>
      </w:pPr>
    </w:p>
    <w:p w:rsidR="009F3209" w:rsidRPr="0015463A" w:rsidRDefault="009F3209">
      <w:pPr>
        <w:pStyle w:val="ListParagraph"/>
        <w:spacing w:after="0"/>
        <w:ind w:left="0"/>
        <w:rPr>
          <w:rFonts w:ascii="Times New Roman" w:hAnsi="Times New Roman"/>
          <w:b/>
          <w:sz w:val="18"/>
          <w:szCs w:val="18"/>
        </w:rPr>
      </w:pPr>
    </w:p>
    <w:p w:rsidR="009F3209" w:rsidRPr="0015463A" w:rsidRDefault="009F3209" w:rsidP="00B71B1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9F3209" w:rsidRPr="0015463A" w:rsidSect="00C97377">
      <w:type w:val="continuous"/>
      <w:pgSz w:w="11906" w:h="16838"/>
      <w:pgMar w:top="0" w:right="1417" w:bottom="1417" w:left="709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209" w:rsidRDefault="009F3209" w:rsidP="00F23584">
      <w:pPr>
        <w:spacing w:after="0" w:line="240" w:lineRule="auto"/>
      </w:pPr>
      <w:r>
        <w:separator/>
      </w:r>
    </w:p>
  </w:endnote>
  <w:endnote w:type="continuationSeparator" w:id="0">
    <w:p w:rsidR="009F3209" w:rsidRDefault="009F3209" w:rsidP="00F2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Informal Roman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209" w:rsidRDefault="009F3209" w:rsidP="00F23584">
      <w:pPr>
        <w:spacing w:after="0" w:line="240" w:lineRule="auto"/>
      </w:pPr>
      <w:r>
        <w:separator/>
      </w:r>
    </w:p>
  </w:footnote>
  <w:footnote w:type="continuationSeparator" w:id="0">
    <w:p w:rsidR="009F3209" w:rsidRDefault="009F3209" w:rsidP="00F23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03C"/>
    <w:multiLevelType w:val="hybridMultilevel"/>
    <w:tmpl w:val="8C78493E"/>
    <w:lvl w:ilvl="0" w:tplc="766A340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EB1F24"/>
    <w:multiLevelType w:val="hybridMultilevel"/>
    <w:tmpl w:val="D0583828"/>
    <w:lvl w:ilvl="0" w:tplc="337C8B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6D6E66"/>
    <w:multiLevelType w:val="hybridMultilevel"/>
    <w:tmpl w:val="2B56CC3A"/>
    <w:lvl w:ilvl="0" w:tplc="58B8199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C17664"/>
    <w:multiLevelType w:val="hybridMultilevel"/>
    <w:tmpl w:val="395858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2625B"/>
    <w:multiLevelType w:val="hybridMultilevel"/>
    <w:tmpl w:val="CAA47CAE"/>
    <w:lvl w:ilvl="0" w:tplc="8752E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620FBB"/>
    <w:multiLevelType w:val="hybridMultilevel"/>
    <w:tmpl w:val="454A8C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514CE"/>
    <w:multiLevelType w:val="hybridMultilevel"/>
    <w:tmpl w:val="9666599E"/>
    <w:lvl w:ilvl="0" w:tplc="9312B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0B1A4D"/>
    <w:multiLevelType w:val="hybridMultilevel"/>
    <w:tmpl w:val="981261B6"/>
    <w:lvl w:ilvl="0" w:tplc="0B3A1F2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4E7A94"/>
    <w:multiLevelType w:val="hybridMultilevel"/>
    <w:tmpl w:val="80A84D06"/>
    <w:lvl w:ilvl="0" w:tplc="33C4324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23D057A"/>
    <w:multiLevelType w:val="hybridMultilevel"/>
    <w:tmpl w:val="4CF244B6"/>
    <w:lvl w:ilvl="0" w:tplc="79F2BFF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4E53CC"/>
    <w:multiLevelType w:val="hybridMultilevel"/>
    <w:tmpl w:val="E29AD38E"/>
    <w:lvl w:ilvl="0" w:tplc="680C27C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A17796"/>
    <w:multiLevelType w:val="hybridMultilevel"/>
    <w:tmpl w:val="F294C5E2"/>
    <w:lvl w:ilvl="0" w:tplc="E54AD89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8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1A0C"/>
    <w:rsid w:val="00002B7E"/>
    <w:rsid w:val="00083FDD"/>
    <w:rsid w:val="000A3C6F"/>
    <w:rsid w:val="000A6B15"/>
    <w:rsid w:val="000C7E23"/>
    <w:rsid w:val="000E1343"/>
    <w:rsid w:val="000E27F4"/>
    <w:rsid w:val="00107C7C"/>
    <w:rsid w:val="0013605E"/>
    <w:rsid w:val="00146ECC"/>
    <w:rsid w:val="001528F8"/>
    <w:rsid w:val="0015463A"/>
    <w:rsid w:val="00182953"/>
    <w:rsid w:val="00185068"/>
    <w:rsid w:val="001A5E8E"/>
    <w:rsid w:val="001C25D2"/>
    <w:rsid w:val="002704C7"/>
    <w:rsid w:val="0029098E"/>
    <w:rsid w:val="002D2488"/>
    <w:rsid w:val="0031039D"/>
    <w:rsid w:val="003524FD"/>
    <w:rsid w:val="00364DB6"/>
    <w:rsid w:val="00395E4A"/>
    <w:rsid w:val="003A6244"/>
    <w:rsid w:val="003D0689"/>
    <w:rsid w:val="003D7DDE"/>
    <w:rsid w:val="0043478E"/>
    <w:rsid w:val="00437951"/>
    <w:rsid w:val="0045746E"/>
    <w:rsid w:val="004A250C"/>
    <w:rsid w:val="00534693"/>
    <w:rsid w:val="005468E1"/>
    <w:rsid w:val="00574395"/>
    <w:rsid w:val="0058175E"/>
    <w:rsid w:val="005A0085"/>
    <w:rsid w:val="005A3FC5"/>
    <w:rsid w:val="005A4FD6"/>
    <w:rsid w:val="005E1648"/>
    <w:rsid w:val="005F4588"/>
    <w:rsid w:val="005F5B8B"/>
    <w:rsid w:val="00623861"/>
    <w:rsid w:val="0062596C"/>
    <w:rsid w:val="0067532D"/>
    <w:rsid w:val="00681AE2"/>
    <w:rsid w:val="006C1198"/>
    <w:rsid w:val="006C1ECE"/>
    <w:rsid w:val="006E77BA"/>
    <w:rsid w:val="006F72D9"/>
    <w:rsid w:val="00717301"/>
    <w:rsid w:val="007534BD"/>
    <w:rsid w:val="00754761"/>
    <w:rsid w:val="007A5673"/>
    <w:rsid w:val="007A6720"/>
    <w:rsid w:val="007C5957"/>
    <w:rsid w:val="007E6543"/>
    <w:rsid w:val="00807F96"/>
    <w:rsid w:val="0081000A"/>
    <w:rsid w:val="00825291"/>
    <w:rsid w:val="00830F5F"/>
    <w:rsid w:val="008565EC"/>
    <w:rsid w:val="00866B1E"/>
    <w:rsid w:val="008736AB"/>
    <w:rsid w:val="008764F6"/>
    <w:rsid w:val="00883FD4"/>
    <w:rsid w:val="00890F86"/>
    <w:rsid w:val="0089655F"/>
    <w:rsid w:val="008A4AB3"/>
    <w:rsid w:val="008C1AF4"/>
    <w:rsid w:val="008E68F4"/>
    <w:rsid w:val="0090101C"/>
    <w:rsid w:val="009308C5"/>
    <w:rsid w:val="00956E1A"/>
    <w:rsid w:val="0096385D"/>
    <w:rsid w:val="009713F0"/>
    <w:rsid w:val="0098046D"/>
    <w:rsid w:val="00991564"/>
    <w:rsid w:val="00997F2C"/>
    <w:rsid w:val="009A7591"/>
    <w:rsid w:val="009B36AC"/>
    <w:rsid w:val="009C7518"/>
    <w:rsid w:val="009D02F2"/>
    <w:rsid w:val="009F23D3"/>
    <w:rsid w:val="009F3209"/>
    <w:rsid w:val="009F3DA0"/>
    <w:rsid w:val="00A23398"/>
    <w:rsid w:val="00A357C6"/>
    <w:rsid w:val="00A55C6E"/>
    <w:rsid w:val="00A67BC1"/>
    <w:rsid w:val="00A76819"/>
    <w:rsid w:val="00A91A0C"/>
    <w:rsid w:val="00A97827"/>
    <w:rsid w:val="00AC488C"/>
    <w:rsid w:val="00AE7845"/>
    <w:rsid w:val="00B01224"/>
    <w:rsid w:val="00B0152D"/>
    <w:rsid w:val="00B01EE6"/>
    <w:rsid w:val="00B03A71"/>
    <w:rsid w:val="00B12175"/>
    <w:rsid w:val="00B24A02"/>
    <w:rsid w:val="00B472C5"/>
    <w:rsid w:val="00B674E3"/>
    <w:rsid w:val="00B7070C"/>
    <w:rsid w:val="00B71B18"/>
    <w:rsid w:val="00B71B56"/>
    <w:rsid w:val="00BA486E"/>
    <w:rsid w:val="00BA539F"/>
    <w:rsid w:val="00BB4CF8"/>
    <w:rsid w:val="00BC2FE6"/>
    <w:rsid w:val="00BD0C24"/>
    <w:rsid w:val="00BE66DD"/>
    <w:rsid w:val="00BF4090"/>
    <w:rsid w:val="00BF56B1"/>
    <w:rsid w:val="00C04DE8"/>
    <w:rsid w:val="00C17D52"/>
    <w:rsid w:val="00C23C12"/>
    <w:rsid w:val="00C42CE3"/>
    <w:rsid w:val="00C5659D"/>
    <w:rsid w:val="00C66946"/>
    <w:rsid w:val="00C70A76"/>
    <w:rsid w:val="00C876DE"/>
    <w:rsid w:val="00C97377"/>
    <w:rsid w:val="00CF1AB1"/>
    <w:rsid w:val="00D21611"/>
    <w:rsid w:val="00D2614C"/>
    <w:rsid w:val="00D43DCC"/>
    <w:rsid w:val="00D4419B"/>
    <w:rsid w:val="00D61E2E"/>
    <w:rsid w:val="00D6775C"/>
    <w:rsid w:val="00D715EA"/>
    <w:rsid w:val="00D7201B"/>
    <w:rsid w:val="00D86456"/>
    <w:rsid w:val="00DB1300"/>
    <w:rsid w:val="00DC4E1C"/>
    <w:rsid w:val="00DE157C"/>
    <w:rsid w:val="00DE7D9C"/>
    <w:rsid w:val="00E80385"/>
    <w:rsid w:val="00E876E1"/>
    <w:rsid w:val="00EC1AB3"/>
    <w:rsid w:val="00EE46B0"/>
    <w:rsid w:val="00EE5088"/>
    <w:rsid w:val="00EF17C4"/>
    <w:rsid w:val="00F23584"/>
    <w:rsid w:val="00F66EF6"/>
    <w:rsid w:val="00FB269F"/>
    <w:rsid w:val="00FD2125"/>
    <w:rsid w:val="00FE3F2C"/>
    <w:rsid w:val="00FE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6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248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D24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E4D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58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2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3584"/>
    <w:rPr>
      <w:rFonts w:cs="Times New Roman"/>
    </w:rPr>
  </w:style>
  <w:style w:type="character" w:styleId="Strong">
    <w:name w:val="Strong"/>
    <w:basedOn w:val="DefaultParagraphFont"/>
    <w:uiPriority w:val="99"/>
    <w:qFormat/>
    <w:rsid w:val="0013605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723</Words>
  <Characters>4124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2012-2013 EĞİTİM – ÖĞRETİM YILI</dc:title>
  <dc:subject/>
  <dc:creator>osman işleyen</dc:creator>
  <cp:keywords/>
  <dc:description/>
  <cp:lastModifiedBy>kubra</cp:lastModifiedBy>
  <cp:revision>3</cp:revision>
  <dcterms:created xsi:type="dcterms:W3CDTF">2013-04-27T08:51:00Z</dcterms:created>
  <dcterms:modified xsi:type="dcterms:W3CDTF">2013-04-27T08:52:00Z</dcterms:modified>
</cp:coreProperties>
</file>